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FD5D" w14:textId="77777777" w:rsidR="002B2C3D" w:rsidRPr="000B6F6B" w:rsidRDefault="002B2C3D" w:rsidP="002B2C3D">
      <w:pPr>
        <w:rPr>
          <w:rFonts w:ascii="Arial" w:hAnsi="Arial" w:cs="Arial"/>
          <w:b/>
        </w:rPr>
      </w:pPr>
      <w:r w:rsidRPr="000B6F6B">
        <w:rPr>
          <w:rFonts w:ascii="Arial" w:hAnsi="Arial" w:cs="Arial"/>
          <w:b/>
        </w:rPr>
        <w:t>Durchführung von Routineprüfungen am Reinigungs- und Desinfektionsgerät (</w:t>
      </w:r>
      <w:r w:rsidR="00046755" w:rsidRPr="000B6F6B">
        <w:rPr>
          <w:rFonts w:ascii="Arial" w:hAnsi="Arial" w:cs="Arial"/>
          <w:b/>
        </w:rPr>
        <w:t>RDG</w:t>
      </w:r>
      <w:r w:rsidRPr="000B6F6B">
        <w:rPr>
          <w:rFonts w:ascii="Arial" w:hAnsi="Arial" w:cs="Arial"/>
          <w:b/>
        </w:rPr>
        <w:t xml:space="preserve">) </w:t>
      </w:r>
      <w:r w:rsidR="00046755" w:rsidRPr="000B6F6B">
        <w:rPr>
          <w:rFonts w:ascii="Arial" w:hAnsi="Arial" w:cs="Arial"/>
          <w:b/>
        </w:rPr>
        <w:t>nach Herstellerangaben/Angaben im Validierungsbericht und deren Dokumentation</w:t>
      </w:r>
    </w:p>
    <w:p w14:paraId="12BDBE9D" w14:textId="77777777" w:rsidR="006D06A1" w:rsidRPr="0013184A" w:rsidRDefault="006D06A1" w:rsidP="006D06A1">
      <w:pPr>
        <w:ind w:right="-456" w:firstLine="2"/>
        <w:rPr>
          <w:rFonts w:ascii="Arial" w:hAnsi="Arial"/>
          <w:sz w:val="22"/>
          <w:szCs w:val="22"/>
        </w:rPr>
      </w:pPr>
    </w:p>
    <w:p w14:paraId="144648AE" w14:textId="77777777" w:rsidR="006D06A1" w:rsidRPr="0013184A" w:rsidRDefault="006D06A1" w:rsidP="006D06A1">
      <w:pPr>
        <w:ind w:right="-45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Hersteller</w:t>
      </w:r>
      <w:r w:rsidRPr="0013184A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  <w:t>Geräte</w:t>
      </w:r>
      <w:r>
        <w:rPr>
          <w:rFonts w:ascii="Arial" w:hAnsi="Arial"/>
          <w:sz w:val="22"/>
          <w:szCs w:val="22"/>
        </w:rPr>
        <w:t>bezeichnung</w:t>
      </w:r>
      <w:r w:rsidRPr="0013184A">
        <w:rPr>
          <w:rFonts w:ascii="Arial" w:hAnsi="Arial"/>
          <w:sz w:val="22"/>
          <w:szCs w:val="22"/>
        </w:rPr>
        <w:t xml:space="preserve">: </w:t>
      </w:r>
    </w:p>
    <w:p w14:paraId="675F052A" w14:textId="77777777" w:rsidR="006D06A1" w:rsidRPr="00F02082" w:rsidRDefault="006D06A1" w:rsidP="006D06A1">
      <w:pPr>
        <w:rPr>
          <w:rFonts w:ascii="Arial" w:hAnsi="Arial" w:cs="Arial"/>
          <w:bCs/>
          <w:sz w:val="22"/>
          <w:szCs w:val="22"/>
        </w:rPr>
      </w:pPr>
    </w:p>
    <w:p w14:paraId="435600D0" w14:textId="77777777" w:rsidR="006D06A1" w:rsidRPr="009B0245" w:rsidRDefault="006D06A1" w:rsidP="006D06A1">
      <w:pPr>
        <w:ind w:right="-456"/>
        <w:rPr>
          <w:rFonts w:ascii="Arial" w:hAnsi="Arial" w:cs="Arial"/>
          <w:bCs/>
          <w:color w:val="FF0000"/>
          <w:sz w:val="16"/>
          <w:szCs w:val="16"/>
        </w:rPr>
      </w:pP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(Beispiele: Die Angaben aus der Arbeitsanweisung </w:t>
      </w:r>
      <w:r>
        <w:rPr>
          <w:rFonts w:ascii="Arial" w:hAnsi="Arial" w:cs="Arial"/>
          <w:bCs/>
          <w:color w:val="FF0000"/>
          <w:sz w:val="16"/>
          <w:szCs w:val="16"/>
        </w:rPr>
        <w:t>„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>Routineprüfung</w:t>
      </w:r>
      <w:r>
        <w:rPr>
          <w:rFonts w:ascii="Arial" w:hAnsi="Arial" w:cs="Arial"/>
          <w:bCs/>
          <w:color w:val="FF0000"/>
          <w:sz w:val="16"/>
          <w:szCs w:val="16"/>
        </w:rPr>
        <w:t>en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an den Aufbereitungsgeräten</w:t>
      </w:r>
      <w:r>
        <w:rPr>
          <w:rFonts w:ascii="Arial" w:hAnsi="Arial" w:cs="Arial"/>
          <w:bCs/>
          <w:color w:val="FF0000"/>
          <w:sz w:val="16"/>
          <w:szCs w:val="16"/>
        </w:rPr>
        <w:t>“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sind hier einzufügen!)</w:t>
      </w:r>
    </w:p>
    <w:p w14:paraId="5569FC42" w14:textId="77777777" w:rsidR="006D06A1" w:rsidRDefault="006D06A1" w:rsidP="006D06A1">
      <w:pPr>
        <w:rPr>
          <w:rFonts w:ascii="Arial" w:hAnsi="Arial" w:cs="Arial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509"/>
        <w:gridCol w:w="562"/>
        <w:gridCol w:w="562"/>
        <w:gridCol w:w="562"/>
        <w:gridCol w:w="546"/>
        <w:gridCol w:w="1230"/>
        <w:gridCol w:w="2249"/>
      </w:tblGrid>
      <w:tr w:rsidR="002B2C3D" w:rsidRPr="000B6F6B" w14:paraId="050756BD" w14:textId="77777777" w:rsidTr="006D06A1">
        <w:tc>
          <w:tcPr>
            <w:tcW w:w="40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99CB23C" w14:textId="77777777" w:rsidR="002B2C3D" w:rsidRPr="000B6F6B" w:rsidRDefault="002B2C3D" w:rsidP="002B2C3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6F6B">
              <w:rPr>
                <w:rFonts w:ascii="Arial" w:hAnsi="Arial" w:cs="Arial"/>
                <w:b/>
                <w:sz w:val="16"/>
                <w:szCs w:val="16"/>
              </w:rPr>
              <w:t>Welche Routineprüfung wird durchgeführt?</w:t>
            </w:r>
          </w:p>
        </w:tc>
        <w:tc>
          <w:tcPr>
            <w:tcW w:w="22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B6E9783" w14:textId="77777777" w:rsidR="002B2C3D" w:rsidRPr="000B6F6B" w:rsidRDefault="002B2C3D" w:rsidP="002B2C3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6F6B">
              <w:rPr>
                <w:rFonts w:ascii="Arial" w:hAnsi="Arial" w:cs="Arial"/>
                <w:b/>
                <w:sz w:val="16"/>
                <w:szCs w:val="16"/>
              </w:rPr>
              <w:t>Prüfung erfolgreich?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CB77621" w14:textId="77777777" w:rsidR="002B2C3D" w:rsidRPr="000B6F6B" w:rsidRDefault="002B2C3D" w:rsidP="002B2C3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6F6B">
              <w:rPr>
                <w:rFonts w:ascii="Arial" w:hAnsi="Arial" w:cs="Arial"/>
                <w:b/>
                <w:sz w:val="16"/>
                <w:szCs w:val="16"/>
              </w:rPr>
              <w:t>Datum:</w:t>
            </w:r>
          </w:p>
        </w:tc>
        <w:tc>
          <w:tcPr>
            <w:tcW w:w="2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53B7513" w14:textId="77777777" w:rsidR="002B2C3D" w:rsidRPr="000B6F6B" w:rsidRDefault="002B2C3D" w:rsidP="002B2C3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6F6B">
              <w:rPr>
                <w:rFonts w:ascii="Arial" w:hAnsi="Arial" w:cs="Arial"/>
                <w:b/>
                <w:sz w:val="16"/>
                <w:szCs w:val="16"/>
              </w:rPr>
              <w:t>Unterschrift</w:t>
            </w:r>
          </w:p>
        </w:tc>
      </w:tr>
      <w:tr w:rsidR="00EA47AC" w:rsidRPr="000B6F6B" w14:paraId="59B5360F" w14:textId="77777777" w:rsidTr="006D06A1">
        <w:tc>
          <w:tcPr>
            <w:tcW w:w="5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973574" w14:textId="3FD52D3C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7370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EA5DB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Sichtprüfung (Kammer, Spülarme, Konnektoren, Dichtungen, Siebe)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E1AD0C8" w14:textId="04881F75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1309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5C8808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7F81FF3" w14:textId="58396ADA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76612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4EE83B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41016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DF2C5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4C4EDECE" w14:textId="77777777" w:rsidTr="006D06A1">
        <w:tc>
          <w:tcPr>
            <w:tcW w:w="542" w:type="dxa"/>
            <w:shd w:val="clear" w:color="auto" w:fill="auto"/>
            <w:vAlign w:val="center"/>
          </w:tcPr>
          <w:p w14:paraId="17E7D497" w14:textId="5793CFAB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6994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33D350F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Menge und Qualität des Speisewassers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4CD6D339" w14:textId="7451ED4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94910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68721F5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7D28A963" w14:textId="09C4991A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4975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1BF72CE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4838AF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576094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5FCAC654" w14:textId="77777777" w:rsidTr="006D06A1">
        <w:tc>
          <w:tcPr>
            <w:tcW w:w="542" w:type="dxa"/>
            <w:shd w:val="clear" w:color="auto" w:fill="auto"/>
            <w:vAlign w:val="center"/>
          </w:tcPr>
          <w:p w14:paraId="08C661FA" w14:textId="77D4768B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620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3DA95ED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Funktionsprüfung beweglicher Teile (Spülarme, Beladungswagen/Laufrollen)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5A7CEE6" w14:textId="73E8D45A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4294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31B905E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224392D" w14:textId="4B357ACB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3064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62B2270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790DDE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B9F0D3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200421C7" w14:textId="77777777" w:rsidTr="006D06A1">
        <w:tc>
          <w:tcPr>
            <w:tcW w:w="542" w:type="dxa"/>
            <w:shd w:val="clear" w:color="auto" w:fill="auto"/>
            <w:vAlign w:val="center"/>
          </w:tcPr>
          <w:p w14:paraId="01276C12" w14:textId="33EC3C24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7623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6069A31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Füllungszustand der Prozesschemie (Chemikalienbehälter, täglicher Verbrauch)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4FA18351" w14:textId="04252BDC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8811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02378BF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800B4BB" w14:textId="6F9D9C0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8890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3E22406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30D916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A90CC8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50001B11" w14:textId="77777777" w:rsidTr="006D06A1"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0A024" w14:textId="141524E7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2533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C5E8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ggf. weitere Prüfungen, resultierend aus den Validierungsergebnissen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A3CFB1" w14:textId="13874B6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54004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D6380F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561D2D" w14:textId="0DCB47F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1796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AA24B6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F1A0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A67C6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77056D77" w14:textId="77777777" w:rsidTr="006D06A1">
        <w:tc>
          <w:tcPr>
            <w:tcW w:w="5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1B413B" w14:textId="591DAAC2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1586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A2370C" w14:textId="78D42DBB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2"/>
                <w:szCs w:val="12"/>
              </w:rPr>
            </w:pPr>
            <w:r w:rsidRPr="000B6F6B">
              <w:rPr>
                <w:rFonts w:ascii="Arial" w:hAnsi="Arial" w:cs="Arial"/>
                <w:sz w:val="12"/>
                <w:szCs w:val="12"/>
              </w:rPr>
              <w:t>z.</w:t>
            </w:r>
            <w:r w:rsidR="006D06A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0B6F6B">
              <w:rPr>
                <w:rFonts w:ascii="Arial" w:hAnsi="Arial" w:cs="Arial"/>
                <w:sz w:val="12"/>
                <w:szCs w:val="12"/>
              </w:rPr>
              <w:t>B. Adapter-Filtertausch (gemäß Herstellerangaben)</w:t>
            </w:r>
          </w:p>
        </w:tc>
        <w:tc>
          <w:tcPr>
            <w:tcW w:w="562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268D31" w14:textId="4B9F4C3D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79451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F0375B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2C8541C" w14:textId="6447DF33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248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A4F939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DE8E8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0FB0FB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1485E392" w14:textId="77777777" w:rsidTr="006D06A1">
        <w:tc>
          <w:tcPr>
            <w:tcW w:w="542" w:type="dxa"/>
            <w:shd w:val="clear" w:color="auto" w:fill="auto"/>
            <w:vAlign w:val="center"/>
          </w:tcPr>
          <w:p w14:paraId="264557BB" w14:textId="4B9E8E01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5818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4D43712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Sichtprüfung (Kammer, Spülarme, Konnektoren, Dichtungen, Siebe)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F59E028" w14:textId="0C7FDAC4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1378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25F92E55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63733783" w14:textId="6CB63EA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9830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5625851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870924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11A8D1D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2E7621BB" w14:textId="77777777" w:rsidTr="006D06A1">
        <w:tc>
          <w:tcPr>
            <w:tcW w:w="542" w:type="dxa"/>
            <w:shd w:val="clear" w:color="auto" w:fill="auto"/>
            <w:vAlign w:val="center"/>
          </w:tcPr>
          <w:p w14:paraId="6F7804B2" w14:textId="43EA910C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7393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6A59046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Menge und Qualität des Speisewassers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740A6789" w14:textId="24935A7C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027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4E32F29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1391ACEE" w14:textId="74286A47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8347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56A3D5A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648C53B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10C3468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32A0BCE6" w14:textId="77777777" w:rsidTr="006D06A1">
        <w:tc>
          <w:tcPr>
            <w:tcW w:w="542" w:type="dxa"/>
            <w:shd w:val="clear" w:color="auto" w:fill="auto"/>
            <w:vAlign w:val="center"/>
          </w:tcPr>
          <w:p w14:paraId="04F8D79B" w14:textId="1F5762A4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82122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59741286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Funktionsprüfung beweglicher Teile (Spülarme, Beladungswagen/Laufrollen)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4F787E1" w14:textId="7AED22E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0905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37249D7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12BA29E3" w14:textId="122D372B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6531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0AE5B7C5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9C7ACE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C41C7F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2C9AD866" w14:textId="77777777" w:rsidTr="006D06A1">
        <w:tc>
          <w:tcPr>
            <w:tcW w:w="542" w:type="dxa"/>
            <w:shd w:val="clear" w:color="auto" w:fill="auto"/>
            <w:vAlign w:val="center"/>
          </w:tcPr>
          <w:p w14:paraId="5B7B94B3" w14:textId="6C05337D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14938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2F048C5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Füllungszustand der Prozesschemie (Chemikalienbehälter, täglicher Verbrauch)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C89B6DB" w14:textId="4E163CEF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9065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2A38DF0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62D1DA59" w14:textId="1A60F57E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553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27B2865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6D96532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D0BE69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39A6596E" w14:textId="77777777" w:rsidTr="006D06A1">
        <w:tc>
          <w:tcPr>
            <w:tcW w:w="542" w:type="dxa"/>
            <w:shd w:val="clear" w:color="auto" w:fill="auto"/>
            <w:vAlign w:val="center"/>
          </w:tcPr>
          <w:p w14:paraId="4B6C7FD8" w14:textId="4A2C1408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73492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1C71638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ggf. weitere Prüfungen, resultierend aus den Validierungsergebnissen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4504E925" w14:textId="65DF871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8345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687110D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4A13272" w14:textId="6FBA653F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1115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47192DC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BFE40D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40AB3F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06A1" w:rsidRPr="000B6F6B" w14:paraId="10B26122" w14:textId="77777777" w:rsidTr="006D06A1"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196DF" w14:textId="27FBD041" w:rsidR="006D06A1" w:rsidRPr="00EA47AC" w:rsidRDefault="006D06A1" w:rsidP="006D06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0965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5AE8C" w14:textId="48CD94A1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2"/>
                <w:szCs w:val="12"/>
              </w:rPr>
              <w:t>z.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0B6F6B">
              <w:rPr>
                <w:rFonts w:ascii="Arial" w:hAnsi="Arial" w:cs="Arial"/>
                <w:sz w:val="12"/>
                <w:szCs w:val="12"/>
              </w:rPr>
              <w:t>B. Adapter-Filtertausch (gemäß Herstellerangaben)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5F9EB" w14:textId="5FF0DF5B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838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E1163AB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972E9" w14:textId="2531348D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26957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2A1BAE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49D2E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EC5AD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305F2F50" w14:textId="77777777" w:rsidTr="006D06A1">
        <w:tc>
          <w:tcPr>
            <w:tcW w:w="5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44FC64" w14:textId="0FD08DB2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8987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93542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Sichtprüfung (Kammer, Spülarme, Konnektoren, Dichtungen, Siebe)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210557B" w14:textId="5B8609FD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1490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17AC0616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D722886" w14:textId="1BBE14BD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8700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F896EC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66C8B4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29318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345DF4B7" w14:textId="77777777" w:rsidTr="006D06A1">
        <w:tc>
          <w:tcPr>
            <w:tcW w:w="542" w:type="dxa"/>
            <w:shd w:val="clear" w:color="auto" w:fill="auto"/>
            <w:vAlign w:val="center"/>
          </w:tcPr>
          <w:p w14:paraId="4EA6ED59" w14:textId="3C8AFC33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6221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74EC4EA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Menge und Qualität des Speisewassers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891C538" w14:textId="3A3B28F4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23926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7B47AE8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07FEC823" w14:textId="53F88E7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6863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5450939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23B26DB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224E63F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67AD7A90" w14:textId="77777777" w:rsidTr="006D06A1">
        <w:tc>
          <w:tcPr>
            <w:tcW w:w="542" w:type="dxa"/>
            <w:shd w:val="clear" w:color="auto" w:fill="auto"/>
            <w:vAlign w:val="center"/>
          </w:tcPr>
          <w:p w14:paraId="1381DF3C" w14:textId="17556510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7699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785DB09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Funktionsprüfung beweglicher Teile (Spülarme, Beladungswagen/Laufrollen)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3D4CD970" w14:textId="560D2F9D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2507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483E814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0F1F6E8" w14:textId="12E9935E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4988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7D99D6A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1CCC39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778930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09D9BBCD" w14:textId="77777777" w:rsidTr="006D06A1">
        <w:tc>
          <w:tcPr>
            <w:tcW w:w="542" w:type="dxa"/>
            <w:shd w:val="clear" w:color="auto" w:fill="auto"/>
            <w:vAlign w:val="center"/>
          </w:tcPr>
          <w:p w14:paraId="0543CC72" w14:textId="4ED9DC30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10701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1506D4A2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Füllungszustand der Prozesschemie (Chemikalienbehälter, täglicher Verbrauch)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42180C90" w14:textId="321A52D9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78391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2FA6D59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E5DD80E" w14:textId="679EBFD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639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613659C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D1E9562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1955C0F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682519B7" w14:textId="77777777" w:rsidTr="006D06A1">
        <w:tc>
          <w:tcPr>
            <w:tcW w:w="542" w:type="dxa"/>
            <w:shd w:val="clear" w:color="auto" w:fill="auto"/>
            <w:vAlign w:val="center"/>
          </w:tcPr>
          <w:p w14:paraId="01064DB1" w14:textId="4C35C9A1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95311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69DF24D6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ggf. weitere Prüfungen, resultierend aus den Validierungsergebnissen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30952606" w14:textId="7EDCDD3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2455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64E071EB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117F37FD" w14:textId="79F05ED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52646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5893A2C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2D96DA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A50C86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06A1" w:rsidRPr="000B6F6B" w14:paraId="1AC772BA" w14:textId="77777777" w:rsidTr="006D06A1"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7CCF" w14:textId="2B87238B" w:rsidR="006D06A1" w:rsidRPr="00EA47AC" w:rsidRDefault="006D06A1" w:rsidP="006D06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6135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910A7" w14:textId="25EF88AF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2"/>
                <w:szCs w:val="12"/>
              </w:rPr>
              <w:t>z.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0B6F6B">
              <w:rPr>
                <w:rFonts w:ascii="Arial" w:hAnsi="Arial" w:cs="Arial"/>
                <w:sz w:val="12"/>
                <w:szCs w:val="12"/>
              </w:rPr>
              <w:t>B. Adapter-Filtertausch (gemäß Herstellerangaben)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0AF76" w14:textId="3849BB31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435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17FEB5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35279" w14:textId="4BE9F152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6009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CFDB5F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FCF89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996B6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433F0EFE" w14:textId="77777777" w:rsidTr="006D06A1">
        <w:tc>
          <w:tcPr>
            <w:tcW w:w="5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88FC4B" w14:textId="3991A816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630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43C85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Sichtprüfung (Kammer, Spülarme, Konnektoren, Dichtungen, Siebe)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D68F464" w14:textId="0A138328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99812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0E746AC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3324FCF" w14:textId="22075F35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1503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C2C6C0C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39FCE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A6E22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44B40A0A" w14:textId="77777777" w:rsidTr="006D06A1">
        <w:tc>
          <w:tcPr>
            <w:tcW w:w="542" w:type="dxa"/>
            <w:shd w:val="clear" w:color="auto" w:fill="auto"/>
            <w:vAlign w:val="center"/>
          </w:tcPr>
          <w:p w14:paraId="652F06C7" w14:textId="513D871E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085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5823FEB2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Menge und Qualität des Speisewassers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77EEDCE9" w14:textId="68A5F2FF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2070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219DC637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3CC9F14A" w14:textId="2C06A19C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0301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2A3A7E66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10FD2B8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7139124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1A5FC796" w14:textId="77777777" w:rsidTr="006D06A1">
        <w:tc>
          <w:tcPr>
            <w:tcW w:w="542" w:type="dxa"/>
            <w:shd w:val="clear" w:color="auto" w:fill="auto"/>
            <w:vAlign w:val="center"/>
          </w:tcPr>
          <w:p w14:paraId="49F1F421" w14:textId="2DB22367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5865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622F6F4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Funktionsprüfung beweglicher Teile (Spülarme, Beladungswagen/Laufrollen)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0CDCA98" w14:textId="202A9893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7628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01E1F91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51DD952" w14:textId="73798CC0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2128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75270331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4B26EE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C566B50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3705B477" w14:textId="77777777" w:rsidTr="006D06A1">
        <w:tc>
          <w:tcPr>
            <w:tcW w:w="542" w:type="dxa"/>
            <w:shd w:val="clear" w:color="auto" w:fill="auto"/>
            <w:vAlign w:val="center"/>
          </w:tcPr>
          <w:p w14:paraId="67789224" w14:textId="282F3BCE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5155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178B6851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Füllungszustand der Prozesschemie (Chemikalienbehälter, täglicher Verbrauch)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5A2D9ADB" w14:textId="1347D24B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9765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229A9C9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0758527" w14:textId="35C92051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751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5781E329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CF48C5D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CB997EA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7AC" w:rsidRPr="000B6F6B" w14:paraId="05EC0D47" w14:textId="77777777" w:rsidTr="006D06A1">
        <w:tc>
          <w:tcPr>
            <w:tcW w:w="542" w:type="dxa"/>
            <w:shd w:val="clear" w:color="auto" w:fill="auto"/>
            <w:vAlign w:val="center"/>
          </w:tcPr>
          <w:p w14:paraId="70E90581" w14:textId="17C5BC82" w:rsidR="00EA47AC" w:rsidRPr="00EA47AC" w:rsidRDefault="006D06A1" w:rsidP="00EA47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79456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shd w:val="clear" w:color="auto" w:fill="auto"/>
            <w:vAlign w:val="center"/>
          </w:tcPr>
          <w:p w14:paraId="3685229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ggf. weitere Prüfungen, resultierend aus den Validierungsergebnissen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2C8DF1E0" w14:textId="643E0669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9104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</w:tcBorders>
            <w:shd w:val="clear" w:color="auto" w:fill="auto"/>
            <w:vAlign w:val="center"/>
          </w:tcPr>
          <w:p w14:paraId="5C84D61F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14:paraId="6F17427E" w14:textId="63041194" w:rsidR="00EA47AC" w:rsidRPr="00EA47AC" w:rsidRDefault="006D06A1" w:rsidP="00EA47AC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3193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7AC"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</w:tcBorders>
            <w:shd w:val="clear" w:color="auto" w:fill="auto"/>
            <w:vAlign w:val="center"/>
          </w:tcPr>
          <w:p w14:paraId="6A5ED6CE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3638091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2B480B73" w14:textId="77777777" w:rsidR="00EA47AC" w:rsidRPr="000B6F6B" w:rsidRDefault="00EA47AC" w:rsidP="00EA47A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06A1" w:rsidRPr="000B6F6B" w14:paraId="0BC7EF3D" w14:textId="77777777" w:rsidTr="006D06A1"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60FBE" w14:textId="15456C0D" w:rsidR="006D06A1" w:rsidRPr="00EA47AC" w:rsidRDefault="006D06A1" w:rsidP="006D06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89929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6D9A6" w14:textId="6CFC6650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2"/>
                <w:szCs w:val="12"/>
              </w:rPr>
              <w:t>z.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0B6F6B">
              <w:rPr>
                <w:rFonts w:ascii="Arial" w:hAnsi="Arial" w:cs="Arial"/>
                <w:sz w:val="12"/>
                <w:szCs w:val="12"/>
              </w:rPr>
              <w:t>B. Adapter-Filtertausch (gemäß Herstellerangaben)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E85ED2" w14:textId="67DC5A82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50415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B8A4388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D7673" w14:textId="3CBC389A" w:rsidR="006D06A1" w:rsidRPr="00EA47AC" w:rsidRDefault="006D06A1" w:rsidP="006D06A1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8971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47A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0C5DC8B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6F6B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A6DE8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7139A" w14:textId="77777777" w:rsidR="006D06A1" w:rsidRPr="000B6F6B" w:rsidRDefault="006D06A1" w:rsidP="006D06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D59215" w14:textId="77777777" w:rsidR="00E16BA3" w:rsidRDefault="00E16BA3" w:rsidP="0018015D">
      <w:pPr>
        <w:rPr>
          <w:rFonts w:ascii="Arial" w:hAnsi="Arial" w:cs="Arial"/>
          <w:sz w:val="20"/>
          <w:szCs w:val="20"/>
        </w:rPr>
      </w:pPr>
    </w:p>
    <w:p w14:paraId="2369EBD3" w14:textId="77777777" w:rsidR="006D06A1" w:rsidRPr="00B5342F" w:rsidRDefault="006D06A1" w:rsidP="0018015D">
      <w:pPr>
        <w:rPr>
          <w:rFonts w:ascii="Arial" w:hAnsi="Arial" w:cs="Arial"/>
          <w:sz w:val="20"/>
          <w:szCs w:val="20"/>
        </w:rPr>
      </w:pPr>
    </w:p>
    <w:sectPr w:rsidR="006D06A1" w:rsidRPr="00B5342F" w:rsidSect="00DD62EB">
      <w:footerReference w:type="default" r:id="rId7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D257" w14:textId="77777777" w:rsidR="00EC20AC" w:rsidRDefault="00EC20AC">
      <w:r>
        <w:separator/>
      </w:r>
    </w:p>
  </w:endnote>
  <w:endnote w:type="continuationSeparator" w:id="0">
    <w:p w14:paraId="3B321BB5" w14:textId="77777777" w:rsidR="00EC20AC" w:rsidRDefault="00EC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3C15B" w14:textId="41FB6839" w:rsidR="00B1517E" w:rsidRPr="006A0178" w:rsidRDefault="006A0178" w:rsidP="006F341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20"/>
        <w:szCs w:val="20"/>
      </w:rPr>
    </w:pPr>
    <w:r w:rsidRPr="006A0178">
      <w:rPr>
        <w:rFonts w:ascii="Arial" w:hAnsi="Arial" w:cs="Arial"/>
        <w:sz w:val="20"/>
        <w:szCs w:val="20"/>
      </w:rPr>
      <w:t xml:space="preserve">© </w:t>
    </w:r>
    <w:r w:rsidR="00FD5D2F">
      <w:rPr>
        <w:rFonts w:ascii="Arial" w:hAnsi="Arial" w:cs="Arial"/>
        <w:sz w:val="20"/>
        <w:szCs w:val="20"/>
      </w:rPr>
      <w:t xml:space="preserve">LZK BW </w:t>
    </w:r>
    <w:r w:rsidR="000418ED">
      <w:rPr>
        <w:rFonts w:ascii="Arial" w:hAnsi="Arial" w:cs="Arial"/>
        <w:sz w:val="20"/>
        <w:szCs w:val="20"/>
      </w:rPr>
      <w:t>0</w:t>
    </w:r>
    <w:r w:rsidR="006D06A1">
      <w:rPr>
        <w:rFonts w:ascii="Arial" w:hAnsi="Arial" w:cs="Arial"/>
        <w:sz w:val="20"/>
        <w:szCs w:val="20"/>
      </w:rPr>
      <w:t>3</w:t>
    </w:r>
    <w:r w:rsidR="000418ED">
      <w:rPr>
        <w:rFonts w:ascii="Arial" w:hAnsi="Arial" w:cs="Arial"/>
        <w:sz w:val="20"/>
        <w:szCs w:val="20"/>
      </w:rPr>
      <w:t>/20</w:t>
    </w:r>
    <w:r w:rsidR="000B6F6B">
      <w:rPr>
        <w:rFonts w:ascii="Arial" w:hAnsi="Arial" w:cs="Arial"/>
        <w:sz w:val="20"/>
        <w:szCs w:val="20"/>
      </w:rPr>
      <w:t>2</w:t>
    </w:r>
    <w:r w:rsidR="006D06A1">
      <w:rPr>
        <w:rFonts w:ascii="Arial" w:hAnsi="Arial" w:cs="Arial"/>
        <w:sz w:val="20"/>
        <w:szCs w:val="20"/>
      </w:rPr>
      <w:t>5</w:t>
    </w:r>
    <w:r w:rsidR="00B1517E" w:rsidRPr="006A0178">
      <w:rPr>
        <w:rFonts w:ascii="Arial" w:hAnsi="Arial" w:cs="Arial"/>
        <w:sz w:val="20"/>
        <w:szCs w:val="20"/>
      </w:rPr>
      <w:tab/>
      <w:t xml:space="preserve">Formulare </w:t>
    </w:r>
    <w:r w:rsidR="000B6F6B">
      <w:rPr>
        <w:rFonts w:ascii="Arial" w:hAnsi="Arial" w:cs="Arial"/>
        <w:sz w:val="20"/>
        <w:szCs w:val="20"/>
      </w:rPr>
      <w:t>-</w:t>
    </w:r>
    <w:r w:rsidR="00B1517E" w:rsidRPr="006A0178">
      <w:rPr>
        <w:rFonts w:ascii="Arial" w:hAnsi="Arial" w:cs="Arial"/>
        <w:sz w:val="20"/>
        <w:szCs w:val="20"/>
      </w:rPr>
      <w:t xml:space="preserve"> Hygiene</w:t>
    </w:r>
    <w:r w:rsidRPr="006A0178">
      <w:rPr>
        <w:rFonts w:ascii="Arial" w:hAnsi="Arial" w:cs="Arial"/>
        <w:sz w:val="20"/>
        <w:szCs w:val="20"/>
      </w:rPr>
      <w:tab/>
      <w:t xml:space="preserve">Seite </w:t>
    </w:r>
    <w:r w:rsidRPr="006A0178">
      <w:rPr>
        <w:rStyle w:val="Seitenzahl"/>
        <w:rFonts w:ascii="Arial" w:hAnsi="Arial" w:cs="Arial"/>
        <w:sz w:val="20"/>
        <w:szCs w:val="20"/>
      </w:rPr>
      <w:fldChar w:fldCharType="begin"/>
    </w:r>
    <w:r w:rsidRPr="006A017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A0178">
      <w:rPr>
        <w:rStyle w:val="Seitenzahl"/>
        <w:rFonts w:ascii="Arial" w:hAnsi="Arial" w:cs="Arial"/>
        <w:sz w:val="20"/>
        <w:szCs w:val="20"/>
      </w:rPr>
      <w:fldChar w:fldCharType="separate"/>
    </w:r>
    <w:r w:rsidR="000418ED">
      <w:rPr>
        <w:rStyle w:val="Seitenzahl"/>
        <w:rFonts w:ascii="Arial" w:hAnsi="Arial" w:cs="Arial"/>
        <w:noProof/>
        <w:sz w:val="20"/>
        <w:szCs w:val="20"/>
      </w:rPr>
      <w:t>1</w:t>
    </w:r>
    <w:r w:rsidRPr="006A017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10ADB" w14:textId="77777777" w:rsidR="00EC20AC" w:rsidRDefault="00EC20AC">
      <w:r>
        <w:separator/>
      </w:r>
    </w:p>
  </w:footnote>
  <w:footnote w:type="continuationSeparator" w:id="0">
    <w:p w14:paraId="7BE2900C" w14:textId="77777777" w:rsidR="00EC20AC" w:rsidRDefault="00EC2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649A0"/>
    <w:multiLevelType w:val="hybridMultilevel"/>
    <w:tmpl w:val="7BFE27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62947"/>
    <w:multiLevelType w:val="hybridMultilevel"/>
    <w:tmpl w:val="770EDF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709965">
    <w:abstractNumId w:val="1"/>
  </w:num>
  <w:num w:numId="2" w16cid:durableId="2062485017">
    <w:abstractNumId w:val="2"/>
  </w:num>
  <w:num w:numId="3" w16cid:durableId="315184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CF"/>
    <w:rsid w:val="0000530C"/>
    <w:rsid w:val="00015CC4"/>
    <w:rsid w:val="00034B60"/>
    <w:rsid w:val="000418ED"/>
    <w:rsid w:val="00046755"/>
    <w:rsid w:val="000A71D4"/>
    <w:rsid w:val="000B6F6B"/>
    <w:rsid w:val="000C538F"/>
    <w:rsid w:val="00127411"/>
    <w:rsid w:val="0018015D"/>
    <w:rsid w:val="00185816"/>
    <w:rsid w:val="00192F77"/>
    <w:rsid w:val="001A34CD"/>
    <w:rsid w:val="001B0BDC"/>
    <w:rsid w:val="001E1CEA"/>
    <w:rsid w:val="002B2C3D"/>
    <w:rsid w:val="002B2D85"/>
    <w:rsid w:val="002E5A9B"/>
    <w:rsid w:val="00304813"/>
    <w:rsid w:val="00323C1D"/>
    <w:rsid w:val="00341298"/>
    <w:rsid w:val="00343DAF"/>
    <w:rsid w:val="003D48BA"/>
    <w:rsid w:val="00410B40"/>
    <w:rsid w:val="004A5B1F"/>
    <w:rsid w:val="00517D00"/>
    <w:rsid w:val="0052375F"/>
    <w:rsid w:val="005340D7"/>
    <w:rsid w:val="005513FE"/>
    <w:rsid w:val="005574EC"/>
    <w:rsid w:val="005967C0"/>
    <w:rsid w:val="005C7836"/>
    <w:rsid w:val="005E166C"/>
    <w:rsid w:val="005F5476"/>
    <w:rsid w:val="00634B7D"/>
    <w:rsid w:val="006648AE"/>
    <w:rsid w:val="006A0178"/>
    <w:rsid w:val="006A2164"/>
    <w:rsid w:val="006D06A1"/>
    <w:rsid w:val="006F3417"/>
    <w:rsid w:val="007328CF"/>
    <w:rsid w:val="00757BB9"/>
    <w:rsid w:val="007C7138"/>
    <w:rsid w:val="00827719"/>
    <w:rsid w:val="00854113"/>
    <w:rsid w:val="00896A72"/>
    <w:rsid w:val="00911323"/>
    <w:rsid w:val="00990FC5"/>
    <w:rsid w:val="009963F9"/>
    <w:rsid w:val="009B0245"/>
    <w:rsid w:val="009B05F3"/>
    <w:rsid w:val="00A10667"/>
    <w:rsid w:val="00A17579"/>
    <w:rsid w:val="00AB2347"/>
    <w:rsid w:val="00B1517E"/>
    <w:rsid w:val="00B5342F"/>
    <w:rsid w:val="00C07F42"/>
    <w:rsid w:val="00C11DCA"/>
    <w:rsid w:val="00C41BB8"/>
    <w:rsid w:val="00C85635"/>
    <w:rsid w:val="00CA4AF2"/>
    <w:rsid w:val="00CE6530"/>
    <w:rsid w:val="00CF53B9"/>
    <w:rsid w:val="00D008A6"/>
    <w:rsid w:val="00D02E61"/>
    <w:rsid w:val="00D11249"/>
    <w:rsid w:val="00D2333C"/>
    <w:rsid w:val="00DB0636"/>
    <w:rsid w:val="00DB494A"/>
    <w:rsid w:val="00DC5792"/>
    <w:rsid w:val="00DD62EB"/>
    <w:rsid w:val="00E015C1"/>
    <w:rsid w:val="00E16BA3"/>
    <w:rsid w:val="00E30579"/>
    <w:rsid w:val="00E43905"/>
    <w:rsid w:val="00E840A7"/>
    <w:rsid w:val="00EA47AC"/>
    <w:rsid w:val="00EC20AC"/>
    <w:rsid w:val="00F65F0E"/>
    <w:rsid w:val="00FD5D2F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2881"/>
  <w15:chartTrackingRefBased/>
  <w15:docId w15:val="{A8F53901-F3F6-428D-B34E-C2158FFE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0B4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2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E65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1517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517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A0178"/>
  </w:style>
  <w:style w:type="numbering" w:customStyle="1" w:styleId="KeineListe1">
    <w:name w:val="Keine Liste1"/>
    <w:next w:val="KeineListe"/>
    <w:uiPriority w:val="99"/>
    <w:semiHidden/>
    <w:unhideWhenUsed/>
    <w:rsid w:val="0018015D"/>
  </w:style>
  <w:style w:type="numbering" w:customStyle="1" w:styleId="KeineListe2">
    <w:name w:val="Keine Liste2"/>
    <w:next w:val="KeineListe"/>
    <w:semiHidden/>
    <w:rsid w:val="002B2C3D"/>
  </w:style>
  <w:style w:type="character" w:styleId="Hyperlink">
    <w:name w:val="Hyperlink"/>
    <w:rsid w:val="002B2C3D"/>
    <w:rPr>
      <w:color w:val="0000FF"/>
      <w:u w:val="single"/>
    </w:rPr>
  </w:style>
  <w:style w:type="character" w:customStyle="1" w:styleId="BesuchterHyperlink">
    <w:name w:val="BesuchterHyperlink"/>
    <w:rsid w:val="002B2C3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Fehlerbehandlung bei  MPG -Aufbereitung</vt:lpstr>
    </vt:vector>
  </TitlesOfParts>
  <Company>BZK Freiburg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Fehlerbehandlung bei  MPG -Aufbereitung</dc:title>
  <dc:subject/>
  <dc:creator>Dr. N. Struß</dc:creator>
  <cp:keywords/>
  <cp:lastModifiedBy>Marco Wagner</cp:lastModifiedBy>
  <cp:revision>6</cp:revision>
  <cp:lastPrinted>2006-06-08T07:43:00Z</cp:lastPrinted>
  <dcterms:created xsi:type="dcterms:W3CDTF">2025-03-06T10:22:00Z</dcterms:created>
  <dcterms:modified xsi:type="dcterms:W3CDTF">2025-03-07T16:45:00Z</dcterms:modified>
</cp:coreProperties>
</file>