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4"/>
        <w:gridCol w:w="1118"/>
        <w:gridCol w:w="1132"/>
        <w:gridCol w:w="1133"/>
        <w:gridCol w:w="144"/>
        <w:gridCol w:w="8"/>
        <w:gridCol w:w="1027"/>
        <w:gridCol w:w="126"/>
        <w:gridCol w:w="964"/>
        <w:gridCol w:w="1100"/>
        <w:gridCol w:w="1338"/>
      </w:tblGrid>
      <w:tr w:rsidR="00A16440" w:rsidRPr="00D76B01" w14:paraId="65E189B4" w14:textId="77777777" w:rsidTr="00FC36CF">
        <w:tc>
          <w:tcPr>
            <w:tcW w:w="4651" w:type="dxa"/>
            <w:gridSpan w:val="5"/>
            <w:shd w:val="clear" w:color="auto" w:fill="auto"/>
          </w:tcPr>
          <w:p w14:paraId="1DFF20A0" w14:textId="77777777" w:rsidR="00BB5871" w:rsidRPr="00D76B01" w:rsidRDefault="00BB5871" w:rsidP="00BB5871">
            <w:pPr>
              <w:rPr>
                <w:rFonts w:cs="Arial"/>
                <w:b/>
                <w:sz w:val="24"/>
                <w:szCs w:val="24"/>
              </w:rPr>
            </w:pPr>
            <w:r w:rsidRPr="00D76B01">
              <w:rPr>
                <w:rFonts w:cs="Arial"/>
                <w:b/>
                <w:sz w:val="24"/>
                <w:szCs w:val="24"/>
              </w:rPr>
              <w:t>Arbeitsanweisung</w:t>
            </w:r>
            <w:r w:rsidR="00944C2D">
              <w:rPr>
                <w:rFonts w:cs="Arial"/>
                <w:b/>
                <w:sz w:val="24"/>
                <w:szCs w:val="24"/>
              </w:rPr>
              <w:t xml:space="preserve"> – AA 15</w:t>
            </w:r>
            <w:r w:rsidR="00B90FDF">
              <w:rPr>
                <w:rFonts w:cs="Arial"/>
                <w:b/>
                <w:sz w:val="24"/>
                <w:szCs w:val="24"/>
              </w:rPr>
              <w:t>-</w:t>
            </w:r>
            <w:r w:rsidR="00993340">
              <w:rPr>
                <w:rFonts w:cs="Arial"/>
                <w:b/>
                <w:sz w:val="24"/>
                <w:szCs w:val="24"/>
              </w:rPr>
              <w:t>1</w:t>
            </w:r>
          </w:p>
          <w:p w14:paraId="5F9356AA" w14:textId="77777777" w:rsidR="00AF0C0C" w:rsidRPr="001D0B38" w:rsidRDefault="00AF0C0C" w:rsidP="007A5960">
            <w:pPr>
              <w:rPr>
                <w:rFonts w:cs="Arial"/>
              </w:rPr>
            </w:pPr>
          </w:p>
          <w:p w14:paraId="3270AEF8" w14:textId="77777777" w:rsidR="00944C2D" w:rsidRDefault="008F6215" w:rsidP="00944C2D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Verpackung</w:t>
            </w:r>
            <w:r w:rsidRPr="00886F85">
              <w:rPr>
                <w:rFonts w:cs="Arial"/>
                <w:b/>
                <w:i/>
              </w:rPr>
              <w:t xml:space="preserve"> </w:t>
            </w:r>
            <w:r>
              <w:rPr>
                <w:rFonts w:cs="Arial"/>
                <w:b/>
                <w:i/>
              </w:rPr>
              <w:t xml:space="preserve">und </w:t>
            </w:r>
            <w:r w:rsidR="008E633E">
              <w:rPr>
                <w:rFonts w:cs="Arial"/>
                <w:b/>
                <w:i/>
              </w:rPr>
              <w:t>Herstellung</w:t>
            </w:r>
            <w:r w:rsidR="00886F85" w:rsidRPr="00886F85">
              <w:rPr>
                <w:rFonts w:cs="Arial"/>
                <w:b/>
                <w:i/>
              </w:rPr>
              <w:t xml:space="preserve"> der </w:t>
            </w:r>
          </w:p>
          <w:p w14:paraId="27F5398F" w14:textId="77777777" w:rsidR="00A16440" w:rsidRPr="00886F85" w:rsidRDefault="008E633E" w:rsidP="00944C2D">
            <w:pPr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Siegelnaht</w:t>
            </w:r>
          </w:p>
        </w:tc>
        <w:tc>
          <w:tcPr>
            <w:tcW w:w="4563" w:type="dxa"/>
            <w:gridSpan w:val="6"/>
            <w:shd w:val="clear" w:color="auto" w:fill="auto"/>
          </w:tcPr>
          <w:p w14:paraId="05ADF826" w14:textId="77777777" w:rsidR="00A16440" w:rsidRPr="00D76B01" w:rsidRDefault="00A16440" w:rsidP="007A5960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i/>
                <w:sz w:val="20"/>
                <w:szCs w:val="20"/>
              </w:rPr>
              <w:t>Praxis:</w:t>
            </w:r>
          </w:p>
          <w:p w14:paraId="7E156B12" w14:textId="77777777" w:rsidR="00A16440" w:rsidRPr="00D76B01" w:rsidRDefault="00A16440" w:rsidP="007A5960">
            <w:pPr>
              <w:rPr>
                <w:rFonts w:cs="Arial"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16B98442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66138F0C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  <w:p w14:paraId="1763AC9C" w14:textId="77777777" w:rsidR="00A16440" w:rsidRPr="00D76B01" w:rsidRDefault="00A16440" w:rsidP="007A5960">
            <w:pPr>
              <w:rPr>
                <w:rFonts w:cs="Arial"/>
                <w:i/>
                <w:sz w:val="20"/>
                <w:szCs w:val="20"/>
              </w:rPr>
            </w:pPr>
            <w:r w:rsidRPr="00D76B01">
              <w:rPr>
                <w:rFonts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20"/>
                <w:szCs w:val="20"/>
              </w:rPr>
              <w:instrText xml:space="preserve"> FORMTEXT </w:instrText>
            </w:r>
            <w:r w:rsidRPr="00D76B01">
              <w:rPr>
                <w:rFonts w:cs="Arial"/>
                <w:sz w:val="20"/>
                <w:szCs w:val="20"/>
              </w:rPr>
            </w:r>
            <w:r w:rsidRPr="00D76B01">
              <w:rPr>
                <w:rFonts w:cs="Arial"/>
                <w:sz w:val="20"/>
                <w:szCs w:val="20"/>
              </w:rPr>
              <w:fldChar w:fldCharType="separate"/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noProof/>
                <w:sz w:val="20"/>
                <w:szCs w:val="20"/>
              </w:rPr>
              <w:t> </w:t>
            </w:r>
            <w:r w:rsidRPr="00D76B01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C36CF" w:rsidRPr="00D76B01" w14:paraId="07E1CAE8" w14:textId="77777777" w:rsidTr="004E35A1">
        <w:tc>
          <w:tcPr>
            <w:tcW w:w="9214" w:type="dxa"/>
            <w:gridSpan w:val="11"/>
            <w:shd w:val="clear" w:color="auto" w:fill="auto"/>
          </w:tcPr>
          <w:p w14:paraId="186C9E9A" w14:textId="77777777" w:rsidR="00FC36CF" w:rsidRPr="00D76B01" w:rsidRDefault="00FC36CF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Tätigkeit:</w:t>
            </w:r>
          </w:p>
          <w:p w14:paraId="1A0D361E" w14:textId="77777777" w:rsidR="00FC36CF" w:rsidRPr="00D76B01" w:rsidRDefault="00FC36CF" w:rsidP="001F6FE8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Verpack</w:t>
            </w:r>
            <w:r w:rsidR="00444131">
              <w:rPr>
                <w:rFonts w:cs="Arial"/>
                <w:b/>
                <w:sz w:val="20"/>
                <w:szCs w:val="20"/>
              </w:rPr>
              <w:t>en</w:t>
            </w:r>
            <w:r>
              <w:rPr>
                <w:rFonts w:cs="Arial"/>
                <w:b/>
                <w:sz w:val="20"/>
                <w:szCs w:val="20"/>
              </w:rPr>
              <w:t xml:space="preserve"> der Medizinprodukte und Herstellung der Siegelnaht</w:t>
            </w:r>
          </w:p>
        </w:tc>
      </w:tr>
      <w:tr w:rsidR="00FC36CF" w:rsidRPr="00D76B01" w14:paraId="5A8749B5" w14:textId="77777777" w:rsidTr="004E35A1">
        <w:tc>
          <w:tcPr>
            <w:tcW w:w="465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31EDFC" w14:textId="77777777" w:rsidR="00FC36CF" w:rsidRPr="00D76B01" w:rsidRDefault="00FC36CF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Geltungsbereich:</w:t>
            </w:r>
          </w:p>
          <w:p w14:paraId="2283D63C" w14:textId="77777777" w:rsidR="00FC36CF" w:rsidRPr="00D76B01" w:rsidRDefault="00FC36CF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9A3E35">
              <w:rPr>
                <w:rFonts w:cs="Arial"/>
                <w:b/>
                <w:sz w:val="20"/>
                <w:szCs w:val="20"/>
              </w:rPr>
              <w:t>Aufbereitungsbereich/-raum</w:t>
            </w:r>
          </w:p>
        </w:tc>
        <w:tc>
          <w:tcPr>
            <w:tcW w:w="455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6BE6EAD" w14:textId="77777777" w:rsidR="00FC36CF" w:rsidRPr="00D76B01" w:rsidRDefault="00FC36CF" w:rsidP="00D76B01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 w:rsidRPr="00D76B01">
              <w:rPr>
                <w:rFonts w:cs="Arial"/>
                <w:b/>
                <w:sz w:val="20"/>
                <w:szCs w:val="20"/>
              </w:rPr>
              <w:t>Ziel</w:t>
            </w:r>
            <w:r>
              <w:rPr>
                <w:rFonts w:cs="Arial"/>
                <w:b/>
                <w:sz w:val="20"/>
                <w:szCs w:val="20"/>
              </w:rPr>
              <w:t>/e</w:t>
            </w:r>
            <w:r w:rsidRPr="00D76B01">
              <w:rPr>
                <w:rFonts w:cs="Arial"/>
                <w:b/>
                <w:sz w:val="20"/>
                <w:szCs w:val="20"/>
              </w:rPr>
              <w:t>:</w:t>
            </w:r>
          </w:p>
          <w:p w14:paraId="42A8A323" w14:textId="77777777" w:rsidR="00FC36CF" w:rsidRPr="00081C16" w:rsidRDefault="00FC36CF" w:rsidP="00944C2D">
            <w:pPr>
              <w:spacing w:before="60" w:after="60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Sichere Verhinderung einer mikrobiellen Rekontamination von Medizinprodukten nach seiner Aufbereitung bis zur erneuten Anwendung.</w:t>
            </w:r>
          </w:p>
        </w:tc>
      </w:tr>
      <w:tr w:rsidR="001D0B38" w:rsidRPr="00D76B01" w14:paraId="09C24990" w14:textId="77777777" w:rsidTr="00551D69">
        <w:tc>
          <w:tcPr>
            <w:tcW w:w="581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13239659" w14:textId="77777777" w:rsidR="001D0B38" w:rsidRDefault="001D0B38">
            <w:pPr>
              <w:spacing w:before="60" w:after="6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18"/>
                <w:szCs w:val="18"/>
              </w:rPr>
              <w:t>Wer?</w:t>
            </w:r>
            <w:r>
              <w:rPr>
                <w:rFonts w:cs="Arial"/>
                <w:sz w:val="18"/>
                <w:szCs w:val="18"/>
              </w:rPr>
              <w:t xml:space="preserve"> Alle mit der Instrumentenaufbereitung betrauten Personen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4B95E5" w14:textId="77777777" w:rsidR="001D0B38" w:rsidRDefault="001D0B3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Versions-Nr.: </w:t>
            </w:r>
            <w:r>
              <w:rPr>
                <w:rFonts w:cs="Arial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sz w:val="18"/>
                <w:szCs w:val="18"/>
              </w:rPr>
              <w:instrText xml:space="preserve"> FORMTEXT </w:instrText>
            </w:r>
            <w:r>
              <w:rPr>
                <w:rFonts w:cs="Arial"/>
                <w:sz w:val="18"/>
                <w:szCs w:val="18"/>
              </w:rPr>
            </w:r>
            <w:r>
              <w:rPr>
                <w:rFonts w:cs="Arial"/>
                <w:sz w:val="18"/>
                <w:szCs w:val="18"/>
              </w:rPr>
              <w:fldChar w:fldCharType="separate"/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noProof/>
                <w:sz w:val="18"/>
                <w:szCs w:val="18"/>
              </w:rPr>
              <w:t> </w:t>
            </w:r>
            <w:r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3E0FBF" w:rsidRPr="00D76B01" w14:paraId="1C6880C4" w14:textId="77777777" w:rsidTr="00BA76AD">
        <w:tc>
          <w:tcPr>
            <w:tcW w:w="9214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D8CC4D8" w14:textId="77777777" w:rsidR="003E0FBF" w:rsidRPr="00D76B01" w:rsidRDefault="003E0FBF" w:rsidP="003E0FBF">
            <w:pPr>
              <w:rPr>
                <w:rFonts w:cs="Arial"/>
                <w:sz w:val="2"/>
                <w:szCs w:val="2"/>
              </w:rPr>
            </w:pPr>
          </w:p>
        </w:tc>
      </w:tr>
      <w:tr w:rsidR="009A3E35" w:rsidRPr="00D76B01" w14:paraId="497F86B0" w14:textId="77777777" w:rsidTr="00FC36CF">
        <w:tblPrEx>
          <w:tblBorders>
            <w:bottom w:val="single" w:sz="4" w:space="0" w:color="auto"/>
          </w:tblBorders>
        </w:tblPrEx>
        <w:tc>
          <w:tcPr>
            <w:tcW w:w="1124" w:type="dxa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</w:tcPr>
          <w:p w14:paraId="7020A110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118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ECFD60E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32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65398A5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13EFAD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Mitarbeiter/in</w:t>
            </w:r>
          </w:p>
        </w:tc>
        <w:tc>
          <w:tcPr>
            <w:tcW w:w="1179" w:type="dxa"/>
            <w:gridSpan w:val="3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7DE6B89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090" w:type="dxa"/>
            <w:gridSpan w:val="2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AD01646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QM-Beauftragte</w:t>
            </w:r>
          </w:p>
        </w:tc>
        <w:tc>
          <w:tcPr>
            <w:tcW w:w="1100" w:type="dxa"/>
            <w:tcBorders>
              <w:top w:val="nil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BF36912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</w:p>
        </w:tc>
        <w:tc>
          <w:tcPr>
            <w:tcW w:w="1338" w:type="dxa"/>
            <w:tcBorders>
              <w:top w:val="dashSmallGap" w:sz="4" w:space="0" w:color="auto"/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4129F8C" w14:textId="77777777" w:rsidR="00A16440" w:rsidRPr="00D76B01" w:rsidRDefault="00A16440" w:rsidP="00D76B01">
            <w:pPr>
              <w:spacing w:before="120" w:after="120"/>
              <w:rPr>
                <w:rFonts w:cs="Arial"/>
                <w:i/>
                <w:sz w:val="10"/>
                <w:szCs w:val="10"/>
              </w:rPr>
            </w:pPr>
            <w:r w:rsidRPr="00D76B01">
              <w:rPr>
                <w:rFonts w:cs="Arial"/>
                <w:i/>
                <w:sz w:val="10"/>
                <w:szCs w:val="10"/>
              </w:rPr>
              <w:t>Praxisinhaber/in</w:t>
            </w:r>
          </w:p>
        </w:tc>
      </w:tr>
      <w:tr w:rsidR="009A3E35" w:rsidRPr="00D76B01" w14:paraId="0A1532F2" w14:textId="77777777" w:rsidTr="00FC36CF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</w:tcPr>
          <w:p w14:paraId="3C5EFD0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Erstellt von:</w:t>
            </w:r>
          </w:p>
        </w:tc>
        <w:tc>
          <w:tcPr>
            <w:tcW w:w="1118" w:type="dxa"/>
            <w:shd w:val="clear" w:color="auto" w:fill="auto"/>
          </w:tcPr>
          <w:p w14:paraId="231EEA3D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32" w:type="dxa"/>
            <w:shd w:val="clear" w:color="auto" w:fill="auto"/>
          </w:tcPr>
          <w:p w14:paraId="740CEC11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Aktualisiert von:</w:t>
            </w:r>
          </w:p>
        </w:tc>
        <w:tc>
          <w:tcPr>
            <w:tcW w:w="1133" w:type="dxa"/>
            <w:shd w:val="clear" w:color="auto" w:fill="auto"/>
          </w:tcPr>
          <w:p w14:paraId="2EC93413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79" w:type="dxa"/>
            <w:gridSpan w:val="3"/>
            <w:shd w:val="clear" w:color="auto" w:fill="auto"/>
          </w:tcPr>
          <w:p w14:paraId="77DF85F4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Geprüft von:</w:t>
            </w:r>
          </w:p>
        </w:tc>
        <w:tc>
          <w:tcPr>
            <w:tcW w:w="1090" w:type="dxa"/>
            <w:gridSpan w:val="2"/>
            <w:shd w:val="clear" w:color="auto" w:fill="auto"/>
          </w:tcPr>
          <w:p w14:paraId="5522E5AA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00" w:type="dxa"/>
            <w:shd w:val="clear" w:color="auto" w:fill="auto"/>
          </w:tcPr>
          <w:p w14:paraId="36D186B2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Freigegeben von:</w:t>
            </w:r>
          </w:p>
        </w:tc>
        <w:tc>
          <w:tcPr>
            <w:tcW w:w="1338" w:type="dxa"/>
            <w:shd w:val="clear" w:color="auto" w:fill="auto"/>
          </w:tcPr>
          <w:p w14:paraId="1F292FA3" w14:textId="77777777" w:rsidR="00A16440" w:rsidRPr="00D76B01" w:rsidRDefault="00411CE2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</w:tr>
      <w:tr w:rsidR="009A3E35" w:rsidRPr="00D76B01" w14:paraId="30F46D2A" w14:textId="77777777" w:rsidTr="00FC36CF">
        <w:tblPrEx>
          <w:tblBorders>
            <w:bottom w:val="single" w:sz="4" w:space="0" w:color="auto"/>
          </w:tblBorders>
        </w:tblPrEx>
        <w:tc>
          <w:tcPr>
            <w:tcW w:w="1124" w:type="dxa"/>
            <w:shd w:val="clear" w:color="auto" w:fill="auto"/>
            <w:vAlign w:val="center"/>
          </w:tcPr>
          <w:p w14:paraId="6A502043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1EF2ACF1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32" w:type="dxa"/>
            <w:shd w:val="clear" w:color="auto" w:fill="auto"/>
            <w:vAlign w:val="center"/>
          </w:tcPr>
          <w:p w14:paraId="5EE16407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7C74F84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79" w:type="dxa"/>
            <w:gridSpan w:val="3"/>
            <w:shd w:val="clear" w:color="auto" w:fill="auto"/>
            <w:vAlign w:val="center"/>
          </w:tcPr>
          <w:p w14:paraId="04422ECF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090" w:type="dxa"/>
            <w:gridSpan w:val="2"/>
            <w:shd w:val="clear" w:color="auto" w:fill="auto"/>
            <w:vAlign w:val="center"/>
          </w:tcPr>
          <w:p w14:paraId="7A0A62FC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B8448B1" w14:textId="77777777" w:rsidR="00A16440" w:rsidRPr="00D76B01" w:rsidRDefault="00A16440" w:rsidP="00D76B01">
            <w:pPr>
              <w:spacing w:before="120" w:after="120"/>
              <w:rPr>
                <w:rFonts w:cs="Arial"/>
                <w:b/>
                <w:sz w:val="10"/>
                <w:szCs w:val="10"/>
              </w:rPr>
            </w:pPr>
            <w:r w:rsidRPr="00D76B01">
              <w:rPr>
                <w:rFonts w:cs="Arial"/>
                <w:b/>
                <w:sz w:val="10"/>
                <w:szCs w:val="10"/>
              </w:rPr>
              <w:t>Datum: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1CE5A4EA" w14:textId="77777777" w:rsidR="00A16440" w:rsidRPr="00D76B01" w:rsidRDefault="006C5C6C" w:rsidP="00D76B01">
            <w:pPr>
              <w:spacing w:before="120" w:after="120"/>
              <w:rPr>
                <w:rFonts w:cs="Arial"/>
                <w:sz w:val="10"/>
                <w:szCs w:val="10"/>
              </w:rPr>
            </w:pPr>
            <w:r w:rsidRPr="00D76B01">
              <w:rPr>
                <w:rFonts w:cs="Arial"/>
                <w:sz w:val="10"/>
                <w:szCs w:val="1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76B01">
              <w:rPr>
                <w:rFonts w:cs="Arial"/>
                <w:sz w:val="10"/>
                <w:szCs w:val="10"/>
              </w:rPr>
              <w:instrText xml:space="preserve"> FORMTEXT </w:instrText>
            </w:r>
            <w:r w:rsidRPr="00D76B01">
              <w:rPr>
                <w:rFonts w:cs="Arial"/>
                <w:sz w:val="10"/>
                <w:szCs w:val="10"/>
              </w:rPr>
            </w:r>
            <w:r w:rsidRPr="00D76B01">
              <w:rPr>
                <w:rFonts w:cs="Arial"/>
                <w:sz w:val="10"/>
                <w:szCs w:val="10"/>
              </w:rPr>
              <w:fldChar w:fldCharType="separate"/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noProof/>
                <w:sz w:val="10"/>
                <w:szCs w:val="10"/>
              </w:rPr>
              <w:t> </w:t>
            </w:r>
            <w:r w:rsidRPr="00D76B01">
              <w:rPr>
                <w:rFonts w:cs="Arial"/>
                <w:sz w:val="10"/>
                <w:szCs w:val="10"/>
              </w:rPr>
              <w:fldChar w:fldCharType="end"/>
            </w:r>
          </w:p>
        </w:tc>
      </w:tr>
    </w:tbl>
    <w:p w14:paraId="2C0CBB07" w14:textId="77777777" w:rsidR="00A16440" w:rsidRDefault="00A16440" w:rsidP="00A16440">
      <w:pPr>
        <w:rPr>
          <w:rFonts w:cs="Arial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0"/>
        <w:gridCol w:w="2741"/>
        <w:gridCol w:w="2741"/>
        <w:gridCol w:w="992"/>
      </w:tblGrid>
      <w:tr w:rsidR="00944C2D" w:rsidRPr="00D76B01" w14:paraId="766276ED" w14:textId="77777777" w:rsidTr="00944C2D">
        <w:tc>
          <w:tcPr>
            <w:tcW w:w="2740" w:type="dxa"/>
            <w:shd w:val="clear" w:color="auto" w:fill="auto"/>
          </w:tcPr>
          <w:p w14:paraId="7F6FBC0D" w14:textId="77777777" w:rsidR="00944C2D" w:rsidRPr="001800B0" w:rsidRDefault="00944C2D" w:rsidP="00D76B0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Verfahrensschritte:</w:t>
            </w:r>
          </w:p>
        </w:tc>
        <w:tc>
          <w:tcPr>
            <w:tcW w:w="2741" w:type="dxa"/>
            <w:shd w:val="clear" w:color="auto" w:fill="auto"/>
          </w:tcPr>
          <w:p w14:paraId="7C8E4DFB" w14:textId="77777777" w:rsidR="00944C2D" w:rsidRPr="001800B0" w:rsidRDefault="00944C2D" w:rsidP="00D76B0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800B0">
              <w:rPr>
                <w:rFonts w:cs="Arial"/>
                <w:b/>
                <w:sz w:val="18"/>
                <w:szCs w:val="18"/>
              </w:rPr>
              <w:t>Wie bzw. womit?</w:t>
            </w:r>
          </w:p>
        </w:tc>
        <w:tc>
          <w:tcPr>
            <w:tcW w:w="2741" w:type="dxa"/>
            <w:shd w:val="clear" w:color="auto" w:fill="auto"/>
          </w:tcPr>
          <w:p w14:paraId="7A52A1C6" w14:textId="77777777" w:rsidR="00944C2D" w:rsidRPr="001800B0" w:rsidRDefault="00944C2D" w:rsidP="00D76B0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800B0">
              <w:rPr>
                <w:rFonts w:cs="Arial"/>
                <w:b/>
                <w:sz w:val="18"/>
                <w:szCs w:val="18"/>
              </w:rPr>
              <w:t>Sonstiges?</w:t>
            </w:r>
          </w:p>
        </w:tc>
        <w:tc>
          <w:tcPr>
            <w:tcW w:w="992" w:type="dxa"/>
          </w:tcPr>
          <w:p w14:paraId="4F15120E" w14:textId="77777777" w:rsidR="00944C2D" w:rsidRPr="001800B0" w:rsidRDefault="00944C2D" w:rsidP="00D76B01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Zone/</w:t>
            </w:r>
            <w:r>
              <w:rPr>
                <w:rFonts w:cs="Arial"/>
                <w:b/>
                <w:sz w:val="18"/>
                <w:szCs w:val="18"/>
              </w:rPr>
              <w:br/>
              <w:t>Bereich:</w:t>
            </w:r>
          </w:p>
        </w:tc>
      </w:tr>
      <w:tr w:rsidR="00B36811" w:rsidRPr="00D76B01" w14:paraId="1AD86DC6" w14:textId="77777777" w:rsidTr="00944C2D">
        <w:tc>
          <w:tcPr>
            <w:tcW w:w="2740" w:type="dxa"/>
            <w:shd w:val="clear" w:color="auto" w:fill="auto"/>
          </w:tcPr>
          <w:p w14:paraId="3A796C1E" w14:textId="4C32EB2E" w:rsidR="00B36811" w:rsidRPr="00CE0536" w:rsidRDefault="00B36811" w:rsidP="00944C2D">
            <w:pPr>
              <w:tabs>
                <w:tab w:val="left" w:pos="318"/>
              </w:tabs>
              <w:ind w:left="318" w:hanging="318"/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1.</w:t>
            </w:r>
            <w:r w:rsidRPr="00CE0536">
              <w:rPr>
                <w:b/>
              </w:rPr>
              <w:tab/>
            </w:r>
            <w:r w:rsidRPr="00CE0536">
              <w:rPr>
                <w:rFonts w:cs="Arial"/>
                <w:sz w:val="18"/>
                <w:szCs w:val="18"/>
              </w:rPr>
              <w:t>Verpacken</w:t>
            </w:r>
          </w:p>
        </w:tc>
        <w:tc>
          <w:tcPr>
            <w:tcW w:w="2741" w:type="dxa"/>
            <w:shd w:val="clear" w:color="auto" w:fill="auto"/>
          </w:tcPr>
          <w:p w14:paraId="5F3584DA" w14:textId="77777777" w:rsidR="00444131" w:rsidRDefault="00B36811" w:rsidP="00444131">
            <w:pPr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Mit einem Sterilbarrieresystem (DIN EN 868; DIN EN ISO 11607):</w:t>
            </w:r>
          </w:p>
          <w:p w14:paraId="233683C0" w14:textId="77777777" w:rsidR="00444131" w:rsidRPr="00444131" w:rsidRDefault="00444131" w:rsidP="00993340">
            <w:pPr>
              <w:numPr>
                <w:ilvl w:val="0"/>
                <w:numId w:val="2"/>
              </w:numPr>
              <w:ind w:left="282" w:hanging="28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Klarsichtsterilverpackung</w:t>
            </w:r>
          </w:p>
        </w:tc>
        <w:tc>
          <w:tcPr>
            <w:tcW w:w="2741" w:type="dxa"/>
            <w:shd w:val="clear" w:color="auto" w:fill="auto"/>
          </w:tcPr>
          <w:p w14:paraId="7D692D72" w14:textId="77777777" w:rsidR="00B36811" w:rsidRPr="00CE0536" w:rsidRDefault="00B36811" w:rsidP="001908F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4701604E" w14:textId="5D663E42" w:rsidR="00B36811" w:rsidRPr="003A35BF" w:rsidRDefault="00283066" w:rsidP="001908F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drawing>
                <wp:anchor distT="0" distB="0" distL="114300" distR="114300" simplePos="0" relativeHeight="251657216" behindDoc="0" locked="0" layoutInCell="1" allowOverlap="1" wp14:anchorId="3EED478F" wp14:editId="6E195888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1991360</wp:posOffset>
                  </wp:positionV>
                  <wp:extent cx="250190" cy="426720"/>
                  <wp:effectExtent l="0" t="0" r="0" b="0"/>
                  <wp:wrapNone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36811" w:rsidRPr="00D76B01" w14:paraId="3ED259FA" w14:textId="77777777" w:rsidTr="00944C2D">
        <w:tc>
          <w:tcPr>
            <w:tcW w:w="2740" w:type="dxa"/>
            <w:shd w:val="clear" w:color="auto" w:fill="auto"/>
          </w:tcPr>
          <w:p w14:paraId="7BF80BCF" w14:textId="77777777" w:rsidR="00B36811" w:rsidRPr="00CE0536" w:rsidRDefault="00B368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41" w:type="dxa"/>
            <w:shd w:val="clear" w:color="auto" w:fill="auto"/>
          </w:tcPr>
          <w:p w14:paraId="75E9FDF4" w14:textId="77777777" w:rsidR="00B36811" w:rsidRPr="00CE0536" w:rsidRDefault="00B36811" w:rsidP="00127643">
            <w:pPr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Das Sterilbarrieresystem muss:</w:t>
            </w:r>
          </w:p>
          <w:p w14:paraId="2CC0804A" w14:textId="77777777" w:rsidR="00B36811" w:rsidRPr="00CE0536" w:rsidRDefault="00B36811" w:rsidP="00127643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auf das zur Anwendung kommende Sterilisationsverfahren</w:t>
            </w:r>
            <w:r w:rsidR="00CF77FF">
              <w:rPr>
                <w:rFonts w:cs="Arial"/>
                <w:sz w:val="18"/>
                <w:szCs w:val="18"/>
              </w:rPr>
              <w:t xml:space="preserve"> und</w:t>
            </w:r>
          </w:p>
          <w:p w14:paraId="70065A17" w14:textId="77777777" w:rsidR="00B36811" w:rsidRPr="00CE0536" w:rsidRDefault="00B36811" w:rsidP="0088347D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auf die Eigenschaften des zu sterilisierenden Instrumentes, die Erhaltung seiner Funktionsfähigkeit sowie</w:t>
            </w:r>
            <w:r w:rsidR="0088347D" w:rsidRPr="00CE0536">
              <w:rPr>
                <w:rFonts w:cs="Arial"/>
                <w:sz w:val="18"/>
                <w:szCs w:val="18"/>
              </w:rPr>
              <w:t xml:space="preserve"> </w:t>
            </w:r>
            <w:r w:rsidRPr="00CE0536">
              <w:rPr>
                <w:rFonts w:cs="Arial"/>
                <w:sz w:val="18"/>
                <w:szCs w:val="18"/>
              </w:rPr>
              <w:t>auf die vorgesehene Lagerung und den Transport</w:t>
            </w:r>
            <w:r w:rsidR="0088347D" w:rsidRPr="00CE0536">
              <w:rPr>
                <w:rFonts w:cs="Arial"/>
                <w:sz w:val="18"/>
                <w:szCs w:val="18"/>
              </w:rPr>
              <w:t xml:space="preserve"> </w:t>
            </w:r>
            <w:r w:rsidRPr="00CE0536">
              <w:rPr>
                <w:rFonts w:cs="Arial"/>
                <w:sz w:val="18"/>
                <w:szCs w:val="18"/>
              </w:rPr>
              <w:t>abgestimmt sein.</w:t>
            </w:r>
          </w:p>
        </w:tc>
        <w:tc>
          <w:tcPr>
            <w:tcW w:w="2741" w:type="dxa"/>
            <w:shd w:val="clear" w:color="auto" w:fill="auto"/>
          </w:tcPr>
          <w:p w14:paraId="3EBB21F0" w14:textId="77777777" w:rsidR="00B36811" w:rsidRPr="00CE0536" w:rsidRDefault="00B36811" w:rsidP="00441865">
            <w:pPr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Die Angaben des H</w:t>
            </w:r>
            <w:r w:rsidR="001742C4">
              <w:rPr>
                <w:rFonts w:cs="Arial"/>
                <w:sz w:val="18"/>
                <w:szCs w:val="18"/>
              </w:rPr>
              <w:t xml:space="preserve">erstellers sind zu beachten </w:t>
            </w:r>
            <w:r w:rsidR="001742C4">
              <w:rPr>
                <w:rFonts w:cs="Arial"/>
                <w:sz w:val="18"/>
                <w:szCs w:val="18"/>
              </w:rPr>
              <w:br/>
              <w:t>(z.</w:t>
            </w:r>
            <w:r w:rsidRPr="00CE0536">
              <w:rPr>
                <w:rFonts w:cs="Arial"/>
                <w:sz w:val="18"/>
                <w:szCs w:val="18"/>
              </w:rPr>
              <w:t xml:space="preserve">B. </w:t>
            </w:r>
            <w:r w:rsidR="001742C4">
              <w:rPr>
                <w:rFonts w:cs="Arial"/>
                <w:sz w:val="18"/>
                <w:szCs w:val="18"/>
              </w:rPr>
              <w:t>Lager</w:t>
            </w:r>
            <w:r w:rsidR="00F259A5" w:rsidRPr="00CE0536">
              <w:rPr>
                <w:rFonts w:cs="Arial"/>
                <w:sz w:val="18"/>
                <w:szCs w:val="18"/>
              </w:rPr>
              <w:t>ung</w:t>
            </w:r>
            <w:r w:rsidRPr="00CE0536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vMerge/>
          </w:tcPr>
          <w:p w14:paraId="2C11B826" w14:textId="77777777" w:rsidR="00B36811" w:rsidRDefault="00B36811" w:rsidP="00441865">
            <w:pPr>
              <w:rPr>
                <w:rFonts w:cs="Arial"/>
                <w:sz w:val="18"/>
                <w:szCs w:val="18"/>
              </w:rPr>
            </w:pPr>
          </w:p>
        </w:tc>
      </w:tr>
      <w:tr w:rsidR="00B36811" w:rsidRPr="00D76B01" w14:paraId="2D6B75A1" w14:textId="77777777" w:rsidTr="00944C2D">
        <w:tc>
          <w:tcPr>
            <w:tcW w:w="2740" w:type="dxa"/>
            <w:shd w:val="clear" w:color="auto" w:fill="auto"/>
          </w:tcPr>
          <w:p w14:paraId="26D2B34C" w14:textId="77777777" w:rsidR="00B36811" w:rsidRPr="00CE0536" w:rsidRDefault="00B36811" w:rsidP="00944C2D">
            <w:pPr>
              <w:tabs>
                <w:tab w:val="left" w:pos="318"/>
              </w:tabs>
              <w:ind w:left="318" w:hanging="318"/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2.</w:t>
            </w:r>
            <w:r w:rsidRPr="00CE0536">
              <w:rPr>
                <w:b/>
              </w:rPr>
              <w:tab/>
            </w:r>
            <w:r w:rsidRPr="00CE0536">
              <w:rPr>
                <w:rFonts w:cs="Arial"/>
                <w:sz w:val="18"/>
                <w:szCs w:val="18"/>
              </w:rPr>
              <w:t>Sichtkontrolle</w:t>
            </w:r>
          </w:p>
        </w:tc>
        <w:tc>
          <w:tcPr>
            <w:tcW w:w="2741" w:type="dxa"/>
            <w:shd w:val="clear" w:color="auto" w:fill="auto"/>
          </w:tcPr>
          <w:p w14:paraId="7C353E87" w14:textId="77777777" w:rsidR="00B36811" w:rsidRPr="00075673" w:rsidRDefault="00B36811" w:rsidP="00DA02EA">
            <w:pPr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Packkriterien sind</w:t>
            </w:r>
            <w:r w:rsidR="00620D62" w:rsidRPr="00075673">
              <w:rPr>
                <w:rFonts w:cs="Arial"/>
                <w:sz w:val="18"/>
                <w:szCs w:val="18"/>
              </w:rPr>
              <w:t xml:space="preserve"> z.B.</w:t>
            </w:r>
            <w:r w:rsidR="000539DD" w:rsidRPr="00075673">
              <w:rPr>
                <w:rFonts w:cs="Arial"/>
                <w:sz w:val="18"/>
                <w:szCs w:val="18"/>
              </w:rPr>
              <w:t>:</w:t>
            </w:r>
          </w:p>
          <w:p w14:paraId="21ACABAB" w14:textId="77777777" w:rsidR="00B36811" w:rsidRPr="00075673" w:rsidRDefault="00B36811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Ausreichender Abstand zwischen Siegelnaht und Instrument: ca. 3 cm</w:t>
            </w:r>
          </w:p>
          <w:p w14:paraId="784284E0" w14:textId="77777777" w:rsidR="00B36811" w:rsidRPr="00075673" w:rsidRDefault="00B36811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Maximaler Befüllungsgrad: ca. 75 %</w:t>
            </w:r>
          </w:p>
          <w:p w14:paraId="2AF089B3" w14:textId="77777777" w:rsidR="009E6886" w:rsidRPr="00075673" w:rsidRDefault="009E6886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Ausreichender Überstand zwischen Siegelnaht und Verpackungsschnittstelle auf der Entnahmeseite (aseptisch) der Verp</w:t>
            </w:r>
            <w:r w:rsidR="000539DD" w:rsidRPr="00075673">
              <w:rPr>
                <w:rFonts w:cs="Arial"/>
                <w:sz w:val="18"/>
                <w:szCs w:val="18"/>
              </w:rPr>
              <w:t>a</w:t>
            </w:r>
            <w:r w:rsidRPr="00075673">
              <w:rPr>
                <w:rFonts w:cs="Arial"/>
                <w:sz w:val="18"/>
                <w:szCs w:val="18"/>
              </w:rPr>
              <w:t xml:space="preserve">ckung: </w:t>
            </w:r>
            <w:r w:rsidR="00BE6EC9" w:rsidRPr="00075673">
              <w:rPr>
                <w:rFonts w:cs="Arial"/>
                <w:sz w:val="18"/>
                <w:szCs w:val="18"/>
              </w:rPr>
              <w:t xml:space="preserve">mind. </w:t>
            </w:r>
            <w:r w:rsidRPr="00075673">
              <w:rPr>
                <w:rFonts w:cs="Arial"/>
                <w:sz w:val="18"/>
                <w:szCs w:val="18"/>
              </w:rPr>
              <w:t>ca. 1 cm</w:t>
            </w:r>
            <w:r w:rsidR="0088347D" w:rsidRPr="00075673">
              <w:rPr>
                <w:rFonts w:cs="Arial"/>
                <w:sz w:val="18"/>
                <w:szCs w:val="18"/>
              </w:rPr>
              <w:t>;</w:t>
            </w:r>
            <w:r w:rsidR="001F77DC" w:rsidRPr="00075673">
              <w:rPr>
                <w:rFonts w:cs="Arial"/>
                <w:sz w:val="18"/>
                <w:szCs w:val="18"/>
              </w:rPr>
              <w:br/>
            </w:r>
            <w:r w:rsidR="0088347D" w:rsidRPr="00075673">
              <w:rPr>
                <w:rFonts w:cs="Arial"/>
                <w:sz w:val="18"/>
                <w:szCs w:val="18"/>
              </w:rPr>
              <w:t>Praxisempfehlung: 2-3 cm</w:t>
            </w:r>
          </w:p>
          <w:p w14:paraId="68DF6979" w14:textId="77777777" w:rsidR="008A266A" w:rsidRPr="00075673" w:rsidRDefault="008A266A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 xml:space="preserve">1 Instrument pro </w:t>
            </w:r>
            <w:r w:rsidR="001F77DC" w:rsidRPr="00075673">
              <w:rPr>
                <w:rFonts w:cs="Arial"/>
                <w:sz w:val="18"/>
                <w:szCs w:val="18"/>
              </w:rPr>
              <w:br/>
            </w:r>
            <w:r w:rsidRPr="00075673">
              <w:rPr>
                <w:rFonts w:cs="Arial"/>
                <w:sz w:val="18"/>
                <w:szCs w:val="18"/>
              </w:rPr>
              <w:t>Verpackung</w:t>
            </w:r>
          </w:p>
          <w:p w14:paraId="5DDE31CE" w14:textId="77777777" w:rsidR="00E866BE" w:rsidRPr="00075673" w:rsidRDefault="00E866BE" w:rsidP="00E866BE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Peelrichtung beachten</w:t>
            </w:r>
          </w:p>
          <w:p w14:paraId="3029866D" w14:textId="13AD9215" w:rsidR="00B36811" w:rsidRPr="00075673" w:rsidRDefault="00E87B6A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 xml:space="preserve">unter Beachtung der </w:t>
            </w:r>
            <w:r w:rsidR="00554A84" w:rsidRPr="00075673">
              <w:rPr>
                <w:rFonts w:cs="Arial"/>
                <w:sz w:val="18"/>
                <w:szCs w:val="18"/>
              </w:rPr>
              <w:br/>
            </w:r>
            <w:r w:rsidRPr="00075673">
              <w:rPr>
                <w:rFonts w:cs="Arial"/>
                <w:sz w:val="18"/>
                <w:szCs w:val="18"/>
              </w:rPr>
              <w:t xml:space="preserve">Herstellerangaben sind </w:t>
            </w:r>
            <w:r w:rsidR="00954CA9" w:rsidRPr="00075673">
              <w:rPr>
                <w:rFonts w:cs="Arial"/>
                <w:sz w:val="18"/>
                <w:szCs w:val="18"/>
              </w:rPr>
              <w:br/>
            </w:r>
            <w:r w:rsidR="00B36811" w:rsidRPr="00075673">
              <w:rPr>
                <w:rFonts w:cs="Arial"/>
                <w:sz w:val="18"/>
                <w:szCs w:val="18"/>
              </w:rPr>
              <w:t xml:space="preserve">Instrumente mit Gelenken und Maulteilen </w:t>
            </w:r>
            <w:r w:rsidR="00954CA9" w:rsidRPr="00075673">
              <w:rPr>
                <w:rFonts w:cs="Arial"/>
                <w:sz w:val="18"/>
                <w:szCs w:val="18"/>
              </w:rPr>
              <w:t xml:space="preserve">ggf. </w:t>
            </w:r>
            <w:r w:rsidR="00B36811" w:rsidRPr="00075673">
              <w:rPr>
                <w:rFonts w:cs="Arial"/>
                <w:sz w:val="18"/>
                <w:szCs w:val="18"/>
              </w:rPr>
              <w:t xml:space="preserve">in </w:t>
            </w:r>
            <w:r w:rsidR="00954CA9" w:rsidRPr="00075673">
              <w:rPr>
                <w:rFonts w:cs="Arial"/>
                <w:sz w:val="18"/>
                <w:szCs w:val="18"/>
              </w:rPr>
              <w:t xml:space="preserve">teil-/ </w:t>
            </w:r>
            <w:r w:rsidR="00B36811" w:rsidRPr="00075673">
              <w:rPr>
                <w:rFonts w:cs="Arial"/>
                <w:sz w:val="18"/>
                <w:szCs w:val="18"/>
              </w:rPr>
              <w:t>geöffne</w:t>
            </w:r>
            <w:r w:rsidR="001F77DC" w:rsidRPr="00075673">
              <w:rPr>
                <w:rFonts w:cs="Arial"/>
                <w:sz w:val="18"/>
                <w:szCs w:val="18"/>
              </w:rPr>
              <w:t>tem Zustand</w:t>
            </w:r>
            <w:r w:rsidRPr="00075673">
              <w:rPr>
                <w:rFonts w:cs="Arial"/>
                <w:sz w:val="18"/>
                <w:szCs w:val="18"/>
              </w:rPr>
              <w:t xml:space="preserve"> zu</w:t>
            </w:r>
            <w:r w:rsidR="001F77DC" w:rsidRPr="00075673">
              <w:rPr>
                <w:rFonts w:cs="Arial"/>
                <w:sz w:val="18"/>
                <w:szCs w:val="18"/>
              </w:rPr>
              <w:t xml:space="preserve"> </w:t>
            </w:r>
            <w:r w:rsidR="00954CA9" w:rsidRPr="00075673">
              <w:rPr>
                <w:rFonts w:cs="Arial"/>
                <w:sz w:val="18"/>
                <w:szCs w:val="18"/>
              </w:rPr>
              <w:br/>
            </w:r>
            <w:r w:rsidR="001F77DC" w:rsidRPr="00075673">
              <w:rPr>
                <w:rFonts w:cs="Arial"/>
                <w:sz w:val="18"/>
                <w:szCs w:val="18"/>
              </w:rPr>
              <w:t>verpacken</w:t>
            </w:r>
          </w:p>
          <w:p w14:paraId="4416CE3A" w14:textId="77777777" w:rsidR="00B36811" w:rsidRPr="00075673" w:rsidRDefault="00B36811" w:rsidP="00DA02EA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075673">
              <w:rPr>
                <w:rFonts w:cs="Arial"/>
                <w:sz w:val="18"/>
                <w:szCs w:val="18"/>
              </w:rPr>
              <w:t>Luft mit der Hand aus der Verpackung streichen</w:t>
            </w:r>
          </w:p>
        </w:tc>
        <w:tc>
          <w:tcPr>
            <w:tcW w:w="2741" w:type="dxa"/>
            <w:shd w:val="clear" w:color="auto" w:fill="auto"/>
          </w:tcPr>
          <w:p w14:paraId="39F25D9D" w14:textId="77777777" w:rsidR="00B36811" w:rsidRPr="00CE0536" w:rsidRDefault="00F259A5" w:rsidP="006D7F2C">
            <w:pPr>
              <w:rPr>
                <w:rFonts w:cs="Arial"/>
                <w:sz w:val="18"/>
                <w:szCs w:val="18"/>
              </w:rPr>
            </w:pPr>
            <w:r w:rsidRPr="00CE0536">
              <w:rPr>
                <w:rFonts w:cs="Arial"/>
                <w:sz w:val="18"/>
                <w:szCs w:val="18"/>
              </w:rPr>
              <w:t>Die Angaben des Herstellers sind zu beachten</w:t>
            </w:r>
          </w:p>
        </w:tc>
        <w:tc>
          <w:tcPr>
            <w:tcW w:w="992" w:type="dxa"/>
            <w:vMerge/>
          </w:tcPr>
          <w:p w14:paraId="21FE2202" w14:textId="77777777" w:rsidR="00B36811" w:rsidRPr="00127643" w:rsidRDefault="00B36811" w:rsidP="006D7F2C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E8C5F3C" w14:textId="77777777" w:rsidR="008D79BE" w:rsidRDefault="008D79BE">
      <w:pPr>
        <w:rPr>
          <w:sz w:val="18"/>
          <w:szCs w:val="18"/>
        </w:rPr>
      </w:pPr>
    </w:p>
    <w:p w14:paraId="3A2E27AF" w14:textId="77777777" w:rsidR="001742C4" w:rsidRPr="008D79BE" w:rsidRDefault="001742C4">
      <w:pPr>
        <w:rPr>
          <w:sz w:val="18"/>
          <w:szCs w:val="18"/>
        </w:rPr>
      </w:pPr>
    </w:p>
    <w:p w14:paraId="17B548D5" w14:textId="77777777" w:rsidR="008D79BE" w:rsidRPr="008D79BE" w:rsidRDefault="008D79BE">
      <w:pPr>
        <w:rPr>
          <w:sz w:val="18"/>
          <w:szCs w:val="18"/>
        </w:rPr>
      </w:pPr>
      <w:r w:rsidRPr="008D79BE">
        <w:rPr>
          <w:sz w:val="18"/>
          <w:szCs w:val="18"/>
        </w:rPr>
        <w:br w:type="page"/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0"/>
        <w:gridCol w:w="2741"/>
        <w:gridCol w:w="2741"/>
        <w:gridCol w:w="992"/>
      </w:tblGrid>
      <w:tr w:rsidR="00944C2D" w:rsidRPr="00D76B01" w14:paraId="0F8EE923" w14:textId="77777777" w:rsidTr="00944C2D">
        <w:tc>
          <w:tcPr>
            <w:tcW w:w="2740" w:type="dxa"/>
            <w:shd w:val="clear" w:color="auto" w:fill="auto"/>
          </w:tcPr>
          <w:p w14:paraId="20B7C835" w14:textId="77777777" w:rsidR="00944C2D" w:rsidRPr="001800B0" w:rsidRDefault="00944C2D" w:rsidP="00876D4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lastRenderedPageBreak/>
              <w:t>Verfahrensschritte:</w:t>
            </w:r>
          </w:p>
        </w:tc>
        <w:tc>
          <w:tcPr>
            <w:tcW w:w="2741" w:type="dxa"/>
            <w:shd w:val="clear" w:color="auto" w:fill="auto"/>
          </w:tcPr>
          <w:p w14:paraId="45884EE7" w14:textId="77777777" w:rsidR="00944C2D" w:rsidRPr="001800B0" w:rsidRDefault="00944C2D" w:rsidP="00876D4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800B0">
              <w:rPr>
                <w:rFonts w:cs="Arial"/>
                <w:b/>
                <w:sz w:val="18"/>
                <w:szCs w:val="18"/>
              </w:rPr>
              <w:t>Wie bzw. womit?</w:t>
            </w:r>
          </w:p>
        </w:tc>
        <w:tc>
          <w:tcPr>
            <w:tcW w:w="2741" w:type="dxa"/>
            <w:shd w:val="clear" w:color="auto" w:fill="auto"/>
          </w:tcPr>
          <w:p w14:paraId="1947CFDC" w14:textId="77777777" w:rsidR="00944C2D" w:rsidRPr="001800B0" w:rsidRDefault="00944C2D" w:rsidP="00876D4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800B0">
              <w:rPr>
                <w:rFonts w:cs="Arial"/>
                <w:b/>
                <w:sz w:val="18"/>
                <w:szCs w:val="18"/>
              </w:rPr>
              <w:t>Sonstiges?</w:t>
            </w:r>
          </w:p>
        </w:tc>
        <w:tc>
          <w:tcPr>
            <w:tcW w:w="992" w:type="dxa"/>
          </w:tcPr>
          <w:p w14:paraId="72FDD986" w14:textId="77777777" w:rsidR="00944C2D" w:rsidRPr="001800B0" w:rsidRDefault="00944C2D" w:rsidP="00876D4A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Zone/</w:t>
            </w:r>
            <w:r>
              <w:rPr>
                <w:rFonts w:cs="Arial"/>
                <w:b/>
                <w:sz w:val="18"/>
                <w:szCs w:val="18"/>
              </w:rPr>
              <w:br/>
              <w:t>Bereich:</w:t>
            </w:r>
          </w:p>
        </w:tc>
      </w:tr>
      <w:tr w:rsidR="0088347D" w:rsidRPr="00D76B01" w14:paraId="44AAADB0" w14:textId="77777777" w:rsidTr="00944C2D">
        <w:tc>
          <w:tcPr>
            <w:tcW w:w="2740" w:type="dxa"/>
            <w:shd w:val="clear" w:color="auto" w:fill="auto"/>
          </w:tcPr>
          <w:p w14:paraId="78929623" w14:textId="3B6C3CC7" w:rsidR="0088347D" w:rsidRDefault="001742C4" w:rsidP="00944C2D">
            <w:pPr>
              <w:tabs>
                <w:tab w:val="left" w:pos="318"/>
              </w:tabs>
              <w:ind w:left="318" w:hanging="31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  <w:r w:rsidR="0088347D">
              <w:rPr>
                <w:rFonts w:cs="Arial"/>
                <w:sz w:val="18"/>
                <w:szCs w:val="18"/>
              </w:rPr>
              <w:t>.</w:t>
            </w:r>
            <w:r w:rsidR="0088347D" w:rsidRPr="006C570C">
              <w:rPr>
                <w:b/>
              </w:rPr>
              <w:tab/>
            </w:r>
            <w:r w:rsidR="0088347D">
              <w:rPr>
                <w:rFonts w:cs="Arial"/>
                <w:sz w:val="18"/>
                <w:szCs w:val="18"/>
              </w:rPr>
              <w:t>Einschalten des Siegel</w:t>
            </w:r>
            <w:r w:rsidR="00444131">
              <w:rPr>
                <w:rFonts w:cs="Arial"/>
                <w:sz w:val="18"/>
                <w:szCs w:val="18"/>
              </w:rPr>
              <w:t>-</w:t>
            </w:r>
            <w:r w:rsidR="0088485C">
              <w:rPr>
                <w:rFonts w:cs="Arial"/>
                <w:sz w:val="18"/>
                <w:szCs w:val="18"/>
              </w:rPr>
              <w:br/>
            </w:r>
            <w:r w:rsidR="0088347D">
              <w:rPr>
                <w:rFonts w:cs="Arial"/>
                <w:sz w:val="18"/>
                <w:szCs w:val="18"/>
              </w:rPr>
              <w:t>gerätes</w:t>
            </w:r>
          </w:p>
        </w:tc>
        <w:tc>
          <w:tcPr>
            <w:tcW w:w="2741" w:type="dxa"/>
            <w:shd w:val="clear" w:color="auto" w:fill="auto"/>
          </w:tcPr>
          <w:p w14:paraId="2A96C649" w14:textId="77777777" w:rsidR="0088347D" w:rsidRDefault="008834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741" w:type="dxa"/>
            <w:shd w:val="clear" w:color="auto" w:fill="auto"/>
          </w:tcPr>
          <w:p w14:paraId="7541A4E0" w14:textId="77777777" w:rsidR="0088347D" w:rsidRDefault="0088347D" w:rsidP="00442B3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14:paraId="725F14B7" w14:textId="4ACC975E" w:rsidR="0088347D" w:rsidRDefault="00283066" w:rsidP="006813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2FDF1470" wp14:editId="361B27A4">
                  <wp:simplePos x="0" y="0"/>
                  <wp:positionH relativeFrom="column">
                    <wp:posOffset>113030</wp:posOffset>
                  </wp:positionH>
                  <wp:positionV relativeFrom="paragraph">
                    <wp:posOffset>2433955</wp:posOffset>
                  </wp:positionV>
                  <wp:extent cx="250190" cy="426720"/>
                  <wp:effectExtent l="0" t="0" r="0" b="0"/>
                  <wp:wrapNone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190" cy="426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347D" w:rsidRPr="00D76B01" w14:paraId="05BA6E22" w14:textId="77777777" w:rsidTr="00944C2D">
        <w:tc>
          <w:tcPr>
            <w:tcW w:w="2740" w:type="dxa"/>
            <w:shd w:val="clear" w:color="auto" w:fill="auto"/>
          </w:tcPr>
          <w:p w14:paraId="62D6007E" w14:textId="77777777" w:rsidR="0088347D" w:rsidRDefault="001742C4" w:rsidP="00944C2D">
            <w:pPr>
              <w:tabs>
                <w:tab w:val="left" w:pos="318"/>
              </w:tabs>
              <w:ind w:left="318" w:hanging="31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  <w:r w:rsidR="0088347D">
              <w:rPr>
                <w:rFonts w:cs="Arial"/>
                <w:sz w:val="18"/>
                <w:szCs w:val="18"/>
              </w:rPr>
              <w:t>.</w:t>
            </w:r>
            <w:r w:rsidR="0088347D" w:rsidRPr="006C570C">
              <w:rPr>
                <w:b/>
              </w:rPr>
              <w:tab/>
            </w:r>
            <w:r w:rsidR="0088347D">
              <w:rPr>
                <w:rFonts w:cs="Arial"/>
                <w:sz w:val="18"/>
                <w:szCs w:val="18"/>
              </w:rPr>
              <w:t>Herstellung der Siegel</w:t>
            </w:r>
            <w:r w:rsidR="00444131">
              <w:rPr>
                <w:rFonts w:cs="Arial"/>
                <w:sz w:val="18"/>
                <w:szCs w:val="18"/>
              </w:rPr>
              <w:t>-</w:t>
            </w:r>
            <w:r w:rsidR="0088347D">
              <w:rPr>
                <w:rFonts w:cs="Arial"/>
                <w:sz w:val="18"/>
                <w:szCs w:val="18"/>
              </w:rPr>
              <w:t>nähte</w:t>
            </w:r>
          </w:p>
        </w:tc>
        <w:tc>
          <w:tcPr>
            <w:tcW w:w="2741" w:type="dxa"/>
            <w:shd w:val="clear" w:color="auto" w:fill="auto"/>
          </w:tcPr>
          <w:p w14:paraId="46DDCD85" w14:textId="77777777" w:rsidR="0088347D" w:rsidRPr="00391BF8" w:rsidRDefault="0088347D" w:rsidP="0063317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Mit dem Siegelgerät</w:t>
            </w:r>
          </w:p>
        </w:tc>
        <w:tc>
          <w:tcPr>
            <w:tcW w:w="2741" w:type="dxa"/>
            <w:shd w:val="clear" w:color="auto" w:fill="auto"/>
          </w:tcPr>
          <w:p w14:paraId="462248CC" w14:textId="77777777" w:rsidR="0088347D" w:rsidRPr="004E6F4E" w:rsidRDefault="0088347D" w:rsidP="004E6F4E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14:paraId="2C4FA003" w14:textId="77777777" w:rsidR="0088347D" w:rsidRPr="004E6F4E" w:rsidRDefault="0088347D" w:rsidP="004E6F4E">
            <w:pPr>
              <w:rPr>
                <w:rFonts w:cs="Arial"/>
                <w:sz w:val="18"/>
                <w:szCs w:val="18"/>
              </w:rPr>
            </w:pPr>
          </w:p>
        </w:tc>
      </w:tr>
      <w:tr w:rsidR="0088347D" w:rsidRPr="00D76B01" w14:paraId="4D7D20E9" w14:textId="77777777" w:rsidTr="00944C2D">
        <w:tc>
          <w:tcPr>
            <w:tcW w:w="2740" w:type="dxa"/>
            <w:shd w:val="clear" w:color="auto" w:fill="auto"/>
          </w:tcPr>
          <w:p w14:paraId="5C1FB610" w14:textId="38F0111B" w:rsidR="0088347D" w:rsidRDefault="001742C4" w:rsidP="00944C2D">
            <w:pPr>
              <w:tabs>
                <w:tab w:val="left" w:pos="318"/>
              </w:tabs>
              <w:ind w:left="318" w:hanging="318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  <w:r w:rsidR="0088347D">
              <w:rPr>
                <w:rFonts w:cs="Arial"/>
                <w:sz w:val="18"/>
                <w:szCs w:val="18"/>
              </w:rPr>
              <w:t>.</w:t>
            </w:r>
            <w:r w:rsidR="0088347D" w:rsidRPr="006C570C">
              <w:rPr>
                <w:b/>
              </w:rPr>
              <w:tab/>
            </w:r>
            <w:r w:rsidR="0088347D">
              <w:rPr>
                <w:rFonts w:cs="Arial"/>
                <w:sz w:val="18"/>
                <w:szCs w:val="18"/>
              </w:rPr>
              <w:t>Prüfung der Klarsicht</w:t>
            </w:r>
            <w:r w:rsidR="00444131">
              <w:rPr>
                <w:rFonts w:cs="Arial"/>
                <w:sz w:val="18"/>
                <w:szCs w:val="18"/>
              </w:rPr>
              <w:t>-</w:t>
            </w:r>
            <w:r w:rsidR="00935D9B">
              <w:rPr>
                <w:rFonts w:cs="Arial"/>
                <w:sz w:val="18"/>
                <w:szCs w:val="18"/>
              </w:rPr>
              <w:br/>
            </w:r>
            <w:r w:rsidR="0088347D">
              <w:rPr>
                <w:rFonts w:cs="Arial"/>
                <w:sz w:val="18"/>
                <w:szCs w:val="18"/>
              </w:rPr>
              <w:t>sterilverpackung</w:t>
            </w:r>
          </w:p>
        </w:tc>
        <w:tc>
          <w:tcPr>
            <w:tcW w:w="2741" w:type="dxa"/>
            <w:shd w:val="clear" w:color="auto" w:fill="auto"/>
          </w:tcPr>
          <w:p w14:paraId="479867FE" w14:textId="77777777" w:rsidR="0088347D" w:rsidRDefault="00505C3B" w:rsidP="006D7F2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Prüfkrite</w:t>
            </w:r>
            <w:r w:rsidR="00F259A5">
              <w:rPr>
                <w:rFonts w:cs="Arial"/>
                <w:sz w:val="18"/>
                <w:szCs w:val="18"/>
              </w:rPr>
              <w:t>rien sind</w:t>
            </w:r>
            <w:r w:rsidR="00620D62">
              <w:rPr>
                <w:rFonts w:cs="Arial"/>
                <w:sz w:val="18"/>
                <w:szCs w:val="18"/>
              </w:rPr>
              <w:t xml:space="preserve"> z.B.</w:t>
            </w:r>
            <w:r>
              <w:rPr>
                <w:rFonts w:cs="Arial"/>
                <w:sz w:val="18"/>
                <w:szCs w:val="18"/>
              </w:rPr>
              <w:t xml:space="preserve">: </w:t>
            </w:r>
          </w:p>
          <w:p w14:paraId="3CDA4F7E" w14:textId="093336D8" w:rsidR="0088347D" w:rsidRPr="00391BF8" w:rsidRDefault="0088347D" w:rsidP="009F40E4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Ausreichend fest, voll</w:t>
            </w:r>
            <w:r w:rsidR="00554A84">
              <w:rPr>
                <w:rFonts w:cs="Arial"/>
                <w:sz w:val="18"/>
                <w:szCs w:val="18"/>
              </w:rPr>
              <w:t>-</w:t>
            </w:r>
            <w:r w:rsidR="00554A8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ständig und ggf. peelbar</w:t>
            </w:r>
          </w:p>
          <w:p w14:paraId="1E2874E9" w14:textId="77777777" w:rsidR="0088347D" w:rsidRPr="00391BF8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Breite der Siegelnaht: </w:t>
            </w:r>
            <w:r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>≥ 6 - ≤ 12 mm</w:t>
            </w:r>
          </w:p>
          <w:p w14:paraId="1119C3D9" w14:textId="6A582242" w:rsidR="0088347D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Ausreichender Abstand </w:t>
            </w:r>
            <w:r w:rsidR="00554A84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 xml:space="preserve">zwischen Siegelnaht und </w:t>
            </w:r>
            <w:r>
              <w:rPr>
                <w:rFonts w:cs="Arial"/>
                <w:sz w:val="18"/>
                <w:szCs w:val="18"/>
              </w:rPr>
              <w:t>Instrument</w:t>
            </w:r>
            <w:r w:rsidRPr="00391BF8">
              <w:rPr>
                <w:rFonts w:cs="Arial"/>
                <w:sz w:val="18"/>
                <w:szCs w:val="18"/>
              </w:rPr>
              <w:t>: ca. 3 cm</w:t>
            </w:r>
          </w:p>
          <w:p w14:paraId="247B0DF6" w14:textId="77777777" w:rsidR="0088347D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>Maximaler Befüllungsgrad: ca. 75 %</w:t>
            </w:r>
          </w:p>
          <w:p w14:paraId="1FD35DB4" w14:textId="77777777" w:rsidR="0088347D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Ausreichender </w:t>
            </w:r>
            <w:r>
              <w:rPr>
                <w:rFonts w:cs="Arial"/>
                <w:sz w:val="18"/>
                <w:szCs w:val="18"/>
              </w:rPr>
              <w:t>Über</w:t>
            </w:r>
            <w:r w:rsidRPr="00391BF8">
              <w:rPr>
                <w:rFonts w:cs="Arial"/>
                <w:sz w:val="18"/>
                <w:szCs w:val="18"/>
              </w:rPr>
              <w:t xml:space="preserve">stand zwischen Siegelnaht und </w:t>
            </w:r>
            <w:r>
              <w:rPr>
                <w:rFonts w:cs="Arial"/>
                <w:sz w:val="18"/>
                <w:szCs w:val="18"/>
              </w:rPr>
              <w:t>Verpackungsschnittstelle auf der Entnahmeseite der Verpackung: ca. 1</w:t>
            </w:r>
            <w:r w:rsidRPr="00391BF8">
              <w:rPr>
                <w:rFonts w:cs="Arial"/>
                <w:sz w:val="18"/>
                <w:szCs w:val="18"/>
              </w:rPr>
              <w:t xml:space="preserve"> cm</w:t>
            </w:r>
            <w:r>
              <w:rPr>
                <w:rFonts w:cs="Arial"/>
                <w:sz w:val="18"/>
                <w:szCs w:val="18"/>
              </w:rPr>
              <w:t xml:space="preserve">; </w:t>
            </w:r>
            <w:r w:rsidR="00700450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Praxisempfehlung: 2-3 cm</w:t>
            </w:r>
          </w:p>
          <w:p w14:paraId="0ABE72DF" w14:textId="77777777" w:rsidR="0088347D" w:rsidRPr="00391BF8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Aussehen der Siegelnaht: „matt“ </w:t>
            </w:r>
            <w:r w:rsidRPr="00391BF8">
              <w:rPr>
                <w:rFonts w:cs="Arial"/>
                <w:sz w:val="18"/>
                <w:szCs w:val="18"/>
              </w:rPr>
              <w:sym w:font="Wingdings" w:char="F0E0"/>
            </w:r>
            <w:r w:rsidRPr="00391BF8">
              <w:rPr>
                <w:rFonts w:cs="Arial"/>
                <w:sz w:val="18"/>
                <w:szCs w:val="18"/>
              </w:rPr>
              <w:t xml:space="preserve"> einwandfrei</w:t>
            </w:r>
          </w:p>
          <w:p w14:paraId="47499C7E" w14:textId="77777777" w:rsidR="0088347D" w:rsidRPr="00391BF8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Aussehen der Siegelnaht: „glänzend“ </w:t>
            </w:r>
            <w:r w:rsidRPr="00391BF8">
              <w:rPr>
                <w:rFonts w:cs="Arial"/>
                <w:sz w:val="18"/>
                <w:szCs w:val="18"/>
              </w:rPr>
              <w:sym w:font="Wingdings" w:char="F0E0"/>
            </w:r>
            <w:r w:rsidRPr="00391BF8">
              <w:rPr>
                <w:rFonts w:cs="Arial"/>
                <w:sz w:val="18"/>
                <w:szCs w:val="18"/>
              </w:rPr>
              <w:t xml:space="preserve"> fehlerhaft</w:t>
            </w:r>
          </w:p>
          <w:p w14:paraId="6E05728D" w14:textId="7AF08230" w:rsidR="0088347D" w:rsidRPr="00391BF8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>Aussehen der Siegel</w:t>
            </w:r>
            <w:r>
              <w:rPr>
                <w:rFonts w:cs="Arial"/>
                <w:sz w:val="18"/>
                <w:szCs w:val="18"/>
              </w:rPr>
              <w:t xml:space="preserve">naht: „zu hell“ </w:t>
            </w:r>
            <w:r w:rsidRPr="00391BF8">
              <w:rPr>
                <w:rFonts w:cs="Arial"/>
                <w:sz w:val="18"/>
                <w:szCs w:val="18"/>
              </w:rPr>
              <w:sym w:font="Wingdings" w:char="F0E0"/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391BF8">
              <w:rPr>
                <w:rFonts w:cs="Arial"/>
                <w:sz w:val="18"/>
                <w:szCs w:val="18"/>
              </w:rPr>
              <w:t xml:space="preserve">zu geringe </w:t>
            </w:r>
            <w:r w:rsidR="00554A84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 xml:space="preserve">Siegeltemperatur oder zu </w:t>
            </w:r>
            <w:r w:rsidR="00700450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>geringer Anpressdruck</w:t>
            </w:r>
          </w:p>
          <w:p w14:paraId="620870D3" w14:textId="0CCBA11D" w:rsidR="0088347D" w:rsidRPr="00391BF8" w:rsidRDefault="0088347D" w:rsidP="006D7F2C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 w:rsidRPr="00391BF8">
              <w:rPr>
                <w:rFonts w:cs="Arial"/>
                <w:sz w:val="18"/>
                <w:szCs w:val="18"/>
              </w:rPr>
              <w:t xml:space="preserve">Aussehen der Siegelnaht: „bräunlich“ </w:t>
            </w:r>
            <w:r w:rsidRPr="00391BF8">
              <w:rPr>
                <w:rFonts w:cs="Arial"/>
                <w:sz w:val="18"/>
                <w:szCs w:val="18"/>
              </w:rPr>
              <w:sym w:font="Wingdings" w:char="F0E0"/>
            </w:r>
            <w:r w:rsidRPr="00391BF8">
              <w:rPr>
                <w:rFonts w:cs="Arial"/>
                <w:sz w:val="18"/>
                <w:szCs w:val="18"/>
              </w:rPr>
              <w:t xml:space="preserve"> zu hohe </w:t>
            </w:r>
            <w:r w:rsidR="00554A84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>Siegeltemperatur</w:t>
            </w:r>
          </w:p>
          <w:p w14:paraId="78DD342D" w14:textId="77BF7587" w:rsidR="0088347D" w:rsidRPr="00944C2D" w:rsidRDefault="0088347D" w:rsidP="00944C2D">
            <w:pPr>
              <w:numPr>
                <w:ilvl w:val="0"/>
                <w:numId w:val="1"/>
              </w:numPr>
              <w:ind w:left="282" w:hanging="282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Siegel</w:t>
            </w:r>
            <w:r w:rsidRPr="00391BF8">
              <w:rPr>
                <w:rFonts w:cs="Arial"/>
                <w:sz w:val="18"/>
                <w:szCs w:val="18"/>
              </w:rPr>
              <w:t xml:space="preserve">naht darf keine </w:t>
            </w:r>
            <w:r w:rsidR="00700450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>Kanalbildung oder offene Siegelungen, Durchstiche oder Risse, Schichten</w:t>
            </w:r>
            <w:r w:rsidR="00700450">
              <w:rPr>
                <w:rFonts w:cs="Arial"/>
                <w:sz w:val="18"/>
                <w:szCs w:val="18"/>
              </w:rPr>
              <w:t>-</w:t>
            </w:r>
            <w:r w:rsidR="00554A84">
              <w:rPr>
                <w:rFonts w:cs="Arial"/>
                <w:sz w:val="18"/>
                <w:szCs w:val="18"/>
              </w:rPr>
              <w:br/>
            </w:r>
            <w:r w:rsidRPr="00391BF8">
              <w:rPr>
                <w:rFonts w:cs="Arial"/>
                <w:sz w:val="18"/>
                <w:szCs w:val="18"/>
              </w:rPr>
              <w:t>trennung oder Ablösung von Materialien aufweisen</w:t>
            </w:r>
          </w:p>
        </w:tc>
        <w:tc>
          <w:tcPr>
            <w:tcW w:w="2741" w:type="dxa"/>
            <w:shd w:val="clear" w:color="auto" w:fill="auto"/>
          </w:tcPr>
          <w:p w14:paraId="5927A745" w14:textId="52272826" w:rsidR="0088347D" w:rsidRDefault="0088347D" w:rsidP="00944C2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 Angaben über Siegel</w:t>
            </w:r>
            <w:r w:rsidR="00935D9B">
              <w:rPr>
                <w:rFonts w:cs="Arial"/>
                <w:sz w:val="18"/>
                <w:szCs w:val="18"/>
              </w:rPr>
              <w:t>-</w:t>
            </w:r>
            <w:r w:rsidR="00935D9B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temperatur, Siegelzeit und </w:t>
            </w:r>
            <w:r w:rsidR="00935D9B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Anpressdruck der Sterilbarrieresystemhersteller sind zu </w:t>
            </w:r>
            <w:r w:rsidR="00554A8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beachten.</w:t>
            </w:r>
          </w:p>
          <w:p w14:paraId="6148E4E5" w14:textId="46E7F9ED" w:rsidR="0088347D" w:rsidRPr="004E6F4E" w:rsidRDefault="0088347D" w:rsidP="00944C2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Ein Siegelgerät mit der </w:t>
            </w:r>
            <w:r w:rsidR="00554A8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>Möglichkeit die Siegel</w:t>
            </w:r>
            <w:r w:rsidR="00554A84">
              <w:rPr>
                <w:rFonts w:cs="Arial"/>
                <w:sz w:val="18"/>
                <w:szCs w:val="18"/>
              </w:rPr>
              <w:t>-</w:t>
            </w:r>
            <w:r w:rsidR="00554A84">
              <w:rPr>
                <w:rFonts w:cs="Arial"/>
                <w:sz w:val="18"/>
                <w:szCs w:val="18"/>
              </w:rPr>
              <w:br/>
            </w:r>
            <w:r>
              <w:rPr>
                <w:rFonts w:cs="Arial"/>
                <w:sz w:val="18"/>
                <w:szCs w:val="18"/>
              </w:rPr>
              <w:t xml:space="preserve">temperatur und den Anpressdruck manuell einzustellen ist zu </w:t>
            </w:r>
            <w:r w:rsidRPr="006C16FB">
              <w:rPr>
                <w:rFonts w:cs="Arial"/>
                <w:sz w:val="18"/>
                <w:szCs w:val="18"/>
              </w:rPr>
              <w:t>bevorzugen. Das ver</w:t>
            </w:r>
            <w:r w:rsidR="00554A84">
              <w:rPr>
                <w:rFonts w:cs="Arial"/>
                <w:sz w:val="18"/>
                <w:szCs w:val="18"/>
              </w:rPr>
              <w:t>-</w:t>
            </w:r>
            <w:r w:rsidR="00554A84">
              <w:rPr>
                <w:rFonts w:cs="Arial"/>
                <w:sz w:val="18"/>
                <w:szCs w:val="18"/>
              </w:rPr>
              <w:br/>
            </w:r>
            <w:r w:rsidRPr="006C16FB">
              <w:rPr>
                <w:rFonts w:cs="Arial"/>
                <w:sz w:val="18"/>
                <w:szCs w:val="18"/>
              </w:rPr>
              <w:t>wendete Folienmaterial muss für das verwendete Siegelgerät zugelassen sein.</w:t>
            </w:r>
          </w:p>
        </w:tc>
        <w:tc>
          <w:tcPr>
            <w:tcW w:w="992" w:type="dxa"/>
            <w:vMerge/>
          </w:tcPr>
          <w:p w14:paraId="4482156F" w14:textId="77777777" w:rsidR="0088347D" w:rsidRPr="004E6F4E" w:rsidRDefault="0088347D" w:rsidP="006D7F2C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54645F76" w14:textId="77777777" w:rsidR="001742C4" w:rsidRDefault="001742C4" w:rsidP="002E0873">
      <w:pPr>
        <w:rPr>
          <w:rFonts w:cs="Arial"/>
          <w:sz w:val="18"/>
          <w:szCs w:val="18"/>
        </w:rPr>
      </w:pPr>
    </w:p>
    <w:p w14:paraId="29AF2363" w14:textId="77777777" w:rsidR="003639CA" w:rsidRPr="008D79BE" w:rsidRDefault="003639CA" w:rsidP="002E0873">
      <w:pPr>
        <w:rPr>
          <w:rFonts w:cs="Arial"/>
          <w:sz w:val="18"/>
          <w:szCs w:val="18"/>
        </w:rPr>
      </w:pPr>
    </w:p>
    <w:sectPr w:rsidR="003639CA" w:rsidRPr="008D79BE" w:rsidSect="0076545D"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8B5DC" w14:textId="77777777" w:rsidR="001D523D" w:rsidRDefault="001D523D">
      <w:r>
        <w:separator/>
      </w:r>
    </w:p>
  </w:endnote>
  <w:endnote w:type="continuationSeparator" w:id="0">
    <w:p w14:paraId="411E318A" w14:textId="77777777" w:rsidR="001D523D" w:rsidRDefault="001D5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403C4" w14:textId="424700A2" w:rsidR="00255B3A" w:rsidRPr="00280B19" w:rsidRDefault="00255B3A">
    <w:pPr>
      <w:pStyle w:val="Fuzeile"/>
      <w:rPr>
        <w:rFonts w:cs="Arial"/>
        <w:sz w:val="20"/>
        <w:szCs w:val="20"/>
      </w:rPr>
    </w:pPr>
    <w:r w:rsidRPr="00280B19">
      <w:rPr>
        <w:rFonts w:cs="Arial"/>
        <w:sz w:val="20"/>
        <w:szCs w:val="20"/>
      </w:rPr>
      <w:t>© LZK BW</w:t>
    </w:r>
    <w:r w:rsidR="008D79BE">
      <w:rPr>
        <w:rFonts w:cs="Arial"/>
        <w:sz w:val="20"/>
        <w:szCs w:val="20"/>
      </w:rPr>
      <w:t xml:space="preserve"> </w:t>
    </w:r>
    <w:r w:rsidR="00935D9B">
      <w:rPr>
        <w:rFonts w:cs="Arial"/>
        <w:sz w:val="20"/>
        <w:szCs w:val="20"/>
      </w:rPr>
      <w:t>12</w:t>
    </w:r>
    <w:r w:rsidR="00993340">
      <w:rPr>
        <w:rFonts w:cs="Arial"/>
        <w:sz w:val="20"/>
        <w:szCs w:val="20"/>
      </w:rPr>
      <w:t>/20</w:t>
    </w:r>
    <w:r w:rsidR="00935D9B">
      <w:rPr>
        <w:rFonts w:cs="Arial"/>
        <w:sz w:val="20"/>
        <w:szCs w:val="20"/>
      </w:rPr>
      <w:t>21</w:t>
    </w:r>
    <w:r>
      <w:rPr>
        <w:rFonts w:cs="Arial"/>
        <w:sz w:val="20"/>
        <w:szCs w:val="20"/>
      </w:rPr>
      <w:tab/>
    </w:r>
    <w:r w:rsidR="006205B1">
      <w:rPr>
        <w:rFonts w:cs="Arial"/>
        <w:sz w:val="20"/>
        <w:szCs w:val="20"/>
      </w:rPr>
      <w:t>Ar</w:t>
    </w:r>
    <w:r w:rsidR="00FD7CD5">
      <w:rPr>
        <w:rFonts w:cs="Arial"/>
        <w:sz w:val="20"/>
        <w:szCs w:val="20"/>
      </w:rPr>
      <w:t>beitsanweisung – Hygiene – AA 15</w:t>
    </w:r>
    <w:r w:rsidR="00CA0941">
      <w:rPr>
        <w:rFonts w:cs="Arial"/>
        <w:sz w:val="20"/>
        <w:szCs w:val="20"/>
      </w:rPr>
      <w:t>-</w:t>
    </w:r>
    <w:r w:rsidR="00993340">
      <w:rPr>
        <w:rFonts w:cs="Arial"/>
        <w:sz w:val="20"/>
        <w:szCs w:val="20"/>
      </w:rPr>
      <w:t>1</w:t>
    </w:r>
    <w:r w:rsidRPr="00280B19">
      <w:rPr>
        <w:rFonts w:cs="Arial"/>
        <w:sz w:val="20"/>
        <w:szCs w:val="20"/>
      </w:rPr>
      <w:tab/>
      <w:t xml:space="preserve">Seite </w:t>
    </w:r>
    <w:r w:rsidRPr="00280B19">
      <w:rPr>
        <w:rStyle w:val="Seitenzahl"/>
        <w:rFonts w:cs="Arial"/>
        <w:sz w:val="20"/>
        <w:szCs w:val="20"/>
      </w:rPr>
      <w:fldChar w:fldCharType="begin"/>
    </w:r>
    <w:r w:rsidRPr="00280B19">
      <w:rPr>
        <w:rStyle w:val="Seitenzahl"/>
        <w:rFonts w:cs="Arial"/>
        <w:sz w:val="20"/>
        <w:szCs w:val="20"/>
      </w:rPr>
      <w:instrText xml:space="preserve"> PAGE </w:instrText>
    </w:r>
    <w:r w:rsidRPr="00280B19">
      <w:rPr>
        <w:rStyle w:val="Seitenzahl"/>
        <w:rFonts w:cs="Arial"/>
        <w:sz w:val="20"/>
        <w:szCs w:val="20"/>
      </w:rPr>
      <w:fldChar w:fldCharType="separate"/>
    </w:r>
    <w:r w:rsidR="00CA0941">
      <w:rPr>
        <w:rStyle w:val="Seitenzahl"/>
        <w:rFonts w:cs="Arial"/>
        <w:noProof/>
        <w:sz w:val="20"/>
        <w:szCs w:val="20"/>
      </w:rPr>
      <w:t>1</w:t>
    </w:r>
    <w:r w:rsidRPr="00280B19">
      <w:rPr>
        <w:rStyle w:val="Seitenzahl"/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010D5" w14:textId="77777777" w:rsidR="001D523D" w:rsidRDefault="001D523D">
      <w:r>
        <w:separator/>
      </w:r>
    </w:p>
  </w:footnote>
  <w:footnote w:type="continuationSeparator" w:id="0">
    <w:p w14:paraId="5FD00B51" w14:textId="77777777" w:rsidR="001D523D" w:rsidRDefault="001D52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C19ED"/>
    <w:multiLevelType w:val="hybridMultilevel"/>
    <w:tmpl w:val="837A7CC4"/>
    <w:lvl w:ilvl="0" w:tplc="77FA1EEE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FC"/>
    <w:rsid w:val="000024D1"/>
    <w:rsid w:val="00002694"/>
    <w:rsid w:val="000111B6"/>
    <w:rsid w:val="00011C49"/>
    <w:rsid w:val="00016F0F"/>
    <w:rsid w:val="00034F41"/>
    <w:rsid w:val="000518C6"/>
    <w:rsid w:val="000539DD"/>
    <w:rsid w:val="00071ACA"/>
    <w:rsid w:val="000730CA"/>
    <w:rsid w:val="00075673"/>
    <w:rsid w:val="00075A97"/>
    <w:rsid w:val="00081C16"/>
    <w:rsid w:val="00091CEC"/>
    <w:rsid w:val="000C7CE4"/>
    <w:rsid w:val="000D15A6"/>
    <w:rsid w:val="00122A77"/>
    <w:rsid w:val="00127643"/>
    <w:rsid w:val="00152A25"/>
    <w:rsid w:val="00156598"/>
    <w:rsid w:val="001742C4"/>
    <w:rsid w:val="001800B0"/>
    <w:rsid w:val="0018094E"/>
    <w:rsid w:val="001908F1"/>
    <w:rsid w:val="00195390"/>
    <w:rsid w:val="001956A6"/>
    <w:rsid w:val="00196C28"/>
    <w:rsid w:val="001B23B8"/>
    <w:rsid w:val="001B68DA"/>
    <w:rsid w:val="001D0B38"/>
    <w:rsid w:val="001D523D"/>
    <w:rsid w:val="001E5D84"/>
    <w:rsid w:val="001E7E9C"/>
    <w:rsid w:val="001F081C"/>
    <w:rsid w:val="001F6FE8"/>
    <w:rsid w:val="001F77DC"/>
    <w:rsid w:val="00204335"/>
    <w:rsid w:val="00215227"/>
    <w:rsid w:val="0022418D"/>
    <w:rsid w:val="00227E08"/>
    <w:rsid w:val="00253C66"/>
    <w:rsid w:val="00255B3A"/>
    <w:rsid w:val="00280B19"/>
    <w:rsid w:val="00283066"/>
    <w:rsid w:val="00283355"/>
    <w:rsid w:val="002A0DF4"/>
    <w:rsid w:val="002B5276"/>
    <w:rsid w:val="002E0873"/>
    <w:rsid w:val="002F3639"/>
    <w:rsid w:val="00315508"/>
    <w:rsid w:val="003157A7"/>
    <w:rsid w:val="003329E9"/>
    <w:rsid w:val="0036310A"/>
    <w:rsid w:val="003639CA"/>
    <w:rsid w:val="00384104"/>
    <w:rsid w:val="0038588B"/>
    <w:rsid w:val="00391BF8"/>
    <w:rsid w:val="003A35BF"/>
    <w:rsid w:val="003A53F0"/>
    <w:rsid w:val="003C0FB1"/>
    <w:rsid w:val="003D5C81"/>
    <w:rsid w:val="003E0FBF"/>
    <w:rsid w:val="003E26F1"/>
    <w:rsid w:val="003E4D6E"/>
    <w:rsid w:val="00411CE2"/>
    <w:rsid w:val="00426AE9"/>
    <w:rsid w:val="004412F0"/>
    <w:rsid w:val="00441865"/>
    <w:rsid w:val="00441B46"/>
    <w:rsid w:val="00442B32"/>
    <w:rsid w:val="00444131"/>
    <w:rsid w:val="00451763"/>
    <w:rsid w:val="00454B46"/>
    <w:rsid w:val="00471B9E"/>
    <w:rsid w:val="00491A65"/>
    <w:rsid w:val="004B60F3"/>
    <w:rsid w:val="004C3A1A"/>
    <w:rsid w:val="004D6F07"/>
    <w:rsid w:val="004E35A1"/>
    <w:rsid w:val="004E6F4E"/>
    <w:rsid w:val="00505C3B"/>
    <w:rsid w:val="005122AC"/>
    <w:rsid w:val="00541406"/>
    <w:rsid w:val="00551D69"/>
    <w:rsid w:val="00554A84"/>
    <w:rsid w:val="005A2299"/>
    <w:rsid w:val="005A561B"/>
    <w:rsid w:val="005E0CE0"/>
    <w:rsid w:val="005E3104"/>
    <w:rsid w:val="00606851"/>
    <w:rsid w:val="00612A53"/>
    <w:rsid w:val="006205B1"/>
    <w:rsid w:val="00620B38"/>
    <w:rsid w:val="00620D62"/>
    <w:rsid w:val="00633177"/>
    <w:rsid w:val="00633C20"/>
    <w:rsid w:val="0064095F"/>
    <w:rsid w:val="00645A77"/>
    <w:rsid w:val="0065252D"/>
    <w:rsid w:val="00681342"/>
    <w:rsid w:val="006C16FB"/>
    <w:rsid w:val="006C5C6C"/>
    <w:rsid w:val="006D4AC4"/>
    <w:rsid w:val="006D6666"/>
    <w:rsid w:val="006D7F2C"/>
    <w:rsid w:val="006E3388"/>
    <w:rsid w:val="006F62BC"/>
    <w:rsid w:val="00700450"/>
    <w:rsid w:val="0070205B"/>
    <w:rsid w:val="00723253"/>
    <w:rsid w:val="007278AE"/>
    <w:rsid w:val="00732E99"/>
    <w:rsid w:val="00745531"/>
    <w:rsid w:val="0076545D"/>
    <w:rsid w:val="007669DB"/>
    <w:rsid w:val="00780C91"/>
    <w:rsid w:val="00790710"/>
    <w:rsid w:val="00790A52"/>
    <w:rsid w:val="00794F43"/>
    <w:rsid w:val="00796223"/>
    <w:rsid w:val="007979FA"/>
    <w:rsid w:val="007A5960"/>
    <w:rsid w:val="007B7F14"/>
    <w:rsid w:val="007C1C0C"/>
    <w:rsid w:val="00803BEA"/>
    <w:rsid w:val="008117D7"/>
    <w:rsid w:val="00816E38"/>
    <w:rsid w:val="00846DF5"/>
    <w:rsid w:val="00876D4A"/>
    <w:rsid w:val="0088347D"/>
    <w:rsid w:val="0088485C"/>
    <w:rsid w:val="00886F85"/>
    <w:rsid w:val="008A266A"/>
    <w:rsid w:val="008B637C"/>
    <w:rsid w:val="008D77E5"/>
    <w:rsid w:val="008D79BE"/>
    <w:rsid w:val="008E2739"/>
    <w:rsid w:val="008E633E"/>
    <w:rsid w:val="008F3D7C"/>
    <w:rsid w:val="008F6215"/>
    <w:rsid w:val="008F7B23"/>
    <w:rsid w:val="00900789"/>
    <w:rsid w:val="00906211"/>
    <w:rsid w:val="00925DE2"/>
    <w:rsid w:val="00932B70"/>
    <w:rsid w:val="00935D9B"/>
    <w:rsid w:val="009403E5"/>
    <w:rsid w:val="00944C2D"/>
    <w:rsid w:val="00954CA9"/>
    <w:rsid w:val="00957E5D"/>
    <w:rsid w:val="009722B7"/>
    <w:rsid w:val="00987B78"/>
    <w:rsid w:val="00993340"/>
    <w:rsid w:val="009A3E35"/>
    <w:rsid w:val="009B3EF6"/>
    <w:rsid w:val="009C135C"/>
    <w:rsid w:val="009C13E0"/>
    <w:rsid w:val="009D2888"/>
    <w:rsid w:val="009E46BD"/>
    <w:rsid w:val="009E6886"/>
    <w:rsid w:val="009F40E4"/>
    <w:rsid w:val="00A16440"/>
    <w:rsid w:val="00A20649"/>
    <w:rsid w:val="00A239A8"/>
    <w:rsid w:val="00A34C97"/>
    <w:rsid w:val="00A36A07"/>
    <w:rsid w:val="00A40C24"/>
    <w:rsid w:val="00A53ECD"/>
    <w:rsid w:val="00A86AB3"/>
    <w:rsid w:val="00A96BFA"/>
    <w:rsid w:val="00AA538D"/>
    <w:rsid w:val="00AB2103"/>
    <w:rsid w:val="00AC4C47"/>
    <w:rsid w:val="00AF0C0C"/>
    <w:rsid w:val="00B01A5A"/>
    <w:rsid w:val="00B11E11"/>
    <w:rsid w:val="00B36289"/>
    <w:rsid w:val="00B36811"/>
    <w:rsid w:val="00B45F40"/>
    <w:rsid w:val="00B50749"/>
    <w:rsid w:val="00B557DA"/>
    <w:rsid w:val="00B70443"/>
    <w:rsid w:val="00B87855"/>
    <w:rsid w:val="00B90FDF"/>
    <w:rsid w:val="00BA76AD"/>
    <w:rsid w:val="00BB5871"/>
    <w:rsid w:val="00BC306C"/>
    <w:rsid w:val="00BC3A87"/>
    <w:rsid w:val="00BD3457"/>
    <w:rsid w:val="00BE28F2"/>
    <w:rsid w:val="00BE320B"/>
    <w:rsid w:val="00BE6EC9"/>
    <w:rsid w:val="00C46CFC"/>
    <w:rsid w:val="00CA0857"/>
    <w:rsid w:val="00CA0941"/>
    <w:rsid w:val="00CB6C6E"/>
    <w:rsid w:val="00CC4ED3"/>
    <w:rsid w:val="00CE0536"/>
    <w:rsid w:val="00CF5240"/>
    <w:rsid w:val="00CF77FF"/>
    <w:rsid w:val="00CF7DEF"/>
    <w:rsid w:val="00D211BC"/>
    <w:rsid w:val="00D32652"/>
    <w:rsid w:val="00D361B6"/>
    <w:rsid w:val="00D76B01"/>
    <w:rsid w:val="00D965F4"/>
    <w:rsid w:val="00DA02EA"/>
    <w:rsid w:val="00DA3A3B"/>
    <w:rsid w:val="00DB36DB"/>
    <w:rsid w:val="00DB4EFC"/>
    <w:rsid w:val="00DB5BAC"/>
    <w:rsid w:val="00DC74B8"/>
    <w:rsid w:val="00DD696F"/>
    <w:rsid w:val="00DE6E85"/>
    <w:rsid w:val="00E108AD"/>
    <w:rsid w:val="00E40757"/>
    <w:rsid w:val="00E578E1"/>
    <w:rsid w:val="00E62482"/>
    <w:rsid w:val="00E73D53"/>
    <w:rsid w:val="00E866BE"/>
    <w:rsid w:val="00E87B6A"/>
    <w:rsid w:val="00EB286B"/>
    <w:rsid w:val="00EB3F75"/>
    <w:rsid w:val="00EC31F7"/>
    <w:rsid w:val="00ED04D7"/>
    <w:rsid w:val="00ED4083"/>
    <w:rsid w:val="00EF4875"/>
    <w:rsid w:val="00EF7009"/>
    <w:rsid w:val="00F00520"/>
    <w:rsid w:val="00F02EA1"/>
    <w:rsid w:val="00F04A65"/>
    <w:rsid w:val="00F04E7F"/>
    <w:rsid w:val="00F12546"/>
    <w:rsid w:val="00F259A5"/>
    <w:rsid w:val="00F37661"/>
    <w:rsid w:val="00F47EE7"/>
    <w:rsid w:val="00F57BA5"/>
    <w:rsid w:val="00F72E5C"/>
    <w:rsid w:val="00F95DB5"/>
    <w:rsid w:val="00F96CF1"/>
    <w:rsid w:val="00FB042C"/>
    <w:rsid w:val="00FC31CC"/>
    <w:rsid w:val="00FC36CF"/>
    <w:rsid w:val="00FD0084"/>
    <w:rsid w:val="00FD7CD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56833D"/>
  <w15:chartTrackingRefBased/>
  <w15:docId w15:val="{0B4D4F22-A592-4F72-AC20-05822018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B4EF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DB4E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280B1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80B1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80B19"/>
  </w:style>
  <w:style w:type="paragraph" w:styleId="Sprechblasentext">
    <w:name w:val="Balloon Text"/>
    <w:basedOn w:val="Standard"/>
    <w:semiHidden/>
    <w:rsid w:val="00411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5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13DA4-D0AD-4ACC-B1DA-0C3AC613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Praxisinhaber/in:</vt:lpstr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Praxisinhaber/in:</dc:title>
  <dc:subject/>
  <dc:creator>wagner</dc:creator>
  <cp:keywords/>
  <cp:lastModifiedBy>Wagner, Marco</cp:lastModifiedBy>
  <cp:revision>7</cp:revision>
  <cp:lastPrinted>2012-01-11T10:59:00Z</cp:lastPrinted>
  <dcterms:created xsi:type="dcterms:W3CDTF">2021-12-15T12:26:00Z</dcterms:created>
  <dcterms:modified xsi:type="dcterms:W3CDTF">2021-12-15T14:13:00Z</dcterms:modified>
</cp:coreProperties>
</file>