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9"/>
        <w:gridCol w:w="6616"/>
      </w:tblGrid>
      <w:tr w:rsidR="00A16440" w:rsidRPr="00D76B01" w14:paraId="0EC0253D" w14:textId="77777777" w:rsidTr="008A2246">
        <w:tc>
          <w:tcPr>
            <w:tcW w:w="7559" w:type="dxa"/>
            <w:shd w:val="clear" w:color="auto" w:fill="auto"/>
          </w:tcPr>
          <w:p w14:paraId="7D3BE9F5" w14:textId="70BD81A0" w:rsidR="00550C55" w:rsidRPr="00D76B01" w:rsidRDefault="00550C55" w:rsidP="00F310C9">
            <w:pPr>
              <w:rPr>
                <w:rFonts w:cs="Arial"/>
                <w:b/>
                <w:sz w:val="24"/>
                <w:szCs w:val="24"/>
              </w:rPr>
            </w:pPr>
            <w:r w:rsidRPr="00D76B01">
              <w:rPr>
                <w:rFonts w:cs="Arial"/>
                <w:b/>
                <w:sz w:val="24"/>
                <w:szCs w:val="24"/>
              </w:rPr>
              <w:t>Arbeitsanweisung</w:t>
            </w:r>
            <w:r w:rsidR="005A15CE">
              <w:rPr>
                <w:rFonts w:cs="Arial"/>
                <w:b/>
                <w:sz w:val="24"/>
                <w:szCs w:val="24"/>
              </w:rPr>
              <w:t xml:space="preserve"> </w:t>
            </w:r>
            <w:r w:rsidR="00F63C50">
              <w:rPr>
                <w:rFonts w:cs="Arial"/>
                <w:b/>
                <w:sz w:val="24"/>
                <w:szCs w:val="24"/>
              </w:rPr>
              <w:t xml:space="preserve">- </w:t>
            </w:r>
            <w:r w:rsidR="005A15CE">
              <w:rPr>
                <w:rFonts w:cs="Arial"/>
                <w:b/>
                <w:sz w:val="24"/>
                <w:szCs w:val="24"/>
              </w:rPr>
              <w:t>AA 22</w:t>
            </w:r>
          </w:p>
          <w:p w14:paraId="7E8B4473" w14:textId="77777777" w:rsidR="00AF0C0C" w:rsidRPr="002926F2" w:rsidRDefault="00AF0C0C" w:rsidP="00F310C9">
            <w:pPr>
              <w:rPr>
                <w:rFonts w:cs="Arial"/>
              </w:rPr>
            </w:pPr>
          </w:p>
          <w:p w14:paraId="3FCDF812" w14:textId="74CD8C73" w:rsidR="00A16440" w:rsidRPr="00886F85" w:rsidRDefault="006867BB" w:rsidP="00F310C9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 xml:space="preserve">Routineprüfungen </w:t>
            </w:r>
            <w:r w:rsidR="00D46C72">
              <w:rPr>
                <w:rFonts w:cs="Arial"/>
                <w:b/>
                <w:i/>
              </w:rPr>
              <w:t>an den</w:t>
            </w:r>
            <w:r>
              <w:rPr>
                <w:rFonts w:cs="Arial"/>
                <w:b/>
                <w:i/>
              </w:rPr>
              <w:t xml:space="preserve"> Aufbereitungsgeräte</w:t>
            </w:r>
            <w:r w:rsidR="005A15CE">
              <w:rPr>
                <w:rFonts w:cs="Arial"/>
                <w:b/>
                <w:i/>
              </w:rPr>
              <w:t>n</w:t>
            </w:r>
          </w:p>
        </w:tc>
        <w:tc>
          <w:tcPr>
            <w:tcW w:w="6616" w:type="dxa"/>
            <w:shd w:val="clear" w:color="auto" w:fill="auto"/>
          </w:tcPr>
          <w:p w14:paraId="5BB2B3F6" w14:textId="77777777" w:rsidR="00A16440" w:rsidRPr="00D76B01" w:rsidRDefault="00A16440" w:rsidP="00F310C9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i/>
                <w:sz w:val="20"/>
                <w:szCs w:val="20"/>
              </w:rPr>
              <w:t>Praxis:</w:t>
            </w:r>
          </w:p>
          <w:p w14:paraId="71AED402" w14:textId="1F65B4C5" w:rsidR="00A16440" w:rsidRDefault="00A16440" w:rsidP="00F310C9">
            <w:pPr>
              <w:rPr>
                <w:rFonts w:cs="Arial"/>
                <w:sz w:val="20"/>
                <w:szCs w:val="20"/>
              </w:rPr>
            </w:pPr>
          </w:p>
          <w:p w14:paraId="485CCC5D" w14:textId="77777777" w:rsidR="00A92B75" w:rsidRPr="00D76B01" w:rsidRDefault="00A92B75" w:rsidP="00F310C9">
            <w:pPr>
              <w:rPr>
                <w:rFonts w:cs="Arial"/>
                <w:sz w:val="20"/>
                <w:szCs w:val="20"/>
              </w:rPr>
            </w:pPr>
          </w:p>
          <w:p w14:paraId="5B08434A" w14:textId="28E97622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  <w:p w14:paraId="670A63BE" w14:textId="75B481EE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  <w:p w14:paraId="14A16584" w14:textId="582DF247" w:rsidR="00A16440" w:rsidRPr="00D76B01" w:rsidRDefault="00A16440" w:rsidP="00F310C9">
            <w:pPr>
              <w:rPr>
                <w:rFonts w:cs="Arial"/>
                <w:i/>
                <w:sz w:val="20"/>
                <w:szCs w:val="20"/>
              </w:rPr>
            </w:pPr>
          </w:p>
        </w:tc>
      </w:tr>
      <w:tr w:rsidR="0059008B" w:rsidRPr="00D76B01" w14:paraId="3D2EEFBD" w14:textId="77777777" w:rsidTr="008A2246">
        <w:tc>
          <w:tcPr>
            <w:tcW w:w="14175" w:type="dxa"/>
            <w:gridSpan w:val="2"/>
            <w:shd w:val="clear" w:color="auto" w:fill="auto"/>
          </w:tcPr>
          <w:p w14:paraId="7C61560B" w14:textId="77777777" w:rsidR="0059008B" w:rsidRPr="00D76B01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Tätigkeit:</w:t>
            </w:r>
            <w:r w:rsidR="00A56843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 xml:space="preserve">Routineprüfungen </w:t>
            </w:r>
            <w:r w:rsidR="00D46C72">
              <w:rPr>
                <w:rFonts w:cs="Arial"/>
                <w:b/>
                <w:sz w:val="20"/>
                <w:szCs w:val="20"/>
              </w:rPr>
              <w:t>an den</w:t>
            </w:r>
            <w:r>
              <w:rPr>
                <w:rFonts w:cs="Arial"/>
                <w:b/>
                <w:sz w:val="20"/>
                <w:szCs w:val="20"/>
              </w:rPr>
              <w:t xml:space="preserve"> Aufbereitungsgeräte</w:t>
            </w:r>
            <w:r w:rsidR="005A15CE">
              <w:rPr>
                <w:rFonts w:cs="Arial"/>
                <w:b/>
                <w:sz w:val="20"/>
                <w:szCs w:val="20"/>
              </w:rPr>
              <w:t>n</w:t>
            </w:r>
          </w:p>
        </w:tc>
      </w:tr>
      <w:tr w:rsidR="0059008B" w:rsidRPr="00D76B01" w14:paraId="0E9731B7" w14:textId="77777777" w:rsidTr="008A2246">
        <w:tc>
          <w:tcPr>
            <w:tcW w:w="7559" w:type="dxa"/>
            <w:tcBorders>
              <w:bottom w:val="single" w:sz="4" w:space="0" w:color="auto"/>
            </w:tcBorders>
            <w:shd w:val="clear" w:color="auto" w:fill="auto"/>
          </w:tcPr>
          <w:p w14:paraId="4CAFF65C" w14:textId="77777777" w:rsidR="0059008B" w:rsidRPr="008B7EB6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Geltungsbereich:</w:t>
            </w:r>
            <w:r w:rsidR="00A56843" w:rsidRPr="008B7EB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B7EB6">
              <w:rPr>
                <w:rFonts w:cs="Arial"/>
                <w:b/>
                <w:sz w:val="20"/>
                <w:szCs w:val="20"/>
              </w:rPr>
              <w:t>Aufbereitungsbereich/-raum</w:t>
            </w:r>
          </w:p>
        </w:tc>
        <w:tc>
          <w:tcPr>
            <w:tcW w:w="6616" w:type="dxa"/>
            <w:tcBorders>
              <w:bottom w:val="single" w:sz="4" w:space="0" w:color="auto"/>
            </w:tcBorders>
            <w:shd w:val="clear" w:color="auto" w:fill="auto"/>
          </w:tcPr>
          <w:p w14:paraId="158AF2F4" w14:textId="3774351F" w:rsidR="0059008B" w:rsidRPr="008B7EB6" w:rsidRDefault="0059008B" w:rsidP="00A56843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Ziel/e:</w:t>
            </w:r>
            <w:r w:rsidR="00A56843" w:rsidRPr="008B7EB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A15CE" w:rsidRPr="008B7EB6">
              <w:rPr>
                <w:rFonts w:cs="Arial"/>
                <w:b/>
                <w:sz w:val="20"/>
                <w:szCs w:val="20"/>
              </w:rPr>
              <w:t xml:space="preserve">Sicherstellung des ordnungsgemäßen Betriebes der </w:t>
            </w:r>
            <w:r w:rsidR="008B7EB6">
              <w:rPr>
                <w:rFonts w:cs="Arial"/>
                <w:b/>
                <w:sz w:val="20"/>
                <w:szCs w:val="20"/>
              </w:rPr>
              <w:br/>
            </w:r>
            <w:r w:rsidR="005A15CE" w:rsidRPr="008B7EB6">
              <w:rPr>
                <w:rFonts w:cs="Arial"/>
                <w:b/>
                <w:sz w:val="20"/>
                <w:szCs w:val="20"/>
              </w:rPr>
              <w:t>Aufbereitungsgeräte</w:t>
            </w:r>
          </w:p>
        </w:tc>
      </w:tr>
      <w:tr w:rsidR="002926F2" w:rsidRPr="00D76B01" w14:paraId="44319BEB" w14:textId="77777777" w:rsidTr="008A2246">
        <w:tc>
          <w:tcPr>
            <w:tcW w:w="7559" w:type="dxa"/>
            <w:tcBorders>
              <w:bottom w:val="single" w:sz="4" w:space="0" w:color="auto"/>
            </w:tcBorders>
            <w:shd w:val="clear" w:color="auto" w:fill="auto"/>
          </w:tcPr>
          <w:p w14:paraId="595B005D" w14:textId="77777777" w:rsidR="002926F2" w:rsidRPr="008B7EB6" w:rsidRDefault="002926F2" w:rsidP="00F310C9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>Wer?</w:t>
            </w:r>
            <w:r w:rsidRPr="008B7EB6">
              <w:rPr>
                <w:rFonts w:cs="Arial"/>
                <w:sz w:val="20"/>
                <w:szCs w:val="20"/>
              </w:rPr>
              <w:t xml:space="preserve"> Alle mit der Instrumentenaufbereitung betrauten Personen</w:t>
            </w:r>
          </w:p>
        </w:tc>
        <w:tc>
          <w:tcPr>
            <w:tcW w:w="6616" w:type="dxa"/>
            <w:tcBorders>
              <w:bottom w:val="single" w:sz="4" w:space="0" w:color="auto"/>
            </w:tcBorders>
            <w:shd w:val="clear" w:color="auto" w:fill="auto"/>
          </w:tcPr>
          <w:p w14:paraId="1329C32F" w14:textId="0C92009B" w:rsidR="002926F2" w:rsidRPr="008B7EB6" w:rsidRDefault="002926F2" w:rsidP="00F310C9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8B7EB6">
              <w:rPr>
                <w:rFonts w:cs="Arial"/>
                <w:b/>
                <w:sz w:val="20"/>
                <w:szCs w:val="20"/>
              </w:rPr>
              <w:t xml:space="preserve">Versions-Nr.: </w:t>
            </w:r>
          </w:p>
        </w:tc>
      </w:tr>
      <w:tr w:rsidR="003E0FBF" w:rsidRPr="00D76B01" w14:paraId="6EC03A49" w14:textId="77777777" w:rsidTr="008A2246">
        <w:tc>
          <w:tcPr>
            <w:tcW w:w="1417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0BBB43" w14:textId="77777777" w:rsidR="003E0FBF" w:rsidRPr="008A2246" w:rsidRDefault="003E0FBF" w:rsidP="00F310C9">
            <w:pPr>
              <w:rPr>
                <w:rFonts w:cs="Arial"/>
                <w:sz w:val="2"/>
                <w:szCs w:val="2"/>
              </w:rPr>
            </w:pPr>
          </w:p>
          <w:tbl>
            <w:tblPr>
              <w:tblW w:w="14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99"/>
              <w:gridCol w:w="1772"/>
              <w:gridCol w:w="1772"/>
              <w:gridCol w:w="1772"/>
              <w:gridCol w:w="1772"/>
              <w:gridCol w:w="1772"/>
              <w:gridCol w:w="1772"/>
              <w:gridCol w:w="1334"/>
            </w:tblGrid>
            <w:tr w:rsidR="00EF5749" w:rsidRPr="00D76B01" w14:paraId="1D521E3A" w14:textId="77777777" w:rsidTr="008A2246">
              <w:tc>
                <w:tcPr>
                  <w:tcW w:w="2099" w:type="dxa"/>
                  <w:tcBorders>
                    <w:top w:val="nil"/>
                    <w:left w:val="nil"/>
                    <w:right w:val="dashSmallGap" w:sz="4" w:space="0" w:color="auto"/>
                  </w:tcBorders>
                  <w:shd w:val="clear" w:color="auto" w:fill="auto"/>
                </w:tcPr>
                <w:p w14:paraId="6ED4473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60BDCBFF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Mitarbeiter/in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6C47D192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A3FC960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Mitarbeiter/in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C1D1AC1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772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23981E67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QM-Beauftragte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DD3296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1334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48E892B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i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i/>
                      <w:sz w:val="10"/>
                      <w:szCs w:val="10"/>
                    </w:rPr>
                    <w:t>Praxisinhaber/in</w:t>
                  </w:r>
                </w:p>
              </w:tc>
            </w:tr>
            <w:tr w:rsidR="00EF5749" w:rsidRPr="00D76B01" w14:paraId="2004E74D" w14:textId="77777777" w:rsidTr="008A2246">
              <w:tc>
                <w:tcPr>
                  <w:tcW w:w="2099" w:type="dxa"/>
                  <w:shd w:val="clear" w:color="auto" w:fill="auto"/>
                </w:tcPr>
                <w:p w14:paraId="725E4812" w14:textId="77777777" w:rsidR="00EF5749" w:rsidRPr="00D76B01" w:rsidRDefault="00EF5749" w:rsidP="008A2246">
                  <w:pPr>
                    <w:spacing w:before="120" w:after="120"/>
                    <w:ind w:left="-78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Erstellt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25FFD2CD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246CA7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Aktualisiert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50D29983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3A5825B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Geprüft von:</w:t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2AB78E7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</w:tcPr>
                <w:p w14:paraId="674A2230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Freigegeben von:</w:t>
                  </w:r>
                </w:p>
              </w:tc>
              <w:tc>
                <w:tcPr>
                  <w:tcW w:w="1334" w:type="dxa"/>
                  <w:shd w:val="clear" w:color="auto" w:fill="auto"/>
                </w:tcPr>
                <w:p w14:paraId="220E775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</w:tr>
            <w:tr w:rsidR="00EF5749" w:rsidRPr="00D76B01" w14:paraId="478D14CB" w14:textId="77777777" w:rsidTr="008A2246">
              <w:tc>
                <w:tcPr>
                  <w:tcW w:w="2099" w:type="dxa"/>
                  <w:shd w:val="clear" w:color="auto" w:fill="auto"/>
                  <w:vAlign w:val="center"/>
                </w:tcPr>
                <w:p w14:paraId="772A2C44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27F12EDB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6A9F4EA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7C99B80E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3036EB4C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45ED7FFA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  <w:tc>
                <w:tcPr>
                  <w:tcW w:w="1772" w:type="dxa"/>
                  <w:shd w:val="clear" w:color="auto" w:fill="auto"/>
                  <w:vAlign w:val="center"/>
                </w:tcPr>
                <w:p w14:paraId="43536A98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b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b/>
                      <w:sz w:val="10"/>
                      <w:szCs w:val="10"/>
                    </w:rPr>
                    <w:t>Datum:</w:t>
                  </w:r>
                </w:p>
              </w:tc>
              <w:tc>
                <w:tcPr>
                  <w:tcW w:w="1334" w:type="dxa"/>
                  <w:shd w:val="clear" w:color="auto" w:fill="auto"/>
                  <w:vAlign w:val="center"/>
                </w:tcPr>
                <w:p w14:paraId="722D1BB6" w14:textId="77777777" w:rsidR="00EF5749" w:rsidRPr="00D76B01" w:rsidRDefault="00EF5749" w:rsidP="00EF5749">
                  <w:pPr>
                    <w:spacing w:before="120" w:after="120"/>
                    <w:rPr>
                      <w:rFonts w:cs="Arial"/>
                      <w:sz w:val="10"/>
                      <w:szCs w:val="10"/>
                    </w:rPr>
                  </w:pP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instrText xml:space="preserve"> FORMTEXT </w:instrText>
                  </w:r>
                  <w:r w:rsidRPr="00D76B01">
                    <w:rPr>
                      <w:rFonts w:cs="Arial"/>
                      <w:sz w:val="10"/>
                      <w:szCs w:val="10"/>
                    </w:rPr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separate"/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noProof/>
                      <w:sz w:val="10"/>
                      <w:szCs w:val="10"/>
                    </w:rPr>
                    <w:t> </w:t>
                  </w:r>
                  <w:r w:rsidRPr="00D76B01">
                    <w:rPr>
                      <w:rFonts w:cs="Arial"/>
                      <w:sz w:val="10"/>
                      <w:szCs w:val="10"/>
                    </w:rPr>
                    <w:fldChar w:fldCharType="end"/>
                  </w:r>
                </w:p>
              </w:tc>
            </w:tr>
          </w:tbl>
          <w:p w14:paraId="3E3768E7" w14:textId="77777777" w:rsidR="00EF5749" w:rsidRPr="00EF5749" w:rsidRDefault="00EF5749" w:rsidP="00F310C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217C1A3" w14:textId="77777777" w:rsidR="00A16440" w:rsidRDefault="00A16440" w:rsidP="00321995">
      <w:pPr>
        <w:ind w:right="677"/>
        <w:rPr>
          <w:rFonts w:cs="Arial"/>
          <w:sz w:val="20"/>
          <w:szCs w:val="20"/>
        </w:rPr>
      </w:pPr>
    </w:p>
    <w:p w14:paraId="18647234" w14:textId="77777777" w:rsidR="00321995" w:rsidRDefault="00321995" w:rsidP="00321995">
      <w:pPr>
        <w:ind w:right="677"/>
        <w:rPr>
          <w:rFonts w:cs="Arial"/>
          <w:sz w:val="20"/>
          <w:szCs w:val="20"/>
        </w:rPr>
      </w:pPr>
    </w:p>
    <w:p w14:paraId="346C4D20" w14:textId="77777777" w:rsidR="0094211C" w:rsidRDefault="00A76655" w:rsidP="00321995">
      <w:pPr>
        <w:ind w:right="677"/>
        <w:jc w:val="center"/>
        <w:rPr>
          <w:rFonts w:cs="Arial"/>
          <w:b/>
          <w:bCs/>
          <w:sz w:val="24"/>
          <w:szCs w:val="24"/>
        </w:rPr>
      </w:pPr>
      <w:r w:rsidRPr="00A76655">
        <w:rPr>
          <w:rFonts w:cs="Arial"/>
          <w:b/>
          <w:bCs/>
          <w:color w:val="FF0000"/>
          <w:sz w:val="24"/>
          <w:szCs w:val="24"/>
        </w:rPr>
        <w:t>Muster-</w:t>
      </w:r>
      <w:r w:rsidR="006719D9">
        <w:rPr>
          <w:rFonts w:cs="Arial"/>
          <w:b/>
          <w:bCs/>
          <w:sz w:val="24"/>
          <w:szCs w:val="24"/>
        </w:rPr>
        <w:t>Checkliste</w:t>
      </w:r>
      <w:r w:rsidR="0094211C" w:rsidRPr="00ED5E2E">
        <w:rPr>
          <w:rFonts w:cs="Arial"/>
          <w:b/>
          <w:bCs/>
          <w:sz w:val="24"/>
          <w:szCs w:val="24"/>
        </w:rPr>
        <w:t xml:space="preserve"> für die Routineprüfungen an den Aufbereitungsgeräten</w:t>
      </w:r>
    </w:p>
    <w:p w14:paraId="39D7A655" w14:textId="02316175" w:rsidR="00F8343A" w:rsidRPr="00321995" w:rsidRDefault="006F51D0" w:rsidP="00321995">
      <w:pPr>
        <w:ind w:right="677"/>
        <w:jc w:val="center"/>
        <w:rPr>
          <w:rFonts w:cs="Arial"/>
          <w:b/>
          <w:bCs/>
          <w:color w:val="FF0000"/>
          <w:sz w:val="20"/>
          <w:szCs w:val="20"/>
        </w:rPr>
      </w:pPr>
      <w:r w:rsidRPr="00321995">
        <w:rPr>
          <w:rFonts w:cs="Arial"/>
          <w:b/>
          <w:bCs/>
          <w:color w:val="FF0000"/>
          <w:sz w:val="20"/>
          <w:szCs w:val="20"/>
        </w:rPr>
        <w:t xml:space="preserve">(ACHTUNG: </w:t>
      </w:r>
      <w:r w:rsidR="00A8665C" w:rsidRPr="00321995">
        <w:rPr>
          <w:rFonts w:cs="Arial"/>
          <w:b/>
          <w:bCs/>
          <w:color w:val="FF0000"/>
          <w:sz w:val="20"/>
          <w:szCs w:val="20"/>
        </w:rPr>
        <w:t>H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ier bitte die Angaben aus der 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Gebrauchsanweisung, der KRINKO-/BfArM-Empfehlung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und dem Validierungsbericht eintragen!</w:t>
      </w:r>
    </w:p>
    <w:p w14:paraId="2114DF53" w14:textId="482A288E" w:rsidR="006F51D0" w:rsidRPr="00321995" w:rsidRDefault="00B969C5" w:rsidP="00321995">
      <w:pPr>
        <w:ind w:right="677"/>
        <w:jc w:val="center"/>
        <w:rPr>
          <w:rFonts w:cs="Arial"/>
          <w:b/>
          <w:bCs/>
          <w:color w:val="FF0000"/>
          <w:sz w:val="20"/>
          <w:szCs w:val="20"/>
        </w:rPr>
      </w:pPr>
      <w:r w:rsidRPr="00321995">
        <w:rPr>
          <w:rFonts w:cs="Arial"/>
          <w:b/>
          <w:bCs/>
          <w:color w:val="FF0000"/>
          <w:sz w:val="20"/>
          <w:szCs w:val="20"/>
        </w:rPr>
        <w:t>Eventualitäten wie z.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 xml:space="preserve"> </w:t>
      </w:r>
      <w:r w:rsidRPr="00321995">
        <w:rPr>
          <w:rFonts w:cs="Arial"/>
          <w:b/>
          <w:bCs/>
          <w:color w:val="FF0000"/>
          <w:sz w:val="20"/>
          <w:szCs w:val="20"/>
        </w:rPr>
        <w:t>B.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 xml:space="preserve"> und 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Aufbereitungsg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>eräte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,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 xml:space="preserve"> die in der Praxis nicht betrieben werden</w:t>
      </w:r>
      <w:r w:rsidR="00321995" w:rsidRPr="00321995">
        <w:rPr>
          <w:rFonts w:cs="Arial"/>
          <w:b/>
          <w:bCs/>
          <w:color w:val="FF0000"/>
          <w:sz w:val="20"/>
          <w:szCs w:val="20"/>
        </w:rPr>
        <w:t>,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müssen von Ihnen entfernt</w:t>
      </w:r>
      <w:r w:rsidR="00096D1D" w:rsidRPr="00321995">
        <w:rPr>
          <w:rFonts w:cs="Arial"/>
          <w:b/>
          <w:bCs/>
          <w:color w:val="FF0000"/>
          <w:sz w:val="20"/>
          <w:szCs w:val="20"/>
        </w:rPr>
        <w:t>/gelöscht</w:t>
      </w:r>
      <w:r w:rsidRPr="00321995">
        <w:rPr>
          <w:rFonts w:cs="Arial"/>
          <w:b/>
          <w:bCs/>
          <w:color w:val="FF0000"/>
          <w:sz w:val="20"/>
          <w:szCs w:val="20"/>
        </w:rPr>
        <w:t xml:space="preserve"> werden.</w:t>
      </w:r>
      <w:r w:rsidR="006F51D0" w:rsidRPr="00321995">
        <w:rPr>
          <w:rFonts w:cs="Arial"/>
          <w:b/>
          <w:bCs/>
          <w:color w:val="FF0000"/>
          <w:sz w:val="20"/>
          <w:szCs w:val="20"/>
        </w:rPr>
        <w:t>)</w:t>
      </w:r>
    </w:p>
    <w:p w14:paraId="38C841D4" w14:textId="77777777" w:rsidR="004B490D" w:rsidRDefault="004B490D" w:rsidP="00321995">
      <w:pPr>
        <w:ind w:right="677"/>
        <w:rPr>
          <w:rFonts w:cs="Arial"/>
          <w:sz w:val="20"/>
          <w:szCs w:val="20"/>
        </w:rPr>
      </w:pPr>
    </w:p>
    <w:p w14:paraId="1A5CD571" w14:textId="77777777" w:rsidR="00321995" w:rsidRPr="00321995" w:rsidRDefault="00321995" w:rsidP="00321995">
      <w:pPr>
        <w:ind w:right="677"/>
        <w:rPr>
          <w:rFonts w:cs="Arial"/>
          <w:sz w:val="20"/>
          <w:szCs w:val="20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80"/>
        <w:gridCol w:w="1880"/>
        <w:gridCol w:w="1880"/>
        <w:gridCol w:w="2297"/>
        <w:gridCol w:w="2694"/>
      </w:tblGrid>
      <w:tr w:rsidR="00F310C9" w:rsidRPr="00ED5E2E" w14:paraId="4F013AB3" w14:textId="77777777" w:rsidTr="00332E03">
        <w:tc>
          <w:tcPr>
            <w:tcW w:w="3544" w:type="dxa"/>
            <w:shd w:val="clear" w:color="auto" w:fill="D9D9D9"/>
            <w:vAlign w:val="center"/>
          </w:tcPr>
          <w:p w14:paraId="75923136" w14:textId="20F52399" w:rsidR="00F310C9" w:rsidRDefault="00F310C9" w:rsidP="00321995">
            <w:pPr>
              <w:rPr>
                <w:rFonts w:cs="Arial"/>
                <w:b/>
                <w:bCs/>
              </w:rPr>
            </w:pPr>
            <w:bookmarkStart w:id="0" w:name="_Hlk192142375"/>
            <w:r>
              <w:rPr>
                <w:rFonts w:cs="Arial"/>
                <w:b/>
                <w:bCs/>
              </w:rPr>
              <w:t>Aufbereitungsgeräte</w:t>
            </w:r>
            <w:r w:rsidR="00321995">
              <w:rPr>
                <w:rFonts w:cs="Arial"/>
                <w:b/>
                <w:bCs/>
              </w:rPr>
              <w:t>/</w:t>
            </w:r>
            <w:r w:rsidR="00321995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Merkmale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0476E499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602C7E59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25F80216" w14:textId="77777777" w:rsidR="00F310C9" w:rsidRDefault="00F310C9" w:rsidP="003C3F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97" w:type="dxa"/>
            <w:shd w:val="clear" w:color="auto" w:fill="D9D9D9"/>
            <w:vAlign w:val="center"/>
          </w:tcPr>
          <w:p w14:paraId="3674D318" w14:textId="77777777" w:rsidR="00F310C9" w:rsidRDefault="00F310C9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AD31609" w14:textId="69EE3C91" w:rsidR="00F310C9" w:rsidRDefault="006E10A8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 w:rsidR="00321995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Person</w:t>
            </w:r>
            <w:r w:rsidR="003C3F54">
              <w:rPr>
                <w:rFonts w:cs="Arial"/>
                <w:b/>
                <w:bCs/>
              </w:rPr>
              <w:t>en</w:t>
            </w:r>
          </w:p>
        </w:tc>
      </w:tr>
      <w:bookmarkEnd w:id="0"/>
      <w:tr w:rsidR="00F310C9" w:rsidRPr="00ED5E2E" w14:paraId="7DB2D16F" w14:textId="77777777" w:rsidTr="00332E03">
        <w:tc>
          <w:tcPr>
            <w:tcW w:w="3544" w:type="dxa"/>
            <w:shd w:val="clear" w:color="auto" w:fill="F2F2F2"/>
          </w:tcPr>
          <w:p w14:paraId="7D35C049" w14:textId="77777777" w:rsidR="00F310C9" w:rsidRDefault="00F310C9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Ultraschallbad</w:t>
            </w:r>
          </w:p>
          <w:p w14:paraId="121EB9DE" w14:textId="0D4E2E5F" w:rsidR="00F310C9" w:rsidRDefault="00F310C9" w:rsidP="004E3A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3FCD2B2D" w14:textId="77777777" w:rsidR="004E3A28" w:rsidRDefault="004E3A28" w:rsidP="004E3A28">
            <w:pPr>
              <w:rPr>
                <w:rFonts w:cs="Arial"/>
                <w:sz w:val="20"/>
                <w:szCs w:val="20"/>
              </w:rPr>
            </w:pPr>
          </w:p>
          <w:p w14:paraId="3CFE39A9" w14:textId="77777777" w:rsidR="00F310C9" w:rsidRPr="007E7B05" w:rsidRDefault="00A8665C" w:rsidP="004E3A28">
            <w:pPr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80" w:type="dxa"/>
            <w:shd w:val="clear" w:color="auto" w:fill="F2F2F2"/>
            <w:vAlign w:val="center"/>
          </w:tcPr>
          <w:p w14:paraId="7FF6D9D7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3C0FF7F4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4BA82661" w14:textId="77777777" w:rsidR="00F310C9" w:rsidRDefault="00F310C9" w:rsidP="004E3A28">
            <w:pPr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2F2F2"/>
            <w:vAlign w:val="center"/>
          </w:tcPr>
          <w:p w14:paraId="0CD52FC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6997C022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41E3E4B6" w14:textId="77777777" w:rsidTr="000B3A9E">
        <w:tc>
          <w:tcPr>
            <w:tcW w:w="3544" w:type="dxa"/>
            <w:shd w:val="clear" w:color="auto" w:fill="auto"/>
            <w:vAlign w:val="center"/>
          </w:tcPr>
          <w:p w14:paraId="50197D8B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Alufolientest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CF21ED3" w14:textId="110189EB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95906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6F9582FB" w14:textId="788D263A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0324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5CEBA9D" w14:textId="06683C82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15745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64637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6D9F45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einmal pro Quartal</w:t>
            </w:r>
          </w:p>
        </w:tc>
        <w:tc>
          <w:tcPr>
            <w:tcW w:w="2694" w:type="dxa"/>
          </w:tcPr>
          <w:p w14:paraId="2280CA76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F310C9" w:rsidRPr="00ED5E2E" w14:paraId="79AA3F67" w14:textId="77777777" w:rsidTr="000B3A9E">
        <w:tc>
          <w:tcPr>
            <w:tcW w:w="3544" w:type="dxa"/>
            <w:shd w:val="clear" w:color="auto" w:fill="auto"/>
            <w:vAlign w:val="center"/>
          </w:tcPr>
          <w:p w14:paraId="5EC9FDC5" w14:textId="77777777" w:rsidR="00F310C9" w:rsidRDefault="00F310C9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06195EBD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165428EB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5B271F3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9CA420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54F790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F310C9" w:rsidRPr="00ED5E2E" w14:paraId="07AE77AD" w14:textId="77777777" w:rsidTr="000B3A9E">
        <w:tc>
          <w:tcPr>
            <w:tcW w:w="3544" w:type="dxa"/>
            <w:shd w:val="clear" w:color="auto" w:fill="auto"/>
            <w:vAlign w:val="center"/>
          </w:tcPr>
          <w:p w14:paraId="134F486F" w14:textId="77777777" w:rsidR="00F310C9" w:rsidRDefault="00F310C9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39A8118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9576D74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A0EDF05" w14:textId="77777777" w:rsidR="00F310C9" w:rsidRPr="00A27159" w:rsidRDefault="00F310C9" w:rsidP="00A2715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578EA186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5D7824D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5C1196E" w14:textId="77777777" w:rsidR="00321995" w:rsidRPr="00321995" w:rsidRDefault="00321995" w:rsidP="00321995">
      <w:pPr>
        <w:rPr>
          <w:sz w:val="20"/>
          <w:szCs w:val="20"/>
        </w:rPr>
      </w:pPr>
    </w:p>
    <w:p w14:paraId="6FAE0E01" w14:textId="77777777" w:rsidR="00321995" w:rsidRPr="00321995" w:rsidRDefault="00321995" w:rsidP="00321995">
      <w:pPr>
        <w:rPr>
          <w:sz w:val="20"/>
          <w:szCs w:val="20"/>
        </w:rPr>
      </w:pPr>
    </w:p>
    <w:p w14:paraId="4B31E810" w14:textId="76751C06" w:rsidR="004E3A28" w:rsidRPr="00321995" w:rsidRDefault="005B400E" w:rsidP="00321995">
      <w:pPr>
        <w:ind w:right="536"/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80"/>
        <w:gridCol w:w="1880"/>
        <w:gridCol w:w="1880"/>
        <w:gridCol w:w="2297"/>
        <w:gridCol w:w="2694"/>
      </w:tblGrid>
      <w:tr w:rsidR="00321995" w:rsidRPr="00ED5E2E" w14:paraId="349E9D25" w14:textId="77777777" w:rsidTr="00332E03">
        <w:tc>
          <w:tcPr>
            <w:tcW w:w="3544" w:type="dxa"/>
            <w:shd w:val="clear" w:color="auto" w:fill="D9D9D9"/>
            <w:vAlign w:val="center"/>
          </w:tcPr>
          <w:p w14:paraId="54A07AD6" w14:textId="3CB7B0FF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2B955975" w14:textId="2C404275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1B959EB2" w14:textId="61A192E2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80" w:type="dxa"/>
            <w:shd w:val="clear" w:color="auto" w:fill="D9D9D9"/>
            <w:vAlign w:val="center"/>
          </w:tcPr>
          <w:p w14:paraId="55F5C730" w14:textId="4E4B8EEC" w:rsidR="00321995" w:rsidRDefault="00321995" w:rsidP="00321995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97" w:type="dxa"/>
            <w:shd w:val="clear" w:color="auto" w:fill="D9D9D9"/>
            <w:vAlign w:val="center"/>
          </w:tcPr>
          <w:p w14:paraId="50E762F0" w14:textId="5760CD6B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7CB7D9C" w14:textId="443E5EC5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>
              <w:rPr>
                <w:rFonts w:cs="Arial"/>
                <w:b/>
                <w:bCs/>
              </w:rPr>
              <w:br/>
              <w:t>Personen</w:t>
            </w:r>
          </w:p>
        </w:tc>
      </w:tr>
      <w:tr w:rsidR="00F310C9" w:rsidRPr="00ED5E2E" w14:paraId="3DAAE6DD" w14:textId="77777777" w:rsidTr="00332E03">
        <w:tc>
          <w:tcPr>
            <w:tcW w:w="3544" w:type="dxa"/>
            <w:shd w:val="clear" w:color="auto" w:fill="F2F2F2"/>
          </w:tcPr>
          <w:p w14:paraId="43FF5541" w14:textId="09107E9E" w:rsidR="00F310C9" w:rsidRDefault="00F310C9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Reinigungs- und Desinfektions</w:t>
            </w:r>
            <w:r w:rsidR="00321995">
              <w:rPr>
                <w:rFonts w:cs="Arial"/>
                <w:b/>
                <w:bCs/>
                <w:sz w:val="20"/>
                <w:szCs w:val="20"/>
              </w:rPr>
              <w:t>-</w:t>
            </w:r>
            <w:r w:rsidR="00332E03">
              <w:rPr>
                <w:rFonts w:cs="Arial"/>
                <w:b/>
                <w:bCs/>
                <w:sz w:val="20"/>
                <w:szCs w:val="20"/>
              </w:rPr>
              <w:br/>
            </w:r>
            <w:r>
              <w:rPr>
                <w:rFonts w:cs="Arial"/>
                <w:b/>
                <w:bCs/>
                <w:sz w:val="20"/>
                <w:szCs w:val="20"/>
              </w:rPr>
              <w:t>gerät (RDG)</w:t>
            </w:r>
          </w:p>
          <w:p w14:paraId="35767D06" w14:textId="575296F5" w:rsidR="00F310C9" w:rsidRPr="00321995" w:rsidRDefault="00F310C9" w:rsidP="007E7B0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1DA723ED" w14:textId="77777777" w:rsidR="007E7B05" w:rsidRPr="00321995" w:rsidRDefault="007E7B05" w:rsidP="007E7B05">
            <w:pPr>
              <w:rPr>
                <w:rFonts w:cs="Arial"/>
                <w:sz w:val="20"/>
                <w:szCs w:val="20"/>
              </w:rPr>
            </w:pPr>
          </w:p>
          <w:p w14:paraId="3019FF49" w14:textId="77777777" w:rsidR="007E7B05" w:rsidRDefault="007E7B05" w:rsidP="007E7B05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80" w:type="dxa"/>
            <w:shd w:val="clear" w:color="auto" w:fill="F2F2F2"/>
            <w:vAlign w:val="center"/>
          </w:tcPr>
          <w:p w14:paraId="7063523B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2D56A2E9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F2F2F2"/>
            <w:vAlign w:val="center"/>
          </w:tcPr>
          <w:p w14:paraId="6FB499B0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2F2F2"/>
            <w:vAlign w:val="center"/>
          </w:tcPr>
          <w:p w14:paraId="7E78D4FE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7C900F61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B1C482F" w14:textId="77777777" w:rsidTr="000B3A9E">
        <w:tc>
          <w:tcPr>
            <w:tcW w:w="3544" w:type="dxa"/>
            <w:shd w:val="clear" w:color="auto" w:fill="auto"/>
            <w:vAlign w:val="center"/>
          </w:tcPr>
          <w:p w14:paraId="6067720B" w14:textId="77777777" w:rsidR="006A6641" w:rsidRDefault="006A6641" w:rsidP="000B3A9E">
            <w:pPr>
              <w:ind w:right="-109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Sichtprüfung (Kammer, Spülarme, Konnektoren, Dichtungen, Siebe)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7B8EEDF4" w14:textId="1ABF917E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8104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54BA14D" w14:textId="7E11B781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83874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177E3F6" w14:textId="43B4002C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84779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5F7117C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0AAFF99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B236A48" w14:textId="77777777" w:rsidTr="000B3A9E">
        <w:tc>
          <w:tcPr>
            <w:tcW w:w="3544" w:type="dxa"/>
            <w:shd w:val="clear" w:color="auto" w:fill="auto"/>
            <w:vAlign w:val="center"/>
          </w:tcPr>
          <w:p w14:paraId="5709DE02" w14:textId="58D62DEB" w:rsidR="006A6641" w:rsidRDefault="006A6641" w:rsidP="000B3A9E">
            <w:pPr>
              <w:ind w:right="-109"/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Menge und Qualität des Speise-</w:t>
            </w:r>
            <w:r w:rsidR="00332E03">
              <w:rPr>
                <w:rFonts w:eastAsia="Calibri" w:cs="Arial"/>
                <w:sz w:val="20"/>
              </w:rPr>
              <w:br/>
            </w:r>
            <w:r>
              <w:rPr>
                <w:rFonts w:eastAsia="Calibri" w:cs="Arial"/>
                <w:sz w:val="20"/>
              </w:rPr>
              <w:t>wassers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3096CFA4" w14:textId="51A8495B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91869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24A8830C" w14:textId="54F74819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5589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6FB82D3C" w14:textId="67B4EC89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15174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07AC5AC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22264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73A851D" w14:textId="77777777" w:rsidTr="000B3A9E">
        <w:tc>
          <w:tcPr>
            <w:tcW w:w="3544" w:type="dxa"/>
            <w:shd w:val="clear" w:color="auto" w:fill="auto"/>
            <w:vAlign w:val="center"/>
          </w:tcPr>
          <w:p w14:paraId="68B102A1" w14:textId="5576E74A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 xml:space="preserve">Funktionsprüfung beweglicher Teile (Spülarme, Beladungswagen / </w:t>
            </w:r>
            <w:r>
              <w:rPr>
                <w:rFonts w:eastAsia="Calibri" w:cs="Arial"/>
                <w:sz w:val="20"/>
              </w:rPr>
              <w:br/>
              <w:t>Laufrollen)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9BEB659" w14:textId="3C7DEB6F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85368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46668B2" w14:textId="0C55FB09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6399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77CB51DF" w14:textId="063FCCED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453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4E10D6B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70A0A5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13DFB12" w14:textId="77777777" w:rsidTr="000B3A9E">
        <w:tc>
          <w:tcPr>
            <w:tcW w:w="3544" w:type="dxa"/>
            <w:shd w:val="clear" w:color="auto" w:fill="auto"/>
            <w:vAlign w:val="center"/>
          </w:tcPr>
          <w:p w14:paraId="7B1192A8" w14:textId="4D9F5E0D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 xml:space="preserve">Füllungszustand der Prozesschemie (Chemikalienbehälter, täglicher </w:t>
            </w:r>
            <w:r>
              <w:rPr>
                <w:rFonts w:eastAsia="Calibri" w:cs="Arial"/>
                <w:sz w:val="20"/>
              </w:rPr>
              <w:br/>
              <w:t>Verbrauch)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C343129" w14:textId="567E56AA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0648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294EF518" w14:textId="415A158A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5364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51D75A8" w14:textId="5626DB7F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6936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663782F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AA97016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9EE29CF" w14:textId="77777777" w:rsidTr="000B3A9E">
        <w:tc>
          <w:tcPr>
            <w:tcW w:w="3544" w:type="dxa"/>
            <w:shd w:val="clear" w:color="auto" w:fill="auto"/>
            <w:vAlign w:val="center"/>
          </w:tcPr>
          <w:p w14:paraId="51D5BDC6" w14:textId="77777777" w:rsidR="006A6641" w:rsidRPr="00B969C5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ggf. weitere Prüfungen, resultierend aus den Validierungsergebnissen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0FDE45C6" w14:textId="291FECA0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6747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D278589" w14:textId="6F66EE8C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59363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03AB2FC" w14:textId="471D9288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60349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6F13BB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F8C06D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6700B7C5" w14:textId="77777777" w:rsidTr="000B3A9E">
        <w:tc>
          <w:tcPr>
            <w:tcW w:w="3544" w:type="dxa"/>
            <w:shd w:val="clear" w:color="auto" w:fill="auto"/>
            <w:vAlign w:val="center"/>
          </w:tcPr>
          <w:p w14:paraId="20C6D8A5" w14:textId="75E7E692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ggf. Austausch/Reinigung der </w:t>
            </w:r>
            <w:r>
              <w:rPr>
                <w:rFonts w:cs="Arial"/>
                <w:sz w:val="20"/>
                <w:szCs w:val="20"/>
              </w:rPr>
              <w:br/>
              <w:t>Adapter-Filterplatten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077201BE" w14:textId="2F0E41BF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2683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3BB99AA9" w14:textId="0FC8EAEB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5989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80" w:type="dxa"/>
            <w:shd w:val="clear" w:color="auto" w:fill="auto"/>
            <w:vAlign w:val="center"/>
          </w:tcPr>
          <w:p w14:paraId="5A6F078E" w14:textId="63A9CEA9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851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5563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97" w:type="dxa"/>
            <w:shd w:val="clear" w:color="auto" w:fill="auto"/>
            <w:vAlign w:val="center"/>
          </w:tcPr>
          <w:p w14:paraId="7081BB5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alle 20 Chargen</w:t>
            </w:r>
          </w:p>
        </w:tc>
        <w:tc>
          <w:tcPr>
            <w:tcW w:w="2694" w:type="dxa"/>
          </w:tcPr>
          <w:p w14:paraId="3BFCA989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462ADD6E" w14:textId="77777777" w:rsidTr="000B3A9E">
        <w:tc>
          <w:tcPr>
            <w:tcW w:w="3544" w:type="dxa"/>
            <w:shd w:val="clear" w:color="auto" w:fill="auto"/>
            <w:vAlign w:val="center"/>
          </w:tcPr>
          <w:p w14:paraId="2196F9F4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37FFC302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9E8F47F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28F8A4FF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65DEA3F3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9448EE6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2ACB3703" w14:textId="77777777" w:rsidTr="000B3A9E">
        <w:tc>
          <w:tcPr>
            <w:tcW w:w="3544" w:type="dxa"/>
            <w:shd w:val="clear" w:color="auto" w:fill="auto"/>
            <w:vAlign w:val="center"/>
          </w:tcPr>
          <w:p w14:paraId="757D9090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6D1FC8B7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7763FD9A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5204F727" w14:textId="77777777" w:rsidR="00F8343A" w:rsidRPr="00A27159" w:rsidRDefault="00F8343A" w:rsidP="00A8665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238A76E6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2002655" w14:textId="77777777" w:rsidR="00F8343A" w:rsidRDefault="00F8343A" w:rsidP="004E3A28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4742196" w14:textId="77777777" w:rsidR="00321995" w:rsidRPr="00321995" w:rsidRDefault="00321995">
      <w:pPr>
        <w:rPr>
          <w:sz w:val="20"/>
          <w:szCs w:val="20"/>
        </w:rPr>
      </w:pPr>
    </w:p>
    <w:p w14:paraId="074F7F02" w14:textId="77777777" w:rsidR="00321995" w:rsidRPr="00321995" w:rsidRDefault="00321995">
      <w:pPr>
        <w:rPr>
          <w:sz w:val="20"/>
          <w:szCs w:val="20"/>
        </w:rPr>
      </w:pPr>
    </w:p>
    <w:p w14:paraId="510A4767" w14:textId="763917B5" w:rsidR="004E3A28" w:rsidRPr="00321995" w:rsidRDefault="004E3A28">
      <w:pPr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90"/>
        <w:gridCol w:w="1890"/>
        <w:gridCol w:w="1890"/>
        <w:gridCol w:w="2267"/>
        <w:gridCol w:w="2694"/>
      </w:tblGrid>
      <w:tr w:rsidR="00321995" w:rsidRPr="00ED5E2E" w14:paraId="338CE279" w14:textId="77777777" w:rsidTr="00321995">
        <w:tc>
          <w:tcPr>
            <w:tcW w:w="3544" w:type="dxa"/>
            <w:shd w:val="clear" w:color="auto" w:fill="D9D9D9"/>
            <w:vAlign w:val="center"/>
          </w:tcPr>
          <w:p w14:paraId="1262280B" w14:textId="2E395D95" w:rsidR="00321995" w:rsidRDefault="00321995" w:rsidP="003219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5AA6D781" w14:textId="3651F12A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4DA661D4" w14:textId="3E390A12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0303E66C" w14:textId="2C74B3B6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67" w:type="dxa"/>
            <w:shd w:val="clear" w:color="auto" w:fill="D9D9D9"/>
            <w:vAlign w:val="center"/>
          </w:tcPr>
          <w:p w14:paraId="47AB7FFF" w14:textId="07BF325B" w:rsidR="00321995" w:rsidRDefault="00321995" w:rsidP="003219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195A2D69" w14:textId="675C5AFE" w:rsidR="00321995" w:rsidRDefault="00321995" w:rsidP="0032199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>
              <w:rPr>
                <w:rFonts w:cs="Arial"/>
                <w:b/>
                <w:bCs/>
              </w:rPr>
              <w:br/>
              <w:t>Personen</w:t>
            </w:r>
          </w:p>
        </w:tc>
      </w:tr>
      <w:tr w:rsidR="00F310C9" w:rsidRPr="00863512" w14:paraId="3F6B743F" w14:textId="77777777" w:rsidTr="00321995">
        <w:tc>
          <w:tcPr>
            <w:tcW w:w="3544" w:type="dxa"/>
            <w:shd w:val="clear" w:color="auto" w:fill="F2F2F2"/>
          </w:tcPr>
          <w:p w14:paraId="3ED900D1" w14:textId="77777777" w:rsidR="00F310C9" w:rsidRDefault="00AD755A" w:rsidP="004E3A28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DAC Universal (Autoklav) oder </w:t>
            </w:r>
            <w:r w:rsidR="00F310C9">
              <w:rPr>
                <w:rFonts w:cs="Arial"/>
                <w:b/>
                <w:bCs/>
                <w:sz w:val="20"/>
                <w:szCs w:val="20"/>
              </w:rPr>
              <w:t>DAC Universal D (RDG)</w:t>
            </w:r>
          </w:p>
          <w:p w14:paraId="260128FF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158E74AA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  <w:p w14:paraId="151E4FD0" w14:textId="77777777" w:rsidR="007E7B05" w:rsidRDefault="007E7B05" w:rsidP="007E7B05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shd w:val="clear" w:color="auto" w:fill="F2F2F2"/>
            <w:vAlign w:val="center"/>
          </w:tcPr>
          <w:p w14:paraId="46E89EED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525C50F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7505BDEB" w14:textId="77777777" w:rsidR="00F310C9" w:rsidRDefault="00F310C9" w:rsidP="00A8665C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F2F2F2"/>
            <w:vAlign w:val="center"/>
          </w:tcPr>
          <w:p w14:paraId="7853C8AB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41464254" w14:textId="77777777" w:rsidR="00F310C9" w:rsidRDefault="00F310C9" w:rsidP="004E3A28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282725B9" w14:textId="77777777" w:rsidTr="000B3A9E">
        <w:tc>
          <w:tcPr>
            <w:tcW w:w="3544" w:type="dxa"/>
            <w:shd w:val="clear" w:color="auto" w:fill="auto"/>
            <w:vAlign w:val="center"/>
          </w:tcPr>
          <w:p w14:paraId="185765AA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Check &amp; Clean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BE3D6E3" w14:textId="061D569E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3123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EB7C225" w14:textId="296A51AF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16037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A9FCCB4" w14:textId="5202C47D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79147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F7CBEE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Geräteanzeige</w:t>
            </w:r>
          </w:p>
        </w:tc>
        <w:tc>
          <w:tcPr>
            <w:tcW w:w="2694" w:type="dxa"/>
          </w:tcPr>
          <w:p w14:paraId="5FB46F8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1FDA6239" w14:textId="77777777" w:rsidTr="000B3A9E">
        <w:tc>
          <w:tcPr>
            <w:tcW w:w="3544" w:type="dxa"/>
            <w:shd w:val="clear" w:color="auto" w:fill="auto"/>
            <w:vAlign w:val="center"/>
          </w:tcPr>
          <w:p w14:paraId="00DEECF9" w14:textId="77777777" w:rsidR="006A6641" w:rsidRPr="003C3F54" w:rsidRDefault="006A6641" w:rsidP="000B3A9E">
            <w:pPr>
              <w:rPr>
                <w:rFonts w:cs="Arial"/>
                <w:sz w:val="20"/>
                <w:szCs w:val="20"/>
              </w:rPr>
            </w:pPr>
            <w:r w:rsidRPr="003C3F54">
              <w:rPr>
                <w:rFonts w:cs="Arial"/>
                <w:sz w:val="20"/>
                <w:szCs w:val="20"/>
              </w:rPr>
              <w:t>Aufgaben Check &amp; Clean bitte hier eintragen:</w:t>
            </w:r>
          </w:p>
          <w:p w14:paraId="0335B9DE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3F282FF9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03C53CE3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  <w:p w14:paraId="40BD7807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FB27AC9" w14:textId="247A9D5A" w:rsidR="006A6641" w:rsidRDefault="00652FF6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814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D1D4D7B" w14:textId="48FDC1FC" w:rsidR="006A6641" w:rsidRDefault="00652FF6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68531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8324712" w14:textId="65F16696" w:rsidR="006A6641" w:rsidRDefault="00652FF6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62785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BDD39C8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FE88F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17266775" w14:textId="77777777" w:rsidTr="000B3A9E">
        <w:tc>
          <w:tcPr>
            <w:tcW w:w="3544" w:type="dxa"/>
            <w:shd w:val="clear" w:color="auto" w:fill="auto"/>
            <w:vAlign w:val="center"/>
          </w:tcPr>
          <w:p w14:paraId="17F6F868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 D</w:t>
            </w:r>
            <w:r>
              <w:rPr>
                <w:rFonts w:cs="Arial"/>
                <w:sz w:val="20"/>
                <w:szCs w:val="20"/>
              </w:rPr>
              <w:t>: Leerzyklus mit dem Deckel Blue ohne Instrumente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A45D22" w14:textId="31A97E62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30273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5495D9C3" w14:textId="3FF54AED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17622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3CFE3C9" w14:textId="682E9429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680703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962569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bei Standzeiten länger als 24 Stunden</w:t>
            </w:r>
          </w:p>
        </w:tc>
        <w:tc>
          <w:tcPr>
            <w:tcW w:w="2694" w:type="dxa"/>
          </w:tcPr>
          <w:p w14:paraId="3CA1682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50B56709" w14:textId="77777777" w:rsidTr="000B3A9E">
        <w:tc>
          <w:tcPr>
            <w:tcW w:w="3544" w:type="dxa"/>
            <w:shd w:val="clear" w:color="auto" w:fill="auto"/>
            <w:vAlign w:val="center"/>
          </w:tcPr>
          <w:p w14:paraId="375BB691" w14:textId="6BDF2593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Universal:</w:t>
            </w:r>
            <w:r>
              <w:rPr>
                <w:rFonts w:cs="Arial"/>
                <w:sz w:val="20"/>
                <w:szCs w:val="20"/>
              </w:rPr>
              <w:t xml:space="preserve"> Prozessindikator (Klasse 5)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77A1F4" w14:textId="4B83BEF2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32092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C8D0036" w14:textId="5A1E6971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536770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84DC0AE" w14:textId="71B07E41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0533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79E59B5D" w14:textId="4EE86A9E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 Charge</w:t>
            </w:r>
          </w:p>
        </w:tc>
        <w:tc>
          <w:tcPr>
            <w:tcW w:w="2694" w:type="dxa"/>
          </w:tcPr>
          <w:p w14:paraId="78863BE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863512" w14:paraId="32E625D4" w14:textId="77777777" w:rsidTr="000B3A9E">
        <w:tc>
          <w:tcPr>
            <w:tcW w:w="3544" w:type="dxa"/>
            <w:shd w:val="clear" w:color="auto" w:fill="auto"/>
            <w:vAlign w:val="center"/>
          </w:tcPr>
          <w:p w14:paraId="5A3E94D1" w14:textId="34CD1CF5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 w:rsidRPr="00650BEF">
              <w:rPr>
                <w:rFonts w:cs="Arial"/>
                <w:b/>
                <w:bCs/>
                <w:sz w:val="20"/>
                <w:szCs w:val="20"/>
              </w:rPr>
              <w:t>DAC Universal:</w:t>
            </w:r>
            <w:r>
              <w:rPr>
                <w:rFonts w:cs="Arial"/>
                <w:sz w:val="20"/>
                <w:szCs w:val="20"/>
              </w:rPr>
              <w:t xml:space="preserve"> PCD-Prüfkörper (Helix)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DFF9E2" w14:textId="5EDA0A9E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73174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482126C" w14:textId="552A1DF9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975742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D095902" w14:textId="202C9AA6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044510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9D07A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3AA855CD" w14:textId="32523E2D" w:rsidR="006A6641" w:rsidRDefault="006A6641" w:rsidP="006A66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einmal pro Woche</w:t>
            </w:r>
          </w:p>
        </w:tc>
        <w:tc>
          <w:tcPr>
            <w:tcW w:w="2694" w:type="dxa"/>
          </w:tcPr>
          <w:p w14:paraId="66F07C87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863512" w14:paraId="080132E0" w14:textId="77777777" w:rsidTr="000B3A9E">
        <w:tc>
          <w:tcPr>
            <w:tcW w:w="3544" w:type="dxa"/>
            <w:shd w:val="clear" w:color="auto" w:fill="auto"/>
            <w:vAlign w:val="center"/>
          </w:tcPr>
          <w:p w14:paraId="4246073D" w14:textId="77777777" w:rsidR="003C3F54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390851B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A4F1D66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8279B8F" w14:textId="77777777" w:rsidR="003C3F54" w:rsidRPr="00A27159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2879E0E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C76884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F63BBF" w:rsidRPr="00863512" w14:paraId="6247788D" w14:textId="77777777" w:rsidTr="000B3A9E">
        <w:tc>
          <w:tcPr>
            <w:tcW w:w="3544" w:type="dxa"/>
            <w:shd w:val="clear" w:color="auto" w:fill="auto"/>
            <w:vAlign w:val="center"/>
          </w:tcPr>
          <w:p w14:paraId="65D281BA" w14:textId="77777777" w:rsidR="00F63BBF" w:rsidRDefault="00F63BBF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7C7A159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085B8F0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45148E5A" w14:textId="77777777" w:rsidR="00F63BBF" w:rsidRPr="00A27159" w:rsidRDefault="00F63BBF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0A5F141" w14:textId="77777777" w:rsidR="00F63BBF" w:rsidRDefault="00F63BBF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9252D4B" w14:textId="77777777" w:rsidR="00F63BBF" w:rsidRDefault="00F63BBF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C2B4657" w14:textId="77777777" w:rsidTr="00321995">
        <w:tc>
          <w:tcPr>
            <w:tcW w:w="3544" w:type="dxa"/>
            <w:shd w:val="clear" w:color="auto" w:fill="F2F2F2"/>
          </w:tcPr>
          <w:p w14:paraId="31096137" w14:textId="77777777" w:rsidR="003C3F54" w:rsidRDefault="003C3F54" w:rsidP="003C3F5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Siegelgerät</w:t>
            </w:r>
          </w:p>
          <w:p w14:paraId="4FE34A67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5DAA3FF0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  <w:p w14:paraId="6763B0F4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shd w:val="clear" w:color="auto" w:fill="F2F2F2"/>
            <w:vAlign w:val="center"/>
          </w:tcPr>
          <w:p w14:paraId="76886784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9F81BDA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/>
            <w:vAlign w:val="center"/>
          </w:tcPr>
          <w:p w14:paraId="6E515F6C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F2F2F2"/>
            <w:vAlign w:val="center"/>
          </w:tcPr>
          <w:p w14:paraId="42C69B4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2F2F2"/>
          </w:tcPr>
          <w:p w14:paraId="58400C78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6DEC5D6" w14:textId="77777777" w:rsidTr="000B3A9E">
        <w:tc>
          <w:tcPr>
            <w:tcW w:w="3544" w:type="dxa"/>
            <w:shd w:val="clear" w:color="auto" w:fill="auto"/>
            <w:vAlign w:val="center"/>
          </w:tcPr>
          <w:p w14:paraId="13363CEB" w14:textId="2BAC64E4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Seal-Check bei Sterilgut-</w:t>
            </w:r>
            <w:r w:rsidR="00332E03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verpackungen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CBB786" w14:textId="58074C3D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97490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C4C5356" w14:textId="087D5E7D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74684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7260B46" w14:textId="6FDDC7BE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69429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98B27D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A8336EB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4A6DD304" w14:textId="77777777" w:rsidTr="000B3A9E">
        <w:tc>
          <w:tcPr>
            <w:tcW w:w="3544" w:type="dxa"/>
            <w:shd w:val="clear" w:color="auto" w:fill="auto"/>
            <w:vAlign w:val="center"/>
          </w:tcPr>
          <w:p w14:paraId="720407E8" w14:textId="72B7142F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Tintentest bei Sterilgutverpackungen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B034E3" w14:textId="4FD76718" w:rsidR="006A6641" w:rsidRDefault="00652FF6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67164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45E9A7A1" w14:textId="25CE4508" w:rsidR="006A6641" w:rsidRDefault="00652FF6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5931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FD0AA0D" w14:textId="5BB7A02E" w:rsidR="006A6641" w:rsidRDefault="00652FF6" w:rsidP="006A6641">
            <w:pPr>
              <w:jc w:val="center"/>
              <w:rPr>
                <w:rFonts w:ascii="Segoe UI Symbol" w:eastAsia="MS Gothic" w:hAnsi="Segoe UI Symbol" w:cs="Segoe UI Symbo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32116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7318710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BB56EF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4A33FE9" w14:textId="77777777" w:rsidTr="000B3A9E">
        <w:tc>
          <w:tcPr>
            <w:tcW w:w="3544" w:type="dxa"/>
            <w:shd w:val="clear" w:color="auto" w:fill="auto"/>
            <w:vAlign w:val="center"/>
          </w:tcPr>
          <w:p w14:paraId="5B58953B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Tintentest bei Sterilgutverpackungen mit Seitenfalte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61E740" w14:textId="00BFED89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9613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6F174E3" w14:textId="4CB9E0F5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31379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281E255F" w14:textId="17A90964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6952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278C7F8F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40666D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3B2CCA2E" w14:textId="77777777" w:rsidTr="000B3A9E">
        <w:tc>
          <w:tcPr>
            <w:tcW w:w="3544" w:type="dxa"/>
            <w:shd w:val="clear" w:color="auto" w:fill="auto"/>
            <w:vAlign w:val="center"/>
          </w:tcPr>
          <w:p w14:paraId="55D79B45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Peeltest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6C86CC" w14:textId="6394A1D1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4319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D7C2D0F" w14:textId="4373FB31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9039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FD94FF9" w14:textId="04C643D5" w:rsidR="006A6641" w:rsidRDefault="00652FF6" w:rsidP="006A6641">
            <w:pPr>
              <w:jc w:val="center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29448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BB37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7" w:type="dxa"/>
            <w:shd w:val="clear" w:color="auto" w:fill="auto"/>
            <w:vAlign w:val="center"/>
          </w:tcPr>
          <w:p w14:paraId="0EDDCDC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E2C790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0A8E8C8F" w14:textId="77777777" w:rsidTr="000B3A9E">
        <w:tc>
          <w:tcPr>
            <w:tcW w:w="3544" w:type="dxa"/>
            <w:shd w:val="clear" w:color="auto" w:fill="auto"/>
            <w:vAlign w:val="center"/>
          </w:tcPr>
          <w:p w14:paraId="40551443" w14:textId="77777777" w:rsidR="003C3F54" w:rsidRPr="00A27159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AF7281B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6CA5E84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C98A519" w14:textId="77777777" w:rsidR="003C3F54" w:rsidRDefault="003C3F54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702A44C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B65C6F5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56CF6A7" w14:textId="77777777" w:rsidR="00321995" w:rsidRPr="00321995" w:rsidRDefault="00321995">
      <w:pPr>
        <w:rPr>
          <w:sz w:val="20"/>
          <w:szCs w:val="20"/>
        </w:rPr>
      </w:pPr>
    </w:p>
    <w:p w14:paraId="515160CF" w14:textId="77777777" w:rsidR="00321995" w:rsidRPr="00321995" w:rsidRDefault="00321995">
      <w:pPr>
        <w:rPr>
          <w:sz w:val="20"/>
          <w:szCs w:val="20"/>
        </w:rPr>
      </w:pPr>
    </w:p>
    <w:p w14:paraId="61FCEEAF" w14:textId="403F23E8" w:rsidR="00321995" w:rsidRPr="00321995" w:rsidRDefault="00321995">
      <w:pPr>
        <w:rPr>
          <w:sz w:val="20"/>
          <w:szCs w:val="20"/>
        </w:rPr>
      </w:pPr>
      <w:r w:rsidRPr="00321995">
        <w:rPr>
          <w:sz w:val="20"/>
          <w:szCs w:val="20"/>
        </w:rPr>
        <w:br w:type="page"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90"/>
        <w:gridCol w:w="1890"/>
        <w:gridCol w:w="1890"/>
        <w:gridCol w:w="2268"/>
        <w:gridCol w:w="2693"/>
      </w:tblGrid>
      <w:tr w:rsidR="00321995" w:rsidRPr="00ED5E2E" w14:paraId="119456CC" w14:textId="77777777" w:rsidTr="001D1635">
        <w:tc>
          <w:tcPr>
            <w:tcW w:w="3544" w:type="dxa"/>
            <w:shd w:val="clear" w:color="auto" w:fill="D9D9D9"/>
            <w:vAlign w:val="center"/>
          </w:tcPr>
          <w:p w14:paraId="19B2FEA0" w14:textId="253449B8" w:rsidR="00321995" w:rsidRDefault="00321995" w:rsidP="009472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lastRenderedPageBreak/>
              <w:t>Aufbereitungsgeräte/</w:t>
            </w:r>
            <w:r>
              <w:rPr>
                <w:rFonts w:cs="Arial"/>
                <w:b/>
                <w:bCs/>
              </w:rPr>
              <w:br/>
              <w:t>Merkmale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02DF0E34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Arbeitstägliche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42309EB5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Wöchentliche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1890" w:type="dxa"/>
            <w:shd w:val="clear" w:color="auto" w:fill="D9D9D9"/>
            <w:vAlign w:val="center"/>
          </w:tcPr>
          <w:p w14:paraId="5E4559F9" w14:textId="77777777" w:rsidR="00321995" w:rsidRDefault="00321995" w:rsidP="0032199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Monatliche </w:t>
            </w:r>
            <w:r>
              <w:rPr>
                <w:rFonts w:cs="Arial"/>
                <w:b/>
                <w:bCs/>
              </w:rPr>
              <w:br/>
              <w:t>Prüfungen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5999C98" w14:textId="77777777" w:rsidR="00321995" w:rsidRDefault="00321995" w:rsidP="009472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 xml:space="preserve">Andere Intervalle </w:t>
            </w:r>
            <w:r>
              <w:rPr>
                <w:rFonts w:cs="Arial"/>
                <w:b/>
                <w:bCs/>
              </w:rPr>
              <w:br/>
              <w:t>(chargenbezogen)/</w:t>
            </w:r>
            <w:r>
              <w:rPr>
                <w:rFonts w:cs="Arial"/>
                <w:b/>
                <w:bCs/>
              </w:rPr>
              <w:br/>
              <w:t>Bemerkungen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11945B8" w14:textId="740812B4" w:rsidR="00321995" w:rsidRDefault="00321995" w:rsidP="009472E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Verantwortliche </w:t>
            </w:r>
            <w:r w:rsidR="009472E8">
              <w:rPr>
                <w:rFonts w:cs="Arial"/>
                <w:b/>
                <w:bCs/>
              </w:rPr>
              <w:br/>
            </w:r>
            <w:r>
              <w:rPr>
                <w:rFonts w:cs="Arial"/>
                <w:b/>
                <w:bCs/>
              </w:rPr>
              <w:t>Personen</w:t>
            </w:r>
          </w:p>
        </w:tc>
      </w:tr>
      <w:tr w:rsidR="003C3F54" w:rsidRPr="00ED5E2E" w14:paraId="6140BE0E" w14:textId="77777777" w:rsidTr="001D1635">
        <w:tc>
          <w:tcPr>
            <w:tcW w:w="3544" w:type="dxa"/>
            <w:tcBorders>
              <w:bottom w:val="single" w:sz="4" w:space="0" w:color="auto"/>
            </w:tcBorders>
            <w:shd w:val="clear" w:color="auto" w:fill="F2F2F2"/>
          </w:tcPr>
          <w:p w14:paraId="02D2975F" w14:textId="77777777" w:rsidR="003C3F54" w:rsidRDefault="003C3F54" w:rsidP="003C3F5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Autoklav</w:t>
            </w:r>
          </w:p>
          <w:p w14:paraId="6405C105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Hersteller und Gerätebezeichnung:</w:t>
            </w:r>
          </w:p>
          <w:p w14:paraId="4BCACEC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  <w:p w14:paraId="3E6BCA10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  <w:r w:rsidRPr="007E7B05">
              <w:rPr>
                <w:rFonts w:cs="Arial"/>
                <w:b/>
                <w:bCs/>
                <w:color w:val="FF0000"/>
                <w:sz w:val="20"/>
                <w:szCs w:val="20"/>
              </w:rPr>
              <w:t>Beispiele (bitte individualisieren!):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33A7DF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BBEA9C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42418EC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DCDCB2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/>
          </w:tcPr>
          <w:p w14:paraId="2F0B5821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9C3AE65" w14:textId="77777777" w:rsidTr="000B3A9E">
        <w:tc>
          <w:tcPr>
            <w:tcW w:w="3544" w:type="dxa"/>
            <w:tcBorders>
              <w:bottom w:val="nil"/>
            </w:tcBorders>
            <w:shd w:val="clear" w:color="auto" w:fill="auto"/>
            <w:vAlign w:val="center"/>
          </w:tcPr>
          <w:p w14:paraId="1C32CFE8" w14:textId="77777777" w:rsidR="003C3F54" w:rsidRDefault="003C3F54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Sichtprüfung von</w:t>
            </w:r>
            <w:r w:rsidR="009472E8">
              <w:rPr>
                <w:rFonts w:eastAsia="Calibri" w:cs="Arial"/>
                <w:sz w:val="20"/>
              </w:rPr>
              <w:t>:</w:t>
            </w:r>
          </w:p>
          <w:p w14:paraId="163FF8C0" w14:textId="4D1D7946" w:rsidR="009472E8" w:rsidRPr="00512094" w:rsidRDefault="009472E8" w:rsidP="000B3A9E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2F368F21" w14:textId="269FB15A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5B1DB35D" w14:textId="6505B28D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1D76D07A" w14:textId="74C2821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72289C0E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1AF7A6B8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60FB75F" w14:textId="77777777" w:rsidTr="000B3A9E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53063274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Kammer und Dichtungen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2FCA7D35" w14:textId="2F9F7C52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77744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063237C5" w14:textId="7C1761BF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3385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63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4F92280E" w14:textId="0F424541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1280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3517705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5F3E5A01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52D7B645" w14:textId="77777777" w:rsidTr="000B3A9E">
        <w:tc>
          <w:tcPr>
            <w:tcW w:w="3544" w:type="dxa"/>
            <w:shd w:val="clear" w:color="auto" w:fill="auto"/>
            <w:vAlign w:val="center"/>
          </w:tcPr>
          <w:p w14:paraId="53FA9DA3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Kesselreinigung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07E663B" w14:textId="2FFD7D1A" w:rsidR="006A6641" w:rsidRDefault="00652FF6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4137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1C24D47B" w14:textId="6118E52B" w:rsidR="006A6641" w:rsidRDefault="00652FF6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2628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4BF82D80" w14:textId="7499CDC0" w:rsidR="006A6641" w:rsidRDefault="00652FF6" w:rsidP="006A6641">
            <w:pPr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46716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0AF677E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62515A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0DF03F76" w14:textId="77777777" w:rsidTr="000B3A9E">
        <w:tc>
          <w:tcPr>
            <w:tcW w:w="3544" w:type="dxa"/>
            <w:shd w:val="clear" w:color="auto" w:fill="auto"/>
            <w:vAlign w:val="center"/>
          </w:tcPr>
          <w:p w14:paraId="38786755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Speisewasserbehälter, Speisewasser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2101CA" w14:textId="79D99861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73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534EA163" w14:textId="3E23434F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78048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0A922850" w14:textId="795CAC04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92483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24213445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DEFF2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F6658F6" w14:textId="77777777" w:rsidTr="000B3A9E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F4ABD" w14:textId="77777777" w:rsidR="006A6641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ggf. Kühlwasser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30954" w14:textId="627039C1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0908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9BF19" w14:textId="0171F3A9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77309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4E4EC" w14:textId="3E5744D8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24749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0078F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EE61C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FEE98B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E02448" w:rsidRPr="00ED5E2E" w14:paraId="25269CE9" w14:textId="77777777" w:rsidTr="000B3A9E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458BF" w14:textId="77777777" w:rsidR="00E02448" w:rsidRPr="00A27159" w:rsidRDefault="00E02448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9CD6DDA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8FC3591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E9FA855" w14:textId="77777777" w:rsidR="00E02448" w:rsidRPr="00A27159" w:rsidRDefault="00E02448" w:rsidP="003C3F5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9A89B" w14:textId="77777777" w:rsidR="00E02448" w:rsidRDefault="00E02448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3963972" w14:textId="77777777" w:rsidR="00E02448" w:rsidRDefault="00E02448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1EEBE5C0" w14:textId="77777777" w:rsidTr="000B3A9E">
        <w:tc>
          <w:tcPr>
            <w:tcW w:w="3544" w:type="dxa"/>
            <w:tcBorders>
              <w:bottom w:val="nil"/>
            </w:tcBorders>
            <w:shd w:val="clear" w:color="auto" w:fill="auto"/>
            <w:vAlign w:val="center"/>
          </w:tcPr>
          <w:p w14:paraId="19382847" w14:textId="77777777" w:rsidR="003C3F54" w:rsidRDefault="003C3F54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Funktionsprüfungen</w:t>
            </w:r>
            <w:r w:rsidR="009472E8">
              <w:rPr>
                <w:rFonts w:eastAsia="Calibri" w:cs="Arial"/>
                <w:sz w:val="20"/>
              </w:rPr>
              <w:t>:</w:t>
            </w:r>
          </w:p>
          <w:p w14:paraId="346FA817" w14:textId="3A240E9E" w:rsidR="009472E8" w:rsidRPr="00512094" w:rsidRDefault="009472E8" w:rsidP="000B3A9E">
            <w:pPr>
              <w:rPr>
                <w:rFonts w:eastAsia="Calibri" w:cs="Arial"/>
                <w:sz w:val="10"/>
                <w:szCs w:val="1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3A904236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B48F2E0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89A4C5F" w14:textId="77777777" w:rsidR="003C3F54" w:rsidRDefault="003C3F54" w:rsidP="003C3F54">
            <w:pPr>
              <w:jc w:val="center"/>
              <w:rPr>
                <w:rFonts w:eastAsia="MS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14:paraId="6270BFE9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1A7F40F6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E1CBCDF" w14:textId="77777777" w:rsidTr="000B3A9E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5AD9BC0F" w14:textId="77777777" w:rsidR="006A6641" w:rsidRPr="00C42B9A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>Vakuumtest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6E1065F6" w14:textId="3D231113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45911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06247865" w14:textId="3CC79344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07852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tcBorders>
              <w:top w:val="nil"/>
            </w:tcBorders>
            <w:shd w:val="clear" w:color="auto" w:fill="auto"/>
            <w:vAlign w:val="center"/>
          </w:tcPr>
          <w:p w14:paraId="402B6F11" w14:textId="6C85F1C7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1305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5D50B7BD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7CA5C25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1BA60438" w14:textId="77777777" w:rsidTr="000B3A9E">
        <w:tc>
          <w:tcPr>
            <w:tcW w:w="3544" w:type="dxa"/>
            <w:shd w:val="clear" w:color="auto" w:fill="auto"/>
            <w:vAlign w:val="center"/>
          </w:tcPr>
          <w:p w14:paraId="2F86A53C" w14:textId="1A6DD8C1" w:rsidR="006A6641" w:rsidRPr="00B46AE9" w:rsidRDefault="006A6641" w:rsidP="000B3A9E">
            <w:pPr>
              <w:rPr>
                <w:rFonts w:eastAsia="Calibri" w:cs="Arial"/>
                <w:sz w:val="20"/>
              </w:rPr>
            </w:pPr>
            <w:r>
              <w:rPr>
                <w:rFonts w:eastAsia="Calibri" w:cs="Arial"/>
                <w:sz w:val="20"/>
              </w:rPr>
              <w:t xml:space="preserve">Dampfdurchdringungstest mit </w:t>
            </w:r>
            <w:r>
              <w:rPr>
                <w:rFonts w:eastAsia="Calibri" w:cs="Arial"/>
                <w:sz w:val="20"/>
              </w:rPr>
              <w:br/>
              <w:t>geeignetem PCD (Helix)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B7DA9C4" w14:textId="5F96B060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8186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EE69C2A" w14:textId="183F770F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05106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00200E6" w14:textId="108AFB72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184513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17E96B52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C6F4B0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6A6641" w:rsidRPr="00ED5E2E" w14:paraId="7AE82D26" w14:textId="77777777" w:rsidTr="000B3A9E">
        <w:tc>
          <w:tcPr>
            <w:tcW w:w="3544" w:type="dxa"/>
            <w:shd w:val="clear" w:color="auto" w:fill="auto"/>
            <w:vAlign w:val="center"/>
          </w:tcPr>
          <w:p w14:paraId="4AFC8A9F" w14:textId="77777777" w:rsidR="006A6641" w:rsidRDefault="006A6641" w:rsidP="000B3A9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t>Registriereinrichtung (Drucker)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55ECB07" w14:textId="4BC810C2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97171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309FC082" w14:textId="47D7336C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-13272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890" w:type="dxa"/>
            <w:shd w:val="clear" w:color="auto" w:fill="auto"/>
            <w:vAlign w:val="center"/>
          </w:tcPr>
          <w:p w14:paraId="7BA90374" w14:textId="16A5D10C" w:rsidR="006A6641" w:rsidRDefault="00652FF6" w:rsidP="006A6641">
            <w:pPr>
              <w:jc w:val="center"/>
              <w:rPr>
                <w:rFonts w:eastAsia="MS Gothic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</w:rPr>
                <w:id w:val="2110384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41" w:rsidRPr="007D5E8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268" w:type="dxa"/>
            <w:shd w:val="clear" w:color="auto" w:fill="auto"/>
            <w:vAlign w:val="center"/>
          </w:tcPr>
          <w:p w14:paraId="1DF67D3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2F6FFE" w14:textId="77777777" w:rsidR="006A6641" w:rsidRDefault="006A6641" w:rsidP="006A6641">
            <w:pPr>
              <w:rPr>
                <w:rFonts w:cs="Arial"/>
                <w:sz w:val="20"/>
                <w:szCs w:val="20"/>
              </w:rPr>
            </w:pPr>
          </w:p>
        </w:tc>
      </w:tr>
      <w:tr w:rsidR="003C3F54" w:rsidRPr="00ED5E2E" w14:paraId="21B48613" w14:textId="77777777" w:rsidTr="000B3A9E">
        <w:tc>
          <w:tcPr>
            <w:tcW w:w="3544" w:type="dxa"/>
            <w:shd w:val="clear" w:color="auto" w:fill="auto"/>
            <w:vAlign w:val="center"/>
          </w:tcPr>
          <w:p w14:paraId="38190EC1" w14:textId="77777777" w:rsidR="003C3F54" w:rsidRDefault="003C3F54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457D702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8E039DA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D1816AB" w14:textId="77777777" w:rsidR="003C3F54" w:rsidRPr="00A27159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02A79FB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896868C" w14:textId="77777777" w:rsidR="003C3F54" w:rsidRDefault="003C3F54" w:rsidP="003C3F54">
            <w:pPr>
              <w:rPr>
                <w:rFonts w:cs="Arial"/>
                <w:sz w:val="20"/>
                <w:szCs w:val="20"/>
              </w:rPr>
            </w:pPr>
          </w:p>
        </w:tc>
      </w:tr>
      <w:tr w:rsidR="00F8343A" w:rsidRPr="00ED5E2E" w14:paraId="0BA1D8D6" w14:textId="77777777" w:rsidTr="000B3A9E">
        <w:tc>
          <w:tcPr>
            <w:tcW w:w="3544" w:type="dxa"/>
            <w:shd w:val="clear" w:color="auto" w:fill="auto"/>
            <w:vAlign w:val="center"/>
          </w:tcPr>
          <w:p w14:paraId="258838E2" w14:textId="77777777" w:rsidR="00F8343A" w:rsidRDefault="00F8343A" w:rsidP="000B3A9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5FAEF7E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6C2BA39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76EE383" w14:textId="77777777" w:rsidR="00F8343A" w:rsidRPr="00A27159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1B0B62" w14:textId="77777777" w:rsidR="00F8343A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906C91" w14:textId="77777777" w:rsidR="00F8343A" w:rsidRDefault="00F8343A" w:rsidP="003C3F5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D6A260" w14:textId="77777777" w:rsidR="006F51D0" w:rsidRDefault="006F51D0" w:rsidP="00F310C9">
      <w:pPr>
        <w:rPr>
          <w:rFonts w:cs="Arial"/>
          <w:sz w:val="20"/>
          <w:szCs w:val="20"/>
        </w:rPr>
      </w:pPr>
    </w:p>
    <w:p w14:paraId="762034AF" w14:textId="77777777" w:rsidR="0094211C" w:rsidRDefault="0094211C" w:rsidP="00F310C9">
      <w:pPr>
        <w:rPr>
          <w:rFonts w:cs="Arial"/>
          <w:sz w:val="20"/>
          <w:szCs w:val="20"/>
        </w:rPr>
      </w:pPr>
    </w:p>
    <w:p w14:paraId="4C92086C" w14:textId="3FA4F063" w:rsidR="007B0AF7" w:rsidRDefault="007E7B05" w:rsidP="00F310C9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br w:type="page"/>
      </w:r>
      <w:r w:rsidR="007B0AF7">
        <w:rPr>
          <w:rFonts w:cs="Arial"/>
          <w:b/>
          <w:bCs/>
          <w:sz w:val="24"/>
          <w:szCs w:val="24"/>
        </w:rPr>
        <w:lastRenderedPageBreak/>
        <w:t>Durchführung der Routine</w:t>
      </w:r>
      <w:r w:rsidR="00650BEF">
        <w:rPr>
          <w:rFonts w:cs="Arial"/>
          <w:b/>
          <w:bCs/>
          <w:sz w:val="24"/>
          <w:szCs w:val="24"/>
        </w:rPr>
        <w:t>prüfungen</w:t>
      </w:r>
      <w:r w:rsidR="007B0AF7">
        <w:rPr>
          <w:rFonts w:cs="Arial"/>
          <w:b/>
          <w:bCs/>
          <w:sz w:val="24"/>
          <w:szCs w:val="24"/>
        </w:rPr>
        <w:t xml:space="preserve"> </w:t>
      </w:r>
      <w:r w:rsidR="00FD01E9">
        <w:rPr>
          <w:rFonts w:cs="Arial"/>
          <w:b/>
          <w:bCs/>
          <w:sz w:val="24"/>
          <w:szCs w:val="24"/>
        </w:rPr>
        <w:t>gemäß</w:t>
      </w:r>
      <w:r w:rsidR="007B0AF7">
        <w:rPr>
          <w:rFonts w:cs="Arial"/>
          <w:b/>
          <w:bCs/>
          <w:sz w:val="24"/>
          <w:szCs w:val="24"/>
        </w:rPr>
        <w:t xml:space="preserve"> Herstellerangaben</w:t>
      </w:r>
      <w:r w:rsidR="00FD01E9">
        <w:rPr>
          <w:rFonts w:cs="Arial"/>
          <w:b/>
          <w:bCs/>
          <w:sz w:val="24"/>
          <w:szCs w:val="24"/>
        </w:rPr>
        <w:t>/Gebrauchsanweisung</w:t>
      </w:r>
      <w:r w:rsidR="00D372E5">
        <w:rPr>
          <w:rFonts w:cs="Arial"/>
          <w:b/>
          <w:bCs/>
          <w:sz w:val="24"/>
          <w:szCs w:val="24"/>
        </w:rPr>
        <w:t>:</w:t>
      </w:r>
    </w:p>
    <w:p w14:paraId="1959F1FA" w14:textId="77777777" w:rsidR="00433905" w:rsidRDefault="00433905" w:rsidP="00FD01E9">
      <w:pPr>
        <w:tabs>
          <w:tab w:val="left" w:pos="318"/>
        </w:tabs>
        <w:ind w:left="318" w:hanging="460"/>
        <w:rPr>
          <w:rFonts w:cs="Arial"/>
          <w:sz w:val="20"/>
          <w:szCs w:val="20"/>
        </w:rPr>
      </w:pPr>
    </w:p>
    <w:p w14:paraId="1851FC94" w14:textId="77777777" w:rsidR="00FD01E9" w:rsidRPr="00FD01E9" w:rsidRDefault="00FD01E9" w:rsidP="00FD01E9">
      <w:pPr>
        <w:tabs>
          <w:tab w:val="left" w:pos="318"/>
        </w:tabs>
        <w:ind w:left="318" w:hanging="460"/>
        <w:rPr>
          <w:rFonts w:cs="Arial"/>
          <w:sz w:val="20"/>
          <w:szCs w:val="20"/>
        </w:rPr>
      </w:pPr>
    </w:p>
    <w:p w14:paraId="2AA4B606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Ultraschallbad:</w:t>
      </w:r>
    </w:p>
    <w:p w14:paraId="0BE7D27C" w14:textId="7C9DCB0C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</w:t>
      </w:r>
      <w:r w:rsidR="00FD01E9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</w:t>
      </w:r>
      <w:r w:rsidR="005827CF">
        <w:rPr>
          <w:rFonts w:cs="Arial"/>
          <w:sz w:val="18"/>
          <w:szCs w:val="18"/>
        </w:rPr>
        <w:t>wie die Routineprüfungen durchgeführt werden</w:t>
      </w:r>
      <w:r w:rsidR="00FD01E9">
        <w:rPr>
          <w:rFonts w:cs="Arial"/>
          <w:sz w:val="18"/>
          <w:szCs w:val="18"/>
        </w:rPr>
        <w:t xml:space="preserve">, hier </w:t>
      </w:r>
      <w:r w:rsidR="005827CF">
        <w:rPr>
          <w:rFonts w:cs="Arial"/>
          <w:sz w:val="18"/>
          <w:szCs w:val="18"/>
        </w:rPr>
        <w:t>eintragen</w:t>
      </w:r>
      <w:r w:rsidR="00B969C5">
        <w:rPr>
          <w:rFonts w:cs="Arial"/>
          <w:sz w:val="18"/>
          <w:szCs w:val="18"/>
        </w:rPr>
        <w:t>/einfüg</w:t>
      </w:r>
      <w:r w:rsidR="00FD01E9">
        <w:rPr>
          <w:rFonts w:cs="Arial"/>
          <w:sz w:val="18"/>
          <w:szCs w:val="18"/>
        </w:rPr>
        <w:t>en</w:t>
      </w:r>
      <w:r>
        <w:rPr>
          <w:rFonts w:cs="Arial"/>
          <w:sz w:val="18"/>
          <w:szCs w:val="18"/>
        </w:rPr>
        <w:t>:</w:t>
      </w:r>
    </w:p>
    <w:p w14:paraId="57828B6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62ADCA3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55F3A7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615304F4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8F1EC1E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3FC0ED2" w14:textId="6CEB2775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</w:t>
      </w:r>
      <w:r w:rsidR="00FD01E9">
        <w:rPr>
          <w:rFonts w:cs="Arial"/>
          <w:sz w:val="18"/>
          <w:szCs w:val="18"/>
        </w:rPr>
        <w:t xml:space="preserve">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8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Ultraschallbad“</w:t>
        </w:r>
      </w:hyperlink>
    </w:p>
    <w:p w14:paraId="77D1528C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EA107A9" w14:textId="77777777" w:rsidR="00FD01E9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458B0E8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Reinigungs- und Desinfektionsgerät:</w:t>
      </w:r>
    </w:p>
    <w:p w14:paraId="49878B6C" w14:textId="7E157AF4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6FFC919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76A222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DACF2FB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EF2659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4304CF7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C0563FE" w14:textId="0C4CA47D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Routineprüfungen:</w:t>
      </w:r>
      <w:r w:rsidR="005827CF">
        <w:rPr>
          <w:rFonts w:cs="Arial"/>
          <w:sz w:val="18"/>
          <w:szCs w:val="18"/>
        </w:rPr>
        <w:t xml:space="preserve"> </w:t>
      </w:r>
      <w:hyperlink r:id="rId9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RDG“</w:t>
        </w:r>
      </w:hyperlink>
    </w:p>
    <w:p w14:paraId="35D9CCF5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1DC0EE5B" w14:textId="77777777" w:rsidR="00FD01E9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F98A9FE" w14:textId="7523E9E5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Kombi</w:t>
      </w:r>
      <w:r w:rsidR="00512094">
        <w:rPr>
          <w:rFonts w:cs="Arial"/>
          <w:b/>
          <w:bCs/>
          <w:sz w:val="18"/>
          <w:szCs w:val="18"/>
          <w:u w:val="single"/>
        </w:rPr>
        <w:t>nations</w:t>
      </w:r>
      <w:r w:rsidRPr="005827CF">
        <w:rPr>
          <w:rFonts w:cs="Arial"/>
          <w:b/>
          <w:bCs/>
          <w:sz w:val="18"/>
          <w:szCs w:val="18"/>
          <w:u w:val="single"/>
        </w:rPr>
        <w:t>-Gerät (z.</w:t>
      </w:r>
      <w:r w:rsidR="00FD01E9">
        <w:rPr>
          <w:rFonts w:cs="Arial"/>
          <w:b/>
          <w:bCs/>
          <w:sz w:val="18"/>
          <w:szCs w:val="18"/>
          <w:u w:val="single"/>
        </w:rPr>
        <w:t xml:space="preserve"> </w:t>
      </w:r>
      <w:r w:rsidRPr="005827CF">
        <w:rPr>
          <w:rFonts w:cs="Arial"/>
          <w:b/>
          <w:bCs/>
          <w:sz w:val="18"/>
          <w:szCs w:val="18"/>
          <w:u w:val="single"/>
        </w:rPr>
        <w:t>B. DAC):</w:t>
      </w:r>
    </w:p>
    <w:p w14:paraId="1EBE710F" w14:textId="34CB6941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0B0402A0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3E5741D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4A45B06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3044AA8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54EE378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E79580C" w14:textId="6C38C91A" w:rsidR="005827CF" w:rsidRDefault="00FD01E9" w:rsidP="004C4C2F">
      <w:pPr>
        <w:tabs>
          <w:tab w:val="left" w:pos="-142"/>
        </w:tabs>
        <w:ind w:left="-142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10" w:history="1">
        <w:r w:rsidR="005827CF" w:rsidRPr="006C422B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an einem Gerät, das Reinigung, Desinfektion und Sterilisation mi</w:t>
        </w:r>
        <w:r w:rsidR="005827CF">
          <w:rPr>
            <w:rStyle w:val="Hyperlink"/>
            <w:rFonts w:cs="Arial"/>
            <w:color w:val="800080"/>
            <w:sz w:val="18"/>
            <w:szCs w:val="18"/>
            <w:u w:val="none"/>
          </w:rPr>
          <w:t>tei</w:t>
        </w:r>
        <w:r w:rsidR="005827CF" w:rsidRPr="006C422B">
          <w:rPr>
            <w:rStyle w:val="Hyperlink"/>
            <w:rFonts w:cs="Arial"/>
            <w:color w:val="800080"/>
            <w:sz w:val="18"/>
            <w:szCs w:val="18"/>
            <w:u w:val="none"/>
          </w:rPr>
          <w:t>nander kombiniert (Kombinationsgerät)“</w:t>
        </w:r>
      </w:hyperlink>
    </w:p>
    <w:p w14:paraId="20339BF4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431BCD0" w14:textId="77777777" w:rsidR="00234525" w:rsidRDefault="0023452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09C7614" w14:textId="4A34723C" w:rsidR="00234525" w:rsidRDefault="00234525" w:rsidP="00234525">
      <w:pPr>
        <w:tabs>
          <w:tab w:val="left" w:pos="318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00881391" w14:textId="52CB67E8" w:rsidR="00234525" w:rsidRPr="005827CF" w:rsidRDefault="00234525" w:rsidP="00234525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  <w:u w:val="single"/>
        </w:rPr>
        <w:lastRenderedPageBreak/>
        <w:t>Siegelgerät</w:t>
      </w:r>
      <w:r w:rsidRPr="005827CF">
        <w:rPr>
          <w:rFonts w:cs="Arial"/>
          <w:b/>
          <w:bCs/>
          <w:sz w:val="18"/>
          <w:szCs w:val="18"/>
          <w:u w:val="single"/>
        </w:rPr>
        <w:t>:</w:t>
      </w:r>
    </w:p>
    <w:p w14:paraId="7F635899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214AD064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E295FB9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44A1C6B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A30F10A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29BE100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4113AB12" w14:textId="214A478B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Dokumentation der durchgeführten Routineprüfungen: </w:t>
      </w:r>
      <w:hyperlink r:id="rId11" w:history="1">
        <w:r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Siegelgerät“</w:t>
        </w:r>
      </w:hyperlink>
    </w:p>
    <w:p w14:paraId="2A96A4DC" w14:textId="77777777" w:rsidR="00234525" w:rsidRDefault="00234525" w:rsidP="00234525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90F3B74" w14:textId="77777777" w:rsidR="00234525" w:rsidRDefault="0023452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76F2A013" w14:textId="77777777" w:rsidR="00433905" w:rsidRPr="005827CF" w:rsidRDefault="00433905" w:rsidP="00F310C9">
      <w:pPr>
        <w:tabs>
          <w:tab w:val="left" w:pos="318"/>
        </w:tabs>
        <w:ind w:left="318" w:hanging="460"/>
        <w:rPr>
          <w:rFonts w:cs="Arial"/>
          <w:b/>
          <w:bCs/>
          <w:sz w:val="18"/>
          <w:szCs w:val="18"/>
          <w:u w:val="single"/>
        </w:rPr>
      </w:pPr>
      <w:r w:rsidRPr="005827CF">
        <w:rPr>
          <w:rFonts w:cs="Arial"/>
          <w:b/>
          <w:bCs/>
          <w:sz w:val="18"/>
          <w:szCs w:val="18"/>
          <w:u w:val="single"/>
        </w:rPr>
        <w:t>Autoklav:</w:t>
      </w:r>
    </w:p>
    <w:p w14:paraId="54F40132" w14:textId="43AFA30C" w:rsidR="005827CF" w:rsidRDefault="00FD01E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Angaben des Geräteherstellers, wie die Routineprüfungen durchgeführt werden, hier eintragen/einfügen:</w:t>
      </w:r>
    </w:p>
    <w:p w14:paraId="2FDEC497" w14:textId="77777777" w:rsidR="00433905" w:rsidRDefault="00433905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10289E23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014770EC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2CC3B6CC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6B487844" w14:textId="77777777" w:rsidR="005827CF" w:rsidRDefault="005827C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p w14:paraId="563AAAF8" w14:textId="475E9C13" w:rsidR="005827CF" w:rsidRDefault="004C4C2F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Dokumentation der durchgeführten Routineprüfungen</w:t>
      </w:r>
      <w:r w:rsidR="005827CF">
        <w:rPr>
          <w:rFonts w:cs="Arial"/>
          <w:sz w:val="18"/>
          <w:szCs w:val="18"/>
        </w:rPr>
        <w:t xml:space="preserve">: </w:t>
      </w:r>
      <w:hyperlink r:id="rId12" w:history="1">
        <w:r w:rsidR="005827CF" w:rsidRPr="00AD6D56">
          <w:rPr>
            <w:rStyle w:val="Hyperlink"/>
            <w:rFonts w:cs="Arial"/>
            <w:color w:val="800080"/>
            <w:sz w:val="18"/>
            <w:szCs w:val="18"/>
            <w:u w:val="none"/>
          </w:rPr>
          <w:t>Formular „Routineprüfungen am Dampf-Kleinsterilisator“</w:t>
        </w:r>
      </w:hyperlink>
    </w:p>
    <w:p w14:paraId="73D760FC" w14:textId="77777777" w:rsidR="00EF5749" w:rsidRDefault="00EF5749" w:rsidP="00F310C9">
      <w:pPr>
        <w:tabs>
          <w:tab w:val="left" w:pos="318"/>
        </w:tabs>
        <w:ind w:left="318" w:hanging="460"/>
        <w:rPr>
          <w:rFonts w:cs="Arial"/>
          <w:sz w:val="18"/>
          <w:szCs w:val="18"/>
        </w:rPr>
      </w:pPr>
    </w:p>
    <w:sectPr w:rsidR="00EF5749" w:rsidSect="005B400E">
      <w:footerReference w:type="default" r:id="rId13"/>
      <w:pgSz w:w="16838" w:h="11906" w:orient="landscape"/>
      <w:pgMar w:top="1418" w:right="85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E1890" w14:textId="77777777" w:rsidR="00D02AA6" w:rsidRDefault="00D02AA6">
      <w:r>
        <w:separator/>
      </w:r>
    </w:p>
  </w:endnote>
  <w:endnote w:type="continuationSeparator" w:id="0">
    <w:p w14:paraId="4E806A47" w14:textId="77777777" w:rsidR="00D02AA6" w:rsidRDefault="00D0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4348" w14:textId="7CA4B18F" w:rsidR="00401E8E" w:rsidRPr="00280B19" w:rsidRDefault="00401E8E" w:rsidP="00321995">
    <w:pPr>
      <w:pStyle w:val="Fuzeile"/>
      <w:tabs>
        <w:tab w:val="clear" w:pos="4536"/>
        <w:tab w:val="clear" w:pos="9072"/>
        <w:tab w:val="center" w:pos="4253"/>
        <w:tab w:val="right" w:pos="8789"/>
      </w:tabs>
      <w:rPr>
        <w:rFonts w:cs="Arial"/>
        <w:sz w:val="20"/>
        <w:szCs w:val="20"/>
      </w:rPr>
    </w:pPr>
    <w:r w:rsidRPr="00280B19">
      <w:rPr>
        <w:rFonts w:cs="Arial"/>
        <w:sz w:val="20"/>
        <w:szCs w:val="20"/>
      </w:rPr>
      <w:t>© LZK BW</w:t>
    </w:r>
    <w:r w:rsidR="00ED3041">
      <w:rPr>
        <w:rFonts w:cs="Arial"/>
        <w:sz w:val="20"/>
        <w:szCs w:val="20"/>
      </w:rPr>
      <w:t xml:space="preserve"> </w:t>
    </w:r>
    <w:r w:rsidR="00321995" w:rsidRPr="00321995">
      <w:rPr>
        <w:rFonts w:cs="Arial"/>
        <w:sz w:val="20"/>
        <w:szCs w:val="20"/>
      </w:rPr>
      <w:t>03</w:t>
    </w:r>
    <w:r w:rsidR="0094211C" w:rsidRPr="00321995">
      <w:rPr>
        <w:rFonts w:cs="Arial"/>
        <w:sz w:val="20"/>
        <w:szCs w:val="20"/>
      </w:rPr>
      <w:t>/202</w:t>
    </w:r>
    <w:r w:rsidR="000E4528" w:rsidRPr="00321995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4A792C">
      <w:rPr>
        <w:rFonts w:cs="Arial"/>
        <w:sz w:val="20"/>
        <w:szCs w:val="20"/>
      </w:rPr>
      <w:t>Ar</w:t>
    </w:r>
    <w:r w:rsidR="00195C99">
      <w:rPr>
        <w:rFonts w:cs="Arial"/>
        <w:sz w:val="20"/>
        <w:szCs w:val="20"/>
      </w:rPr>
      <w:t xml:space="preserve">beitsanweisung </w:t>
    </w:r>
    <w:r w:rsidR="00321995">
      <w:rPr>
        <w:rFonts w:cs="Arial"/>
        <w:sz w:val="20"/>
        <w:szCs w:val="20"/>
      </w:rPr>
      <w:t>-</w:t>
    </w:r>
    <w:r w:rsidR="00195C99">
      <w:rPr>
        <w:rFonts w:cs="Arial"/>
        <w:sz w:val="20"/>
        <w:szCs w:val="20"/>
      </w:rPr>
      <w:t xml:space="preserve"> Hygiene </w:t>
    </w:r>
    <w:r w:rsidR="00321995">
      <w:rPr>
        <w:rFonts w:cs="Arial"/>
        <w:sz w:val="20"/>
        <w:szCs w:val="20"/>
      </w:rPr>
      <w:t>-</w:t>
    </w:r>
    <w:r w:rsidR="005A15CE">
      <w:rPr>
        <w:rFonts w:cs="Arial"/>
        <w:sz w:val="20"/>
        <w:szCs w:val="20"/>
      </w:rPr>
      <w:t xml:space="preserve"> AA 22</w:t>
    </w:r>
    <w:r w:rsidRPr="00280B19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="00F8343A">
      <w:rPr>
        <w:rFonts w:cs="Arial"/>
        <w:sz w:val="20"/>
        <w:szCs w:val="20"/>
      </w:rPr>
      <w:tab/>
    </w:r>
    <w:r w:rsidRPr="00280B19">
      <w:rPr>
        <w:rFonts w:cs="Arial"/>
        <w:sz w:val="20"/>
        <w:szCs w:val="20"/>
      </w:rPr>
      <w:t xml:space="preserve">Seite </w:t>
    </w:r>
    <w:r w:rsidRPr="00280B19">
      <w:rPr>
        <w:rStyle w:val="Seitenzahl"/>
        <w:rFonts w:cs="Arial"/>
        <w:sz w:val="20"/>
        <w:szCs w:val="20"/>
      </w:rPr>
      <w:fldChar w:fldCharType="begin"/>
    </w:r>
    <w:r w:rsidRPr="00280B19">
      <w:rPr>
        <w:rStyle w:val="Seitenzahl"/>
        <w:rFonts w:cs="Arial"/>
        <w:sz w:val="20"/>
        <w:szCs w:val="20"/>
      </w:rPr>
      <w:instrText xml:space="preserve"> PAGE </w:instrText>
    </w:r>
    <w:r w:rsidRPr="00280B19">
      <w:rPr>
        <w:rStyle w:val="Seitenzahl"/>
        <w:rFonts w:cs="Arial"/>
        <w:sz w:val="20"/>
        <w:szCs w:val="20"/>
      </w:rPr>
      <w:fldChar w:fldCharType="separate"/>
    </w:r>
    <w:r w:rsidR="006C422B">
      <w:rPr>
        <w:rStyle w:val="Seitenzahl"/>
        <w:rFonts w:cs="Arial"/>
        <w:noProof/>
        <w:sz w:val="20"/>
        <w:szCs w:val="20"/>
      </w:rPr>
      <w:t>1</w:t>
    </w:r>
    <w:r w:rsidRPr="00280B19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DBC4A" w14:textId="77777777" w:rsidR="00D02AA6" w:rsidRDefault="00D02AA6">
      <w:r>
        <w:separator/>
      </w:r>
    </w:p>
  </w:footnote>
  <w:footnote w:type="continuationSeparator" w:id="0">
    <w:p w14:paraId="2CA66AA7" w14:textId="77777777" w:rsidR="00D02AA6" w:rsidRDefault="00D02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21A40"/>
    <w:multiLevelType w:val="hybridMultilevel"/>
    <w:tmpl w:val="B35EA2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907573">
    <w:abstractNumId w:val="0"/>
  </w:num>
  <w:num w:numId="2" w16cid:durableId="538320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FC"/>
    <w:rsid w:val="000024D1"/>
    <w:rsid w:val="00002694"/>
    <w:rsid w:val="00003282"/>
    <w:rsid w:val="000111B6"/>
    <w:rsid w:val="0003424C"/>
    <w:rsid w:val="00034F41"/>
    <w:rsid w:val="000518C6"/>
    <w:rsid w:val="0006592C"/>
    <w:rsid w:val="000730CA"/>
    <w:rsid w:val="00081C16"/>
    <w:rsid w:val="00096D1D"/>
    <w:rsid w:val="000B3A9E"/>
    <w:rsid w:val="000C0B58"/>
    <w:rsid w:val="000C671F"/>
    <w:rsid w:val="000C7CE4"/>
    <w:rsid w:val="000E4528"/>
    <w:rsid w:val="0010184F"/>
    <w:rsid w:val="00113479"/>
    <w:rsid w:val="00122A77"/>
    <w:rsid w:val="00150FBC"/>
    <w:rsid w:val="00152A25"/>
    <w:rsid w:val="00162902"/>
    <w:rsid w:val="001652A3"/>
    <w:rsid w:val="001800B0"/>
    <w:rsid w:val="0018094E"/>
    <w:rsid w:val="00195390"/>
    <w:rsid w:val="00195C99"/>
    <w:rsid w:val="00196C28"/>
    <w:rsid w:val="001B23B8"/>
    <w:rsid w:val="001C7A08"/>
    <w:rsid w:val="001D1635"/>
    <w:rsid w:val="001E5D84"/>
    <w:rsid w:val="00204335"/>
    <w:rsid w:val="00210DBC"/>
    <w:rsid w:val="00220224"/>
    <w:rsid w:val="002272C6"/>
    <w:rsid w:val="00227E08"/>
    <w:rsid w:val="00234525"/>
    <w:rsid w:val="002455DD"/>
    <w:rsid w:val="00251603"/>
    <w:rsid w:val="00255810"/>
    <w:rsid w:val="00280B19"/>
    <w:rsid w:val="00283355"/>
    <w:rsid w:val="002926F2"/>
    <w:rsid w:val="002B6926"/>
    <w:rsid w:val="002C73B6"/>
    <w:rsid w:val="002F3639"/>
    <w:rsid w:val="00303B78"/>
    <w:rsid w:val="00313DAE"/>
    <w:rsid w:val="00315AE3"/>
    <w:rsid w:val="00321995"/>
    <w:rsid w:val="003329E9"/>
    <w:rsid w:val="00332E03"/>
    <w:rsid w:val="00340A8F"/>
    <w:rsid w:val="00351A64"/>
    <w:rsid w:val="00353714"/>
    <w:rsid w:val="00384104"/>
    <w:rsid w:val="003954AF"/>
    <w:rsid w:val="003A35BF"/>
    <w:rsid w:val="003C3F54"/>
    <w:rsid w:val="003E0FBF"/>
    <w:rsid w:val="003E4D6E"/>
    <w:rsid w:val="003F0130"/>
    <w:rsid w:val="00401E8E"/>
    <w:rsid w:val="00411CE2"/>
    <w:rsid w:val="00433905"/>
    <w:rsid w:val="004412F0"/>
    <w:rsid w:val="00471B9E"/>
    <w:rsid w:val="00481F5F"/>
    <w:rsid w:val="004A1213"/>
    <w:rsid w:val="004A792C"/>
    <w:rsid w:val="004B490D"/>
    <w:rsid w:val="004B60F3"/>
    <w:rsid w:val="004C3A1A"/>
    <w:rsid w:val="004C4C2F"/>
    <w:rsid w:val="004D3EAC"/>
    <w:rsid w:val="004D6F07"/>
    <w:rsid w:val="004E020B"/>
    <w:rsid w:val="004E21A5"/>
    <w:rsid w:val="004E3A28"/>
    <w:rsid w:val="004F2B39"/>
    <w:rsid w:val="00503241"/>
    <w:rsid w:val="00506C43"/>
    <w:rsid w:val="00512094"/>
    <w:rsid w:val="005122AC"/>
    <w:rsid w:val="00541406"/>
    <w:rsid w:val="00550C55"/>
    <w:rsid w:val="005578E8"/>
    <w:rsid w:val="005827CF"/>
    <w:rsid w:val="0059008B"/>
    <w:rsid w:val="00597FD2"/>
    <w:rsid w:val="005A15CE"/>
    <w:rsid w:val="005A561B"/>
    <w:rsid w:val="005B400E"/>
    <w:rsid w:val="005D5C52"/>
    <w:rsid w:val="005E3104"/>
    <w:rsid w:val="005E407D"/>
    <w:rsid w:val="005F1D12"/>
    <w:rsid w:val="00606615"/>
    <w:rsid w:val="00611C93"/>
    <w:rsid w:val="00612A53"/>
    <w:rsid w:val="00620B38"/>
    <w:rsid w:val="00633C20"/>
    <w:rsid w:val="0064095F"/>
    <w:rsid w:val="00650BEF"/>
    <w:rsid w:val="00652FF6"/>
    <w:rsid w:val="00657051"/>
    <w:rsid w:val="006719D9"/>
    <w:rsid w:val="006802B9"/>
    <w:rsid w:val="006867BB"/>
    <w:rsid w:val="006A6641"/>
    <w:rsid w:val="006B532C"/>
    <w:rsid w:val="006B77BC"/>
    <w:rsid w:val="006C422B"/>
    <w:rsid w:val="006C5C6C"/>
    <w:rsid w:val="006D6666"/>
    <w:rsid w:val="006E10A8"/>
    <w:rsid w:val="006F2B9C"/>
    <w:rsid w:val="006F51D0"/>
    <w:rsid w:val="006F62BC"/>
    <w:rsid w:val="006F631F"/>
    <w:rsid w:val="00705BDC"/>
    <w:rsid w:val="007124A1"/>
    <w:rsid w:val="00712E57"/>
    <w:rsid w:val="00723253"/>
    <w:rsid w:val="007278AE"/>
    <w:rsid w:val="00732E99"/>
    <w:rsid w:val="00741C41"/>
    <w:rsid w:val="00744B02"/>
    <w:rsid w:val="00745531"/>
    <w:rsid w:val="007469E9"/>
    <w:rsid w:val="0076545D"/>
    <w:rsid w:val="00772050"/>
    <w:rsid w:val="00780C91"/>
    <w:rsid w:val="00786789"/>
    <w:rsid w:val="00790A52"/>
    <w:rsid w:val="007979FA"/>
    <w:rsid w:val="007A5960"/>
    <w:rsid w:val="007B0AF7"/>
    <w:rsid w:val="007B5FA1"/>
    <w:rsid w:val="007B7F14"/>
    <w:rsid w:val="007E7B05"/>
    <w:rsid w:val="00803BEA"/>
    <w:rsid w:val="008117D7"/>
    <w:rsid w:val="0084159B"/>
    <w:rsid w:val="00853426"/>
    <w:rsid w:val="0086156D"/>
    <w:rsid w:val="0087439B"/>
    <w:rsid w:val="00885D27"/>
    <w:rsid w:val="00886F85"/>
    <w:rsid w:val="00892CD3"/>
    <w:rsid w:val="008A087C"/>
    <w:rsid w:val="008A2246"/>
    <w:rsid w:val="008B637C"/>
    <w:rsid w:val="008B7EB6"/>
    <w:rsid w:val="008D30CE"/>
    <w:rsid w:val="008D3858"/>
    <w:rsid w:val="008E17A9"/>
    <w:rsid w:val="008F7B23"/>
    <w:rsid w:val="00902C48"/>
    <w:rsid w:val="00922106"/>
    <w:rsid w:val="00923E25"/>
    <w:rsid w:val="00927365"/>
    <w:rsid w:val="009403E5"/>
    <w:rsid w:val="0094211C"/>
    <w:rsid w:val="009472E8"/>
    <w:rsid w:val="00957E5D"/>
    <w:rsid w:val="00966FB5"/>
    <w:rsid w:val="00982FC2"/>
    <w:rsid w:val="009A3E35"/>
    <w:rsid w:val="009C135C"/>
    <w:rsid w:val="009C13E0"/>
    <w:rsid w:val="009D2888"/>
    <w:rsid w:val="009D54CF"/>
    <w:rsid w:val="00A16440"/>
    <w:rsid w:val="00A239A8"/>
    <w:rsid w:val="00A26896"/>
    <w:rsid w:val="00A27159"/>
    <w:rsid w:val="00A34C97"/>
    <w:rsid w:val="00A36A07"/>
    <w:rsid w:val="00A37959"/>
    <w:rsid w:val="00A469E7"/>
    <w:rsid w:val="00A53ECD"/>
    <w:rsid w:val="00A56843"/>
    <w:rsid w:val="00A742B4"/>
    <w:rsid w:val="00A76655"/>
    <w:rsid w:val="00A8665C"/>
    <w:rsid w:val="00A92B75"/>
    <w:rsid w:val="00A96BFA"/>
    <w:rsid w:val="00AA6388"/>
    <w:rsid w:val="00AA6EC4"/>
    <w:rsid w:val="00AB1D3C"/>
    <w:rsid w:val="00AB4C43"/>
    <w:rsid w:val="00AB5FD7"/>
    <w:rsid w:val="00AC4C47"/>
    <w:rsid w:val="00AD2700"/>
    <w:rsid w:val="00AD6D56"/>
    <w:rsid w:val="00AD755A"/>
    <w:rsid w:val="00AE17A4"/>
    <w:rsid w:val="00AE68BE"/>
    <w:rsid w:val="00AF0C0C"/>
    <w:rsid w:val="00B01A5A"/>
    <w:rsid w:val="00B22CB8"/>
    <w:rsid w:val="00B3226B"/>
    <w:rsid w:val="00B42B69"/>
    <w:rsid w:val="00B46AE9"/>
    <w:rsid w:val="00B6295A"/>
    <w:rsid w:val="00B6646E"/>
    <w:rsid w:val="00B70DF9"/>
    <w:rsid w:val="00B969C5"/>
    <w:rsid w:val="00BA76AD"/>
    <w:rsid w:val="00BC3A87"/>
    <w:rsid w:val="00BC3D5A"/>
    <w:rsid w:val="00BD28CA"/>
    <w:rsid w:val="00BD449A"/>
    <w:rsid w:val="00BD7A0D"/>
    <w:rsid w:val="00BF0A14"/>
    <w:rsid w:val="00C34DDB"/>
    <w:rsid w:val="00C42B9A"/>
    <w:rsid w:val="00C5249A"/>
    <w:rsid w:val="00C91A38"/>
    <w:rsid w:val="00CB06A6"/>
    <w:rsid w:val="00CB1CED"/>
    <w:rsid w:val="00CF5240"/>
    <w:rsid w:val="00D02AA6"/>
    <w:rsid w:val="00D04BAC"/>
    <w:rsid w:val="00D23B3C"/>
    <w:rsid w:val="00D32652"/>
    <w:rsid w:val="00D361B6"/>
    <w:rsid w:val="00D372E5"/>
    <w:rsid w:val="00D46C72"/>
    <w:rsid w:val="00D627FA"/>
    <w:rsid w:val="00D76B01"/>
    <w:rsid w:val="00DB06BB"/>
    <w:rsid w:val="00DB4EFC"/>
    <w:rsid w:val="00DB5BAC"/>
    <w:rsid w:val="00DD3657"/>
    <w:rsid w:val="00DE6E85"/>
    <w:rsid w:val="00E02448"/>
    <w:rsid w:val="00E1476B"/>
    <w:rsid w:val="00E27C2E"/>
    <w:rsid w:val="00E3320C"/>
    <w:rsid w:val="00E672FE"/>
    <w:rsid w:val="00E879F0"/>
    <w:rsid w:val="00EA3451"/>
    <w:rsid w:val="00EB3F75"/>
    <w:rsid w:val="00EC4920"/>
    <w:rsid w:val="00ED3041"/>
    <w:rsid w:val="00ED4083"/>
    <w:rsid w:val="00ED6D85"/>
    <w:rsid w:val="00EE75FE"/>
    <w:rsid w:val="00EF5749"/>
    <w:rsid w:val="00F06650"/>
    <w:rsid w:val="00F12546"/>
    <w:rsid w:val="00F149C6"/>
    <w:rsid w:val="00F310C9"/>
    <w:rsid w:val="00F47EE7"/>
    <w:rsid w:val="00F63BBF"/>
    <w:rsid w:val="00F63C50"/>
    <w:rsid w:val="00F72D9C"/>
    <w:rsid w:val="00F8343A"/>
    <w:rsid w:val="00FA4A7D"/>
    <w:rsid w:val="00FD01E9"/>
    <w:rsid w:val="00FE4296"/>
    <w:rsid w:val="00F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3517C"/>
  <w15:chartTrackingRefBased/>
  <w15:docId w15:val="{F49905F7-0F00-4DB1-BC4F-0B2676F5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7B05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280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80B1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80B19"/>
  </w:style>
  <w:style w:type="paragraph" w:styleId="Sprechblasentext">
    <w:name w:val="Balloon Text"/>
    <w:basedOn w:val="Standard"/>
    <w:semiHidden/>
    <w:rsid w:val="00411CE2"/>
    <w:rPr>
      <w:rFonts w:ascii="Tahoma" w:hAnsi="Tahoma" w:cs="Tahoma"/>
      <w:sz w:val="16"/>
      <w:szCs w:val="16"/>
    </w:rPr>
  </w:style>
  <w:style w:type="character" w:styleId="Hyperlink">
    <w:name w:val="Hyperlink"/>
    <w:rsid w:val="00AE17A4"/>
    <w:rPr>
      <w:color w:val="0000FF"/>
      <w:u w:val="single"/>
    </w:rPr>
  </w:style>
  <w:style w:type="character" w:customStyle="1" w:styleId="BesuchterHyperlink">
    <w:name w:val="BesuchterHyperlink"/>
    <w:rsid w:val="00AE17A4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Formulare/Hygiene/Durchfuehrung_von_Routinepruefungen_am_Ultraschallbad_und_deren_Dokumentation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Formulare/Hygiene/Durchfuehrung_von_Routinepruefungen_am_Dampf-Kleinsterilisator_und_deren_Dokumentatio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Formulare/Hygiene/Durchfuehrung_von_Routinepruefungen_am_Siegelgeraet_und_deren_Dokumentation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zk-bw.de/PHB/PHB-CD/QM-Anhang/Formulare/Hygiene/Durchfuehrung_von_Routinepruefungen_am_Zusatzgeraet_und_deren_Dokumentation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Formulare/Hygiene/Durchfuehrung_von_Routinepruefungen_am_RDG_und_deren_Dokumentation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E875-1865-491D-83AE-0EE538BD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495</Words>
  <Characters>5335</Characters>
  <Application>Microsoft Office Word</Application>
  <DocSecurity>0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Praxisinhaber/in:</vt:lpstr>
    </vt:vector>
  </TitlesOfParts>
  <Company/>
  <LinksUpToDate>false</LinksUpToDate>
  <CharactersWithSpaces>5819</CharactersWithSpaces>
  <SharedDoc>false</SharedDoc>
  <HLinks>
    <vt:vector size="24" baseType="variant">
      <vt:variant>
        <vt:i4>3407963</vt:i4>
      </vt:variant>
      <vt:variant>
        <vt:i4>48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https://lzk-bw.de/PHB/PHB-CD/QM-Anhang/Formulare/Hygiene/Durchfuehrung_von_Routinepruefungen_am_Dampf-Kleinsterilisator_und_deren_Dokumentation.doc</vt:lpwstr>
      </vt:variant>
      <vt:variant>
        <vt:lpwstr/>
      </vt:variant>
      <vt:variant>
        <vt:i4>7602252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https://lzk-bw.de/PHB/PHB-CD/QM-Anhang/Formulare/Hygiene/Durchfuehrung_von_Routinepruefungen_am_DAC_und_deren_Dokumentation.doc</vt:lpwstr>
      </vt:variant>
      <vt:variant>
        <vt:lpwstr/>
      </vt:variant>
      <vt:variant>
        <vt:i4>7405662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https://lzk-bw.de/PHB/PHB-CD/QM-Anhang/Formulare/Hygiene/Durchfuehrung_von_Routinepruefungen_am_RDG_und_deren_Dokumentation.doc</vt:lpwstr>
      </vt:variant>
      <vt:variant>
        <vt:lpwstr/>
      </vt:variant>
      <vt:variant>
        <vt:i4>1966115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https://lzk-bw.de/PHB/PHB-CD/QM-Anhang/Formulare/Hygiene/Durchfuehrung_von_Routinepruefungen_am_Ultraschallbad_und_deren_Dokumentation.doc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Praxisinhaber/in:</dc:title>
  <dc:subject/>
  <dc:creator>wagner</dc:creator>
  <cp:keywords/>
  <cp:lastModifiedBy>Marco Wagner</cp:lastModifiedBy>
  <cp:revision>5</cp:revision>
  <cp:lastPrinted>2025-03-06T11:56:00Z</cp:lastPrinted>
  <dcterms:created xsi:type="dcterms:W3CDTF">2025-03-10T06:00:00Z</dcterms:created>
  <dcterms:modified xsi:type="dcterms:W3CDTF">2025-03-10T06:54:00Z</dcterms:modified>
</cp:coreProperties>
</file>