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3421BC" w14:textId="458D91D6" w:rsidR="00467E42" w:rsidRDefault="00467E42" w:rsidP="00F1218B">
      <w:pPr>
        <w:pStyle w:val="KeinLeerraum"/>
        <w:jc w:val="center"/>
        <w:rPr>
          <w:sz w:val="16"/>
          <w:szCs w:val="16"/>
        </w:rPr>
      </w:pPr>
    </w:p>
    <w:p w14:paraId="76FF1B8F" w14:textId="77777777" w:rsidR="00681A0D" w:rsidRDefault="00681A0D" w:rsidP="00F1218B">
      <w:pPr>
        <w:pStyle w:val="KeinLeerraum"/>
        <w:jc w:val="center"/>
        <w:rPr>
          <w:sz w:val="16"/>
          <w:szCs w:val="16"/>
        </w:rPr>
      </w:pPr>
    </w:p>
    <w:p w14:paraId="33D13D4D" w14:textId="77777777" w:rsidR="00681A0D" w:rsidRPr="00467E42" w:rsidRDefault="00681A0D" w:rsidP="00F1218B">
      <w:pPr>
        <w:pStyle w:val="KeinLeerraum"/>
        <w:jc w:val="center"/>
        <w:rPr>
          <w:sz w:val="16"/>
          <w:szCs w:val="16"/>
        </w:rPr>
      </w:pPr>
    </w:p>
    <w:p w14:paraId="7D2992A7" w14:textId="77777777" w:rsidR="00F1218B" w:rsidRPr="00BD64C1" w:rsidRDefault="00F1218B" w:rsidP="00F1218B">
      <w:pPr>
        <w:pStyle w:val="KeinLeerraum"/>
        <w:jc w:val="center"/>
        <w:rPr>
          <w:b/>
          <w:sz w:val="32"/>
          <w:szCs w:val="32"/>
        </w:rPr>
      </w:pPr>
      <w:r w:rsidRPr="00BD64C1">
        <w:rPr>
          <w:b/>
          <w:sz w:val="32"/>
          <w:szCs w:val="32"/>
        </w:rPr>
        <w:t>Checkliste</w:t>
      </w:r>
    </w:p>
    <w:p w14:paraId="3EEC0F26" w14:textId="77777777" w:rsidR="00F1218B" w:rsidRPr="00BD64C1" w:rsidRDefault="00F1218B" w:rsidP="00F1218B">
      <w:pPr>
        <w:jc w:val="center"/>
        <w:rPr>
          <w:b/>
          <w:sz w:val="32"/>
          <w:szCs w:val="32"/>
        </w:rPr>
      </w:pPr>
      <w:r w:rsidRPr="00BD64C1">
        <w:rPr>
          <w:b/>
          <w:sz w:val="32"/>
          <w:szCs w:val="32"/>
        </w:rPr>
        <w:t>Arbeitsschutz &amp; Arbeitsmedizin</w:t>
      </w:r>
    </w:p>
    <w:p w14:paraId="010DEFAA" w14:textId="77777777" w:rsidR="00F1218B" w:rsidRDefault="00F1218B" w:rsidP="00F1218B">
      <w:pPr>
        <w:ind w:left="-426" w:right="-439"/>
        <w:jc w:val="center"/>
        <w:rPr>
          <w:sz w:val="16"/>
          <w:szCs w:val="16"/>
        </w:rPr>
      </w:pPr>
    </w:p>
    <w:p w14:paraId="0EAFEB7B" w14:textId="76C2D8CD" w:rsidR="00201A1C" w:rsidRDefault="00201A1C" w:rsidP="00F1218B">
      <w:pPr>
        <w:ind w:left="-426" w:right="-439"/>
        <w:jc w:val="center"/>
        <w:rPr>
          <w:sz w:val="16"/>
          <w:szCs w:val="16"/>
        </w:rPr>
      </w:pPr>
    </w:p>
    <w:p w14:paraId="0DE9934C" w14:textId="77777777" w:rsidR="00201A1C" w:rsidRPr="00467E42" w:rsidRDefault="00201A1C" w:rsidP="00F1218B">
      <w:pPr>
        <w:ind w:left="-426" w:right="-439"/>
        <w:jc w:val="center"/>
        <w:rPr>
          <w:sz w:val="16"/>
          <w:szCs w:val="16"/>
        </w:rPr>
      </w:pPr>
    </w:p>
    <w:tbl>
      <w:tblPr>
        <w:tblStyle w:val="Tabellenraster"/>
        <w:tblW w:w="11202" w:type="dxa"/>
        <w:tblInd w:w="108" w:type="dxa"/>
        <w:tblLook w:val="04A0" w:firstRow="1" w:lastRow="0" w:firstColumn="1" w:lastColumn="0" w:noHBand="0" w:noVBand="1"/>
      </w:tblPr>
      <w:tblGrid>
        <w:gridCol w:w="9764"/>
        <w:gridCol w:w="736"/>
        <w:gridCol w:w="702"/>
      </w:tblGrid>
      <w:tr w:rsidR="00990FCC" w14:paraId="7EDD5E86" w14:textId="77777777" w:rsidTr="00990FCC">
        <w:tc>
          <w:tcPr>
            <w:tcW w:w="9764" w:type="dxa"/>
          </w:tcPr>
          <w:p w14:paraId="54C47FC5" w14:textId="77777777" w:rsidR="00990FCC" w:rsidRDefault="00990FCC" w:rsidP="00990FCC">
            <w:pPr>
              <w:ind w:left="252"/>
            </w:pPr>
            <w:r>
              <w:rPr>
                <w:b/>
                <w:sz w:val="28"/>
                <w:szCs w:val="28"/>
              </w:rPr>
              <w:t>I. Allgemeiner T</w:t>
            </w:r>
            <w:r w:rsidRPr="009B7503">
              <w:rPr>
                <w:b/>
                <w:sz w:val="28"/>
                <w:szCs w:val="28"/>
              </w:rPr>
              <w:t>eil</w:t>
            </w:r>
          </w:p>
        </w:tc>
        <w:tc>
          <w:tcPr>
            <w:tcW w:w="736" w:type="dxa"/>
          </w:tcPr>
          <w:p w14:paraId="116690C2" w14:textId="77777777" w:rsidR="00990FCC" w:rsidRPr="006F4DF2" w:rsidRDefault="00990FCC" w:rsidP="00980859">
            <w:pPr>
              <w:jc w:val="center"/>
              <w:rPr>
                <w:b/>
                <w:bCs/>
              </w:rPr>
            </w:pPr>
            <w:r w:rsidRPr="006F4DF2">
              <w:rPr>
                <w:b/>
                <w:bCs/>
              </w:rPr>
              <w:t>Ja</w:t>
            </w:r>
          </w:p>
        </w:tc>
        <w:tc>
          <w:tcPr>
            <w:tcW w:w="702" w:type="dxa"/>
          </w:tcPr>
          <w:p w14:paraId="26CC18BA" w14:textId="77777777" w:rsidR="00990FCC" w:rsidRPr="006F4DF2" w:rsidRDefault="00990FCC" w:rsidP="00C26E95">
            <w:pPr>
              <w:pStyle w:val="KeinLeerraum"/>
              <w:ind w:left="-124" w:right="-108"/>
              <w:jc w:val="center"/>
              <w:rPr>
                <w:b/>
                <w:bCs/>
              </w:rPr>
            </w:pPr>
            <w:r w:rsidRPr="006F4DF2">
              <w:rPr>
                <w:b/>
                <w:bCs/>
              </w:rPr>
              <w:t>Nein</w:t>
            </w:r>
          </w:p>
        </w:tc>
      </w:tr>
      <w:tr w:rsidR="00990FCC" w14:paraId="23D93044" w14:textId="77777777" w:rsidTr="00141142">
        <w:tc>
          <w:tcPr>
            <w:tcW w:w="9764" w:type="dxa"/>
            <w:shd w:val="clear" w:color="auto" w:fill="auto"/>
          </w:tcPr>
          <w:p w14:paraId="0D803B69" w14:textId="77777777" w:rsidR="00990FCC" w:rsidRPr="00A445E5" w:rsidRDefault="00990FCC" w:rsidP="00AB47FE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b/>
              </w:rPr>
            </w:pPr>
            <w:hyperlink r:id="rId8" w:history="1">
              <w:r w:rsidRPr="00DE3964">
                <w:rPr>
                  <w:rStyle w:val="BesuchterHyperlink"/>
                  <w:b/>
                  <w:bCs/>
                </w:rPr>
                <w:t>Rechtliche Vorgaben</w:t>
              </w:r>
            </w:hyperlink>
            <w:r>
              <w:rPr>
                <w:rFonts w:ascii="Arial" w:hAnsi="Arial" w:cs="Arial"/>
                <w:b/>
              </w:rPr>
              <w:t xml:space="preserve"> (hier: Aushangpflichtige Regelwerke)</w:t>
            </w:r>
          </w:p>
          <w:p w14:paraId="0B73E106" w14:textId="77777777" w:rsidR="00990FCC" w:rsidRPr="00A445E5" w:rsidRDefault="00990FCC" w:rsidP="00C25EAF">
            <w:pPr>
              <w:pStyle w:val="Listenabsatz"/>
              <w:spacing w:after="0" w:line="240" w:lineRule="auto"/>
              <w:ind w:left="32"/>
              <w:rPr>
                <w:rFonts w:ascii="Arial" w:hAnsi="Arial" w:cs="Arial"/>
                <w:sz w:val="16"/>
                <w:szCs w:val="16"/>
              </w:rPr>
            </w:pPr>
          </w:p>
          <w:p w14:paraId="778C474B" w14:textId="1E9D6269" w:rsidR="00990FCC" w:rsidRPr="00141142" w:rsidRDefault="00990FCC" w:rsidP="00C25EAF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</w:rPr>
            </w:pPr>
            <w:r w:rsidRPr="00C25EAF">
              <w:rPr>
                <w:rFonts w:ascii="Arial" w:hAnsi="Arial" w:cs="Arial"/>
              </w:rPr>
              <w:t xml:space="preserve">Ist die Online-Version des PRAXIS-Handbuchs (hier insbesondere die </w:t>
            </w:r>
            <w:hyperlink r:id="rId9" w:history="1">
              <w:r w:rsidRPr="00DE3964">
                <w:rPr>
                  <w:rStyle w:val="BesuchterHyperlink"/>
                </w:rPr>
                <w:t xml:space="preserve">Schaltfläche </w:t>
              </w:r>
              <w:r w:rsidR="00C25EAF" w:rsidRPr="00DE3964">
                <w:rPr>
                  <w:rStyle w:val="BesuchterHyperlink"/>
                </w:rPr>
                <w:br/>
              </w:r>
              <w:r w:rsidRPr="00DE3964">
                <w:rPr>
                  <w:rStyle w:val="BesuchterHyperlink"/>
                </w:rPr>
                <w:t>„</w:t>
              </w:r>
              <w:r w:rsidR="00C25EAF" w:rsidRPr="00DE3964">
                <w:rPr>
                  <w:rStyle w:val="BesuchterHyperlink"/>
                </w:rPr>
                <w:t>1. Gesetze und Rechtliche Grundlagen</w:t>
              </w:r>
              <w:r w:rsidRPr="00DE3964">
                <w:rPr>
                  <w:rStyle w:val="BesuchterHyperlink"/>
                </w:rPr>
                <w:t>“</w:t>
              </w:r>
            </w:hyperlink>
            <w:r w:rsidRPr="00C25EAF">
              <w:rPr>
                <w:rFonts w:ascii="Arial" w:hAnsi="Arial" w:cs="Arial"/>
              </w:rPr>
              <w:t>) für alle Praxismitarbeiter bekannt und jederzeit zugänglich?</w:t>
            </w:r>
            <w:r w:rsidR="00DC0E68" w:rsidRPr="00141142">
              <w:rPr>
                <w:rStyle w:val="BesuchterHyperlink"/>
              </w:rPr>
              <w:t xml:space="preserve"> </w:t>
            </w:r>
            <w:hyperlink r:id="rId10" w:history="1">
              <w:r w:rsidR="00DD6CCC">
                <w:rPr>
                  <w:rStyle w:val="BesuchterHyperlink"/>
                </w:rPr>
                <w:t>„</w:t>
              </w:r>
              <w:r w:rsidR="00DC0E68" w:rsidRPr="00141142">
                <w:rPr>
                  <w:rStyle w:val="BesuchterHyperlink"/>
                </w:rPr>
                <w:t>Kurzübersicht: Adressen, Fristen und Termine</w:t>
              </w:r>
              <w:r w:rsidR="00141142" w:rsidRPr="00141142">
                <w:rPr>
                  <w:rStyle w:val="BesuchterHyperlink"/>
                </w:rPr>
                <w:t>“.</w:t>
              </w:r>
            </w:hyperlink>
          </w:p>
          <w:p w14:paraId="5B97F737" w14:textId="77777777" w:rsidR="00990FCC" w:rsidRPr="00014294" w:rsidRDefault="00990FCC" w:rsidP="00F1218B">
            <w:pPr>
              <w:pStyle w:val="KeinLeerraum"/>
              <w:rPr>
                <w:sz w:val="16"/>
                <w:szCs w:val="16"/>
              </w:rPr>
            </w:pPr>
          </w:p>
        </w:tc>
        <w:tc>
          <w:tcPr>
            <w:tcW w:w="736" w:type="dxa"/>
          </w:tcPr>
          <w:p w14:paraId="6FF3D344" w14:textId="77777777" w:rsidR="00990FCC" w:rsidRPr="00A445E5" w:rsidRDefault="00990FCC" w:rsidP="00980859">
            <w:pPr>
              <w:jc w:val="center"/>
            </w:pPr>
          </w:p>
          <w:p w14:paraId="77FCD32F" w14:textId="77777777" w:rsidR="00990FCC" w:rsidRPr="00A445E5" w:rsidRDefault="00990FCC" w:rsidP="00980859">
            <w:pPr>
              <w:jc w:val="center"/>
              <w:rPr>
                <w:sz w:val="16"/>
                <w:szCs w:val="16"/>
              </w:rPr>
            </w:pPr>
          </w:p>
          <w:sdt>
            <w:sdtPr>
              <w:id w:val="3644887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3E991A" w14:textId="3A0D43AE" w:rsidR="00990FCC" w:rsidRPr="00A445E5" w:rsidRDefault="006D39D2" w:rsidP="0098085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1844AFF" w14:textId="77777777" w:rsidR="00990FCC" w:rsidRPr="00A445E5" w:rsidRDefault="00990FCC" w:rsidP="009808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2" w:type="dxa"/>
          </w:tcPr>
          <w:p w14:paraId="3B3DD63A" w14:textId="77777777" w:rsidR="00990FCC" w:rsidRPr="00A445E5" w:rsidRDefault="00990FCC" w:rsidP="00980859">
            <w:pPr>
              <w:jc w:val="center"/>
            </w:pPr>
          </w:p>
          <w:p w14:paraId="4E5054BF" w14:textId="77777777" w:rsidR="00990FCC" w:rsidRPr="00A445E5" w:rsidRDefault="00990FCC" w:rsidP="00980859">
            <w:pPr>
              <w:jc w:val="center"/>
              <w:rPr>
                <w:sz w:val="16"/>
                <w:szCs w:val="16"/>
              </w:rPr>
            </w:pPr>
          </w:p>
          <w:sdt>
            <w:sdtPr>
              <w:id w:val="11329007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AD00FE1" w14:textId="0D8B0753" w:rsidR="00990FCC" w:rsidRPr="00A445E5" w:rsidRDefault="006D39D2" w:rsidP="0098085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1AFE2B8B" w14:textId="77777777" w:rsidR="00990FCC" w:rsidRPr="00A445E5" w:rsidRDefault="00990FCC" w:rsidP="00980859">
            <w:pPr>
              <w:jc w:val="center"/>
              <w:rPr>
                <w:sz w:val="16"/>
                <w:szCs w:val="16"/>
              </w:rPr>
            </w:pPr>
          </w:p>
        </w:tc>
      </w:tr>
      <w:tr w:rsidR="00990FCC" w14:paraId="6B936D42" w14:textId="77777777" w:rsidTr="00990FCC">
        <w:tc>
          <w:tcPr>
            <w:tcW w:w="9764" w:type="dxa"/>
          </w:tcPr>
          <w:p w14:paraId="5E1D6017" w14:textId="47631FD5" w:rsidR="00990FCC" w:rsidRPr="00141142" w:rsidRDefault="00990FCC" w:rsidP="00AB47FE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rStyle w:val="BesuchterHyperlink"/>
                <w:b/>
                <w:bCs/>
              </w:rPr>
            </w:pPr>
            <w:hyperlink r:id="rId11" w:history="1">
              <w:r w:rsidRPr="00141142">
                <w:rPr>
                  <w:rStyle w:val="BesuchterHyperlink"/>
                  <w:b/>
                  <w:bCs/>
                </w:rPr>
                <w:t>Gefährdungsbeurteilung</w:t>
              </w:r>
            </w:hyperlink>
          </w:p>
          <w:p w14:paraId="27FC45D2" w14:textId="77777777" w:rsidR="00990FCC" w:rsidRPr="00A445E5" w:rsidRDefault="00990FCC" w:rsidP="00C25EAF">
            <w:pPr>
              <w:pStyle w:val="Listenabsatz"/>
              <w:spacing w:after="0" w:line="240" w:lineRule="auto"/>
              <w:ind w:left="32"/>
              <w:rPr>
                <w:rFonts w:ascii="Arial" w:hAnsi="Arial" w:cs="Arial"/>
                <w:sz w:val="16"/>
                <w:szCs w:val="16"/>
              </w:rPr>
            </w:pPr>
          </w:p>
          <w:p w14:paraId="140F5F9C" w14:textId="02380D8A" w:rsidR="00990FCC" w:rsidRPr="00A445E5" w:rsidRDefault="00990FCC" w:rsidP="00C25EAF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A445E5">
              <w:rPr>
                <w:rFonts w:ascii="Arial" w:hAnsi="Arial" w:cs="Arial"/>
                <w:bCs/>
              </w:rPr>
              <w:t xml:space="preserve">Wurden die </w:t>
            </w:r>
            <w:hyperlink r:id="rId12" w:history="1">
              <w:r w:rsidRPr="00141142">
                <w:rPr>
                  <w:rStyle w:val="BesuchterHyperlink"/>
                </w:rPr>
                <w:t>Gefährdungsbeurteilungen</w:t>
              </w:r>
            </w:hyperlink>
            <w:r w:rsidRPr="00A445E5">
              <w:rPr>
                <w:rFonts w:ascii="Arial" w:hAnsi="Arial" w:cs="Arial"/>
                <w:bCs/>
              </w:rPr>
              <w:t xml:space="preserve"> durch den Praxisinhaber bzw.</w:t>
            </w:r>
            <w:r>
              <w:rPr>
                <w:rFonts w:ascii="Arial" w:hAnsi="Arial" w:cs="Arial"/>
                <w:bCs/>
              </w:rPr>
              <w:t xml:space="preserve"> eine</w:t>
            </w:r>
            <w:r w:rsidRPr="00A445E5">
              <w:rPr>
                <w:rFonts w:ascii="Arial" w:hAnsi="Arial" w:cs="Arial"/>
                <w:bCs/>
              </w:rPr>
              <w:t xml:space="preserve"> externe Firma erstellt, dokumentiert und regelmäßig aktualisiert </w:t>
            </w:r>
            <w:r w:rsidRPr="00A445E5">
              <w:rPr>
                <w:rFonts w:ascii="Arial" w:hAnsi="Arial" w:cs="Arial"/>
                <w:b/>
                <w:bCs/>
              </w:rPr>
              <w:t>(</w:t>
            </w:r>
            <w:r>
              <w:rPr>
                <w:rFonts w:ascii="Arial" w:hAnsi="Arial" w:cs="Arial"/>
                <w:b/>
                <w:bCs/>
              </w:rPr>
              <w:t xml:space="preserve">grundsätzlich </w:t>
            </w:r>
            <w:r w:rsidRPr="00A445E5">
              <w:rPr>
                <w:rFonts w:ascii="Arial" w:hAnsi="Arial" w:cs="Arial"/>
                <w:b/>
                <w:bCs/>
              </w:rPr>
              <w:t>alle 3 Jahre oder bei wesentlichen Änderungen)</w:t>
            </w:r>
            <w:r w:rsidRPr="00A445E5">
              <w:rPr>
                <w:rFonts w:ascii="Arial" w:hAnsi="Arial" w:cs="Arial"/>
                <w:bCs/>
              </w:rPr>
              <w:t>?</w:t>
            </w:r>
          </w:p>
          <w:p w14:paraId="2CD3A0BD" w14:textId="019EE2E8" w:rsidR="00990FCC" w:rsidRPr="00E47E53" w:rsidRDefault="00E47E53" w:rsidP="00C25EAF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Style w:val="Hyperlink"/>
                <w:rFonts w:ascii="Arial" w:hAnsi="Arial"/>
              </w:rPr>
            </w:pPr>
            <w:r>
              <w:rPr>
                <w:rStyle w:val="BesuchterHyperlink"/>
              </w:rPr>
              <w:fldChar w:fldCharType="begin"/>
            </w:r>
            <w:r>
              <w:rPr>
                <w:rStyle w:val="BesuchterHyperlink"/>
              </w:rPr>
              <w:instrText>HYPERLINK "https://phb.lzk-bw.de/PHB-CD/QM-Anhang/Unterweisungen/Unterweisungserklaerung/Unterweisungserklaerung.docx"</w:instrText>
            </w:r>
            <w:r>
              <w:rPr>
                <w:rStyle w:val="BesuchterHyperlink"/>
              </w:rPr>
            </w:r>
            <w:r>
              <w:rPr>
                <w:rStyle w:val="BesuchterHyperlink"/>
              </w:rPr>
              <w:fldChar w:fldCharType="separate"/>
            </w:r>
            <w:r w:rsidR="00990FCC" w:rsidRPr="00E47E53">
              <w:rPr>
                <w:rStyle w:val="Hyperlink"/>
                <w:rFonts w:ascii="Arial" w:hAnsi="Arial"/>
              </w:rPr>
              <w:t>Sind die Ergebnisse der Gefährdungsbeurteilung Bestandteil der jährlichen Mitarbeiter</w:t>
            </w:r>
            <w:r w:rsidR="00407787" w:rsidRPr="00E47E53">
              <w:rPr>
                <w:rStyle w:val="Hyperlink"/>
                <w:rFonts w:ascii="Arial" w:hAnsi="Arial"/>
              </w:rPr>
              <w:t>-</w:t>
            </w:r>
            <w:r w:rsidR="00990FCC" w:rsidRPr="00E47E53">
              <w:rPr>
                <w:rStyle w:val="Hyperlink"/>
                <w:rFonts w:ascii="Arial" w:hAnsi="Arial"/>
              </w:rPr>
              <w:t>unterweisungen?</w:t>
            </w:r>
          </w:p>
          <w:p w14:paraId="4DCA4DEC" w14:textId="6128D7DE" w:rsidR="00990FCC" w:rsidRPr="00014294" w:rsidRDefault="00E47E53" w:rsidP="00F1218B">
            <w:pPr>
              <w:pStyle w:val="KeinLeerraum"/>
              <w:rPr>
                <w:sz w:val="16"/>
                <w:szCs w:val="16"/>
              </w:rPr>
            </w:pPr>
            <w:r>
              <w:rPr>
                <w:rStyle w:val="BesuchterHyperlink"/>
                <w:rFonts w:eastAsia="Calibri" w:cs="Times New Roman"/>
                <w:lang w:eastAsia="en-US"/>
              </w:rPr>
              <w:fldChar w:fldCharType="end"/>
            </w:r>
          </w:p>
        </w:tc>
        <w:tc>
          <w:tcPr>
            <w:tcW w:w="736" w:type="dxa"/>
          </w:tcPr>
          <w:p w14:paraId="651C39B6" w14:textId="77777777" w:rsidR="00990FCC" w:rsidRPr="00A445E5" w:rsidRDefault="00990FCC" w:rsidP="00980859">
            <w:pPr>
              <w:jc w:val="center"/>
            </w:pPr>
          </w:p>
          <w:p w14:paraId="06DEF94D" w14:textId="77777777" w:rsidR="00990FCC" w:rsidRPr="00A445E5" w:rsidRDefault="00990FCC" w:rsidP="00980859">
            <w:pPr>
              <w:jc w:val="center"/>
              <w:rPr>
                <w:sz w:val="16"/>
                <w:szCs w:val="16"/>
              </w:rPr>
            </w:pPr>
          </w:p>
          <w:sdt>
            <w:sdtPr>
              <w:id w:val="19403213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0EADF4" w14:textId="2D940B07" w:rsidR="00990FCC" w:rsidRPr="00A445E5" w:rsidRDefault="006D39D2" w:rsidP="0098085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55343F35" w14:textId="77777777" w:rsidR="00990FCC" w:rsidRPr="00A445E5" w:rsidRDefault="00990FCC" w:rsidP="00980859">
            <w:pPr>
              <w:jc w:val="center"/>
            </w:pPr>
          </w:p>
          <w:p w14:paraId="5069BEBA" w14:textId="77777777" w:rsidR="00990FCC" w:rsidRPr="00A17513" w:rsidRDefault="00990FCC" w:rsidP="00980859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6650550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3C6C3AF" w14:textId="7CAD7AFC" w:rsidR="00990FCC" w:rsidRPr="00A445E5" w:rsidRDefault="006D39D2" w:rsidP="0098085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7B4DC971" w14:textId="77777777" w:rsidR="00990FCC" w:rsidRPr="00A445E5" w:rsidRDefault="00990FCC" w:rsidP="00980859">
            <w:pPr>
              <w:jc w:val="center"/>
            </w:pPr>
          </w:p>
        </w:tc>
        <w:tc>
          <w:tcPr>
            <w:tcW w:w="702" w:type="dxa"/>
          </w:tcPr>
          <w:p w14:paraId="7235EF15" w14:textId="77777777" w:rsidR="00990FCC" w:rsidRPr="00A445E5" w:rsidRDefault="00990FCC" w:rsidP="00980859">
            <w:pPr>
              <w:jc w:val="center"/>
            </w:pPr>
          </w:p>
          <w:p w14:paraId="1A21DC5C" w14:textId="77777777" w:rsidR="00990FCC" w:rsidRPr="00A445E5" w:rsidRDefault="00990FCC" w:rsidP="00980859">
            <w:pPr>
              <w:jc w:val="center"/>
              <w:rPr>
                <w:sz w:val="16"/>
                <w:szCs w:val="16"/>
              </w:rPr>
            </w:pPr>
          </w:p>
          <w:sdt>
            <w:sdtPr>
              <w:id w:val="19831965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00F8646" w14:textId="0A97A6AC" w:rsidR="00990FCC" w:rsidRPr="00A445E5" w:rsidRDefault="006D39D2" w:rsidP="0098085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0E9EDE89" w14:textId="77777777" w:rsidR="00990FCC" w:rsidRPr="00A445E5" w:rsidRDefault="00990FCC" w:rsidP="00980859">
            <w:pPr>
              <w:jc w:val="center"/>
            </w:pPr>
          </w:p>
          <w:p w14:paraId="7FCBDC99" w14:textId="77777777" w:rsidR="00990FCC" w:rsidRPr="00A17513" w:rsidRDefault="00990FCC" w:rsidP="00980859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9727932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DAC794" w14:textId="26A9CC04" w:rsidR="00990FCC" w:rsidRPr="00A445E5" w:rsidRDefault="006D39D2" w:rsidP="0098085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4627451E" w14:textId="77777777" w:rsidR="00990FCC" w:rsidRPr="00A445E5" w:rsidRDefault="00990FCC" w:rsidP="00980859">
            <w:pPr>
              <w:jc w:val="center"/>
            </w:pPr>
          </w:p>
        </w:tc>
      </w:tr>
      <w:tr w:rsidR="00990FCC" w14:paraId="38768DB1" w14:textId="77777777" w:rsidTr="00990FCC">
        <w:tc>
          <w:tcPr>
            <w:tcW w:w="9764" w:type="dxa"/>
          </w:tcPr>
          <w:p w14:paraId="11D36342" w14:textId="77777777" w:rsidR="00990FCC" w:rsidRPr="009B7503" w:rsidRDefault="00990FCC" w:rsidP="009B7503">
            <w:pPr>
              <w:ind w:left="25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II. </w:t>
            </w:r>
            <w:r w:rsidRPr="009B7503">
              <w:rPr>
                <w:b/>
                <w:sz w:val="28"/>
                <w:szCs w:val="28"/>
              </w:rPr>
              <w:t>Spezieller Fachteil</w:t>
            </w:r>
          </w:p>
        </w:tc>
        <w:tc>
          <w:tcPr>
            <w:tcW w:w="1438" w:type="dxa"/>
            <w:gridSpan w:val="2"/>
          </w:tcPr>
          <w:p w14:paraId="75938C34" w14:textId="77777777" w:rsidR="00990FCC" w:rsidRDefault="00990FCC" w:rsidP="00F1218B">
            <w:pPr>
              <w:pStyle w:val="KeinLeerraum"/>
              <w:jc w:val="center"/>
            </w:pPr>
          </w:p>
        </w:tc>
      </w:tr>
      <w:tr w:rsidR="00990FCC" w14:paraId="57CD1BFC" w14:textId="77777777" w:rsidTr="00990FCC">
        <w:tc>
          <w:tcPr>
            <w:tcW w:w="9764" w:type="dxa"/>
          </w:tcPr>
          <w:p w14:paraId="3726A13C" w14:textId="77777777" w:rsidR="00990FCC" w:rsidRPr="00141142" w:rsidRDefault="00990FCC" w:rsidP="00F1218B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rStyle w:val="BesuchterHyperlink"/>
                <w:b/>
                <w:bCs/>
              </w:rPr>
            </w:pPr>
            <w:hyperlink r:id="rId13" w:history="1">
              <w:r w:rsidRPr="00141142">
                <w:rPr>
                  <w:rStyle w:val="BesuchterHyperlink"/>
                  <w:b/>
                  <w:bCs/>
                </w:rPr>
                <w:t>Abfallentsorgung</w:t>
              </w:r>
            </w:hyperlink>
          </w:p>
          <w:p w14:paraId="60043DC8" w14:textId="77777777" w:rsidR="00990FCC" w:rsidRPr="00A445E5" w:rsidRDefault="00990FCC" w:rsidP="00C25EAF">
            <w:pPr>
              <w:pStyle w:val="Listenabsatz"/>
              <w:spacing w:after="0" w:line="240" w:lineRule="auto"/>
              <w:ind w:left="32"/>
              <w:rPr>
                <w:rFonts w:ascii="Arial" w:hAnsi="Arial" w:cs="Arial"/>
                <w:sz w:val="16"/>
                <w:szCs w:val="16"/>
              </w:rPr>
            </w:pPr>
          </w:p>
          <w:p w14:paraId="1DC30A55" w14:textId="77777777" w:rsidR="00990FCC" w:rsidRPr="00DE3964" w:rsidRDefault="00FB381A" w:rsidP="00C25EAF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Style w:val="BesuchterHyperlink"/>
              </w:rPr>
            </w:pPr>
            <w:r>
              <w:rPr>
                <w:rFonts w:ascii="Arial" w:hAnsi="Arial" w:cs="Arial"/>
                <w:bCs/>
              </w:rPr>
              <w:fldChar w:fldCharType="begin"/>
            </w:r>
            <w:r>
              <w:rPr>
                <w:rFonts w:ascii="Arial" w:hAnsi="Arial" w:cs="Arial"/>
                <w:bCs/>
              </w:rPr>
              <w:instrText>HYPERLINK "https://www.lzk-bw.de/PHB/PHB-CD/QM/Leitfaden_Arbeitsschutz.doc" \l "Kap_4_3_3_Einordnung"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 w:rsidR="00990FCC" w:rsidRPr="00DE3964">
              <w:rPr>
                <w:rStyle w:val="BesuchterHyperlink"/>
              </w:rPr>
              <w:t>Werden die entstehenden Praxisabfälle (Restmüll, Wertstoffe, gefährliche Abfälle) ordnungsgemäß entsorgt?</w:t>
            </w:r>
          </w:p>
          <w:p w14:paraId="5E702F33" w14:textId="77777777" w:rsidR="00990FCC" w:rsidRPr="00A445E5" w:rsidRDefault="00FB381A" w:rsidP="00C25EAF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end"/>
            </w:r>
            <w:r w:rsidR="00990FCC" w:rsidRPr="00A445E5">
              <w:rPr>
                <w:rFonts w:ascii="Arial" w:hAnsi="Arial" w:cs="Arial"/>
                <w:bCs/>
              </w:rPr>
              <w:t>Werden gefährliche Abfälle (z.</w:t>
            </w:r>
            <w:r w:rsidR="00C25EAF">
              <w:rPr>
                <w:rFonts w:ascii="Arial" w:hAnsi="Arial" w:cs="Arial"/>
                <w:bCs/>
              </w:rPr>
              <w:t xml:space="preserve"> </w:t>
            </w:r>
            <w:r w:rsidR="00990FCC" w:rsidRPr="00A445E5">
              <w:rPr>
                <w:rFonts w:ascii="Arial" w:hAnsi="Arial" w:cs="Arial"/>
                <w:bCs/>
              </w:rPr>
              <w:t xml:space="preserve">B. Entwicklerflüssigkeit, Fixierbäder, Amalgam) über einen </w:t>
            </w:r>
            <w:hyperlink r:id="rId14" w:history="1">
              <w:r w:rsidR="00990FCC" w:rsidRPr="00DE3964">
                <w:rPr>
                  <w:rStyle w:val="BesuchterHyperlink"/>
                </w:rPr>
                <w:t>Entsorgungsbetrieb</w:t>
              </w:r>
            </w:hyperlink>
            <w:r w:rsidR="00990FCC" w:rsidRPr="00A445E5">
              <w:rPr>
                <w:rFonts w:ascii="Arial" w:hAnsi="Arial" w:cs="Arial"/>
                <w:bCs/>
              </w:rPr>
              <w:t xml:space="preserve"> entsorgt?</w:t>
            </w:r>
          </w:p>
          <w:p w14:paraId="10CFACF1" w14:textId="77777777" w:rsidR="00990FCC" w:rsidRDefault="00990FCC" w:rsidP="00C25EAF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A445E5">
              <w:rPr>
                <w:rFonts w:ascii="Arial" w:hAnsi="Arial" w:cs="Arial"/>
                <w:bCs/>
              </w:rPr>
              <w:t xml:space="preserve">Werden Nachweise (Übernahmescheine) über die Entsorgung von gefährlichen Abfällen geführt und ordnungsgemäß aufbewahrt </w:t>
            </w:r>
            <w:r w:rsidRPr="00A445E5">
              <w:rPr>
                <w:rFonts w:ascii="Arial" w:hAnsi="Arial" w:cs="Arial"/>
                <w:b/>
                <w:bCs/>
              </w:rPr>
              <w:t>(Aufbewahrungs</w:t>
            </w:r>
            <w:r>
              <w:rPr>
                <w:rFonts w:ascii="Arial" w:hAnsi="Arial" w:cs="Arial"/>
                <w:b/>
                <w:bCs/>
              </w:rPr>
              <w:t>frist</w:t>
            </w:r>
            <w:r w:rsidRPr="00A445E5">
              <w:rPr>
                <w:rFonts w:ascii="Arial" w:hAnsi="Arial" w:cs="Arial"/>
                <w:b/>
                <w:bCs/>
              </w:rPr>
              <w:t>: 3 Jahre)</w:t>
            </w:r>
            <w:r w:rsidRPr="00A445E5">
              <w:rPr>
                <w:rFonts w:ascii="Arial" w:hAnsi="Arial" w:cs="Arial"/>
                <w:bCs/>
              </w:rPr>
              <w:t>?</w:t>
            </w:r>
          </w:p>
          <w:p w14:paraId="0A2A653B" w14:textId="77777777" w:rsidR="0015298E" w:rsidRPr="00A445E5" w:rsidRDefault="0015298E" w:rsidP="00C25EAF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Sind die bauartzugelassenen Amalgamabscheider bei</w:t>
            </w:r>
            <w:r w:rsidR="00847A93">
              <w:rPr>
                <w:rFonts w:ascii="Arial" w:hAnsi="Arial" w:cs="Arial"/>
                <w:bCs/>
              </w:rPr>
              <w:t xml:space="preserve"> der</w:t>
            </w:r>
            <w:r>
              <w:rPr>
                <w:rFonts w:ascii="Arial" w:hAnsi="Arial" w:cs="Arial"/>
                <w:bCs/>
              </w:rPr>
              <w:t xml:space="preserve"> </w:t>
            </w:r>
            <w:hyperlink r:id="rId15" w:history="1">
              <w:r w:rsidRPr="00DE3964">
                <w:rPr>
                  <w:rStyle w:val="BesuchterHyperlink"/>
                </w:rPr>
                <w:t xml:space="preserve">zuständigen </w:t>
              </w:r>
              <w:r w:rsidR="00847A93" w:rsidRPr="00DE3964">
                <w:rPr>
                  <w:rStyle w:val="BesuchterHyperlink"/>
                </w:rPr>
                <w:t>unteren Wasserbehörd</w:t>
              </w:r>
            </w:hyperlink>
            <w:r w:rsidR="00847A93" w:rsidRPr="00DE3964">
              <w:rPr>
                <w:rStyle w:val="BesuchterHyperlink"/>
              </w:rPr>
              <w:t xml:space="preserve">e </w:t>
            </w:r>
            <w:hyperlink r:id="rId16" w:history="1">
              <w:r w:rsidR="00847A93" w:rsidRPr="00DE3964">
                <w:rPr>
                  <w:rStyle w:val="BesuchterHyperlink"/>
                </w:rPr>
                <w:t>angezeigt</w:t>
              </w:r>
            </w:hyperlink>
            <w:r w:rsidR="00847A93">
              <w:rPr>
                <w:rFonts w:ascii="Arial" w:hAnsi="Arial" w:cs="Arial"/>
                <w:bCs/>
              </w:rPr>
              <w:t>?</w:t>
            </w:r>
          </w:p>
          <w:p w14:paraId="177A4D72" w14:textId="77777777" w:rsidR="00990FCC" w:rsidRPr="00014294" w:rsidRDefault="00990FCC" w:rsidP="00F1218B">
            <w:pPr>
              <w:pStyle w:val="KeinLeerraum"/>
              <w:rPr>
                <w:sz w:val="16"/>
                <w:szCs w:val="16"/>
              </w:rPr>
            </w:pPr>
          </w:p>
        </w:tc>
        <w:tc>
          <w:tcPr>
            <w:tcW w:w="736" w:type="dxa"/>
          </w:tcPr>
          <w:p w14:paraId="49F9CD0E" w14:textId="77777777" w:rsidR="00990FCC" w:rsidRPr="00A445E5" w:rsidRDefault="00990FCC" w:rsidP="00980859">
            <w:pPr>
              <w:jc w:val="center"/>
            </w:pPr>
          </w:p>
          <w:p w14:paraId="0F3C663C" w14:textId="77777777" w:rsidR="00990FCC" w:rsidRPr="00A445E5" w:rsidRDefault="00990FCC" w:rsidP="00980859">
            <w:pPr>
              <w:jc w:val="center"/>
              <w:rPr>
                <w:sz w:val="16"/>
                <w:szCs w:val="16"/>
              </w:rPr>
            </w:pPr>
          </w:p>
          <w:sdt>
            <w:sdtPr>
              <w:id w:val="5017880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B2ABE9A" w14:textId="5E5DB538" w:rsidR="00990FCC" w:rsidRPr="00A445E5" w:rsidRDefault="006D39D2" w:rsidP="0098085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51DED344" w14:textId="77777777" w:rsidR="00990FCC" w:rsidRPr="00D77544" w:rsidRDefault="00990FCC" w:rsidP="00980859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6892199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C5BAFD1" w14:textId="6F61AE17" w:rsidR="00990FCC" w:rsidRPr="00A445E5" w:rsidRDefault="006D39D2" w:rsidP="0098085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1474D625" w14:textId="77777777" w:rsidR="00990FCC" w:rsidRPr="00D77544" w:rsidRDefault="00990FCC" w:rsidP="00980859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-11364160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480E99" w14:textId="7CC1DA51" w:rsidR="00990FCC" w:rsidRPr="00A445E5" w:rsidRDefault="006D39D2" w:rsidP="0098085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2464F686" w14:textId="77777777" w:rsidR="00847A93" w:rsidRPr="00D77544" w:rsidRDefault="00847A93" w:rsidP="00847A93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-11861269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0523E95" w14:textId="520725A3" w:rsidR="00847A93" w:rsidRPr="00A445E5" w:rsidRDefault="006D39D2" w:rsidP="00847A9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7E37B40A" w14:textId="77777777" w:rsidR="00990FCC" w:rsidRPr="00A445E5" w:rsidRDefault="00990FCC" w:rsidP="00980859">
            <w:pPr>
              <w:jc w:val="center"/>
            </w:pPr>
          </w:p>
        </w:tc>
        <w:tc>
          <w:tcPr>
            <w:tcW w:w="702" w:type="dxa"/>
          </w:tcPr>
          <w:p w14:paraId="3A02E2A3" w14:textId="77777777" w:rsidR="00990FCC" w:rsidRPr="00A445E5" w:rsidRDefault="00990FCC" w:rsidP="00980859">
            <w:pPr>
              <w:jc w:val="center"/>
            </w:pPr>
          </w:p>
          <w:p w14:paraId="1BBD5C90" w14:textId="77777777" w:rsidR="00990FCC" w:rsidRPr="00A445E5" w:rsidRDefault="00990FCC" w:rsidP="00980859">
            <w:pPr>
              <w:jc w:val="center"/>
              <w:rPr>
                <w:sz w:val="16"/>
                <w:szCs w:val="16"/>
              </w:rPr>
            </w:pPr>
          </w:p>
          <w:sdt>
            <w:sdtPr>
              <w:id w:val="6181140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94AF84" w14:textId="3CC47C97" w:rsidR="00990FCC" w:rsidRPr="00A445E5" w:rsidRDefault="006D39D2" w:rsidP="0098085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451E456D" w14:textId="77777777" w:rsidR="00990FCC" w:rsidRPr="00D77544" w:rsidRDefault="00990FCC" w:rsidP="00980859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20730309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5A44B5" w14:textId="6471766F" w:rsidR="00990FCC" w:rsidRPr="00A445E5" w:rsidRDefault="006D39D2" w:rsidP="0098085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30AB2FC" w14:textId="77777777" w:rsidR="00990FCC" w:rsidRPr="00D77544" w:rsidRDefault="00990FCC" w:rsidP="00980859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-14156993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816895" w14:textId="71F06093" w:rsidR="00990FCC" w:rsidRPr="00A445E5" w:rsidRDefault="00D77544" w:rsidP="0098085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7B95D958" w14:textId="77777777" w:rsidR="00847A93" w:rsidRPr="00D77544" w:rsidRDefault="00847A93" w:rsidP="00847A93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18906080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BFEE2B" w14:textId="2AF30CB4" w:rsidR="00847A93" w:rsidRPr="00A445E5" w:rsidRDefault="006D39D2" w:rsidP="00847A9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420C25B" w14:textId="77777777" w:rsidR="00990FCC" w:rsidRPr="00A445E5" w:rsidRDefault="00990FCC" w:rsidP="00980859">
            <w:pPr>
              <w:jc w:val="center"/>
            </w:pPr>
          </w:p>
        </w:tc>
      </w:tr>
      <w:tr w:rsidR="00990FCC" w14:paraId="23B55C14" w14:textId="77777777" w:rsidTr="00990FCC">
        <w:tc>
          <w:tcPr>
            <w:tcW w:w="9764" w:type="dxa"/>
          </w:tcPr>
          <w:p w14:paraId="72B78735" w14:textId="77777777" w:rsidR="00990FCC" w:rsidRPr="00141142" w:rsidRDefault="00990FCC" w:rsidP="009B7503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rStyle w:val="BesuchterHyperlink"/>
                <w:b/>
                <w:bCs/>
              </w:rPr>
            </w:pPr>
            <w:hyperlink r:id="rId17" w:history="1">
              <w:r w:rsidRPr="00141142">
                <w:rPr>
                  <w:rStyle w:val="BesuchterHyperlink"/>
                  <w:b/>
                  <w:bCs/>
                </w:rPr>
                <w:t>Arbeitsmedizinische Vorsorge</w:t>
              </w:r>
            </w:hyperlink>
          </w:p>
          <w:p w14:paraId="05CAF558" w14:textId="77777777" w:rsidR="00990FCC" w:rsidRPr="00A445E5" w:rsidRDefault="00990FCC" w:rsidP="00C25EAF">
            <w:pPr>
              <w:pStyle w:val="Listenabsatz"/>
              <w:spacing w:after="0" w:line="240" w:lineRule="auto"/>
              <w:ind w:left="32"/>
              <w:rPr>
                <w:rFonts w:ascii="Arial" w:hAnsi="Arial" w:cs="Arial"/>
                <w:sz w:val="16"/>
                <w:szCs w:val="16"/>
              </w:rPr>
            </w:pPr>
          </w:p>
          <w:p w14:paraId="5632D276" w14:textId="77777777" w:rsidR="00990FCC" w:rsidRPr="00DE3964" w:rsidRDefault="00990FCC" w:rsidP="00C25EAF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Style w:val="BesuchterHyperlink"/>
              </w:rPr>
            </w:pPr>
            <w:hyperlink r:id="rId18" w:history="1">
              <w:r w:rsidRPr="00DE3964">
                <w:rPr>
                  <w:rStyle w:val="BesuchterHyperlink"/>
                </w:rPr>
                <w:t xml:space="preserve">Wurde </w:t>
              </w:r>
              <w:r w:rsidRPr="00165DC0">
                <w:rPr>
                  <w:rStyle w:val="BesuchterHyperlink"/>
                  <w:b/>
                  <w:bCs/>
                </w:rPr>
                <w:t>vor Tätigkeitsaufnahme</w:t>
              </w:r>
              <w:r w:rsidRPr="00DE3964">
                <w:rPr>
                  <w:rStyle w:val="BesuchterHyperlink"/>
                </w:rPr>
                <w:t xml:space="preserve"> im Rahmen einer Gefährdungsbeurteilung festgelegt, welche Praxismitarbeiter hautgefährdende Tätigkeiten (G24), potenziell infektionsgefährdende Tätigkeiten (G42) oder ggf. Bildschirmtätigkeiten (G37) durchführen?</w:t>
              </w:r>
            </w:hyperlink>
          </w:p>
          <w:p w14:paraId="76C0DA1F" w14:textId="77777777" w:rsidR="00990FCC" w:rsidRPr="003F7B60" w:rsidRDefault="00990FCC" w:rsidP="003F7B60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3F7B60">
              <w:rPr>
                <w:rFonts w:ascii="Arial" w:hAnsi="Arial" w:cs="Arial"/>
                <w:bCs/>
              </w:rPr>
              <w:t>Ist für die Durchführung der G-Vorsorgen/-Untersuchungen (G24, G42, ggf. G37) ein Arbeits-/Betriebsmediziner festgelegt?</w:t>
            </w:r>
          </w:p>
          <w:p w14:paraId="5F7CCE9F" w14:textId="57775D46" w:rsidR="00990FCC" w:rsidRPr="00DE3964" w:rsidRDefault="00990FCC" w:rsidP="00C25EAF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Style w:val="BesuchterHyperlink"/>
              </w:rPr>
            </w:pPr>
            <w:hyperlink r:id="rId19" w:history="1">
              <w:r w:rsidRPr="00DE3964">
                <w:rPr>
                  <w:rStyle w:val="BesuchterHyperlink"/>
                </w:rPr>
                <w:t xml:space="preserve">Sind die betroffenen Praxismitarbeiter über die arbeitsmedizinische Vorsorge und Immunisierung </w:t>
              </w:r>
              <w:r w:rsidRPr="00DE3964">
                <w:rPr>
                  <w:rStyle w:val="BesuchterHyperlink"/>
                  <w:b/>
                  <w:bCs/>
                </w:rPr>
                <w:t>unterwiesen (Dokumentation)</w:t>
              </w:r>
              <w:r w:rsidRPr="00DE3964">
                <w:rPr>
                  <w:rStyle w:val="BesuchterHyperlink"/>
                </w:rPr>
                <w:t>?</w:t>
              </w:r>
            </w:hyperlink>
          </w:p>
          <w:p w14:paraId="520F913D" w14:textId="77777777" w:rsidR="00990FCC" w:rsidRPr="00DE3964" w:rsidRDefault="00990FCC" w:rsidP="00C25EAF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Style w:val="BesuchterHyperlink"/>
              </w:rPr>
            </w:pPr>
            <w:hyperlink r:id="rId20" w:history="1">
              <w:r w:rsidRPr="00DE3964">
                <w:rPr>
                  <w:rStyle w:val="BesuchterHyperlink"/>
                </w:rPr>
                <w:t xml:space="preserve">Werden die G-Vorsorgen/-Untersuchungen (G24, G42, ggf. G37) </w:t>
              </w:r>
              <w:r w:rsidRPr="00165DC0">
                <w:rPr>
                  <w:rStyle w:val="BesuchterHyperlink"/>
                  <w:b/>
                  <w:bCs/>
                </w:rPr>
                <w:t>vor Tätigkeitsaufnahme</w:t>
              </w:r>
              <w:r w:rsidRPr="00DE3964">
                <w:rPr>
                  <w:rStyle w:val="BesuchterHyperlink"/>
                </w:rPr>
                <w:t xml:space="preserve"> und anschließend regelmäßig </w:t>
              </w:r>
              <w:r w:rsidRPr="00DE3964">
                <w:rPr>
                  <w:rStyle w:val="BesuchterHyperlink"/>
                  <w:b/>
                  <w:bCs/>
                </w:rPr>
                <w:t>(spätestens nach 3 Jahren)</w:t>
              </w:r>
              <w:r w:rsidRPr="00DE3964">
                <w:rPr>
                  <w:rStyle w:val="BesuchterHyperlink"/>
                </w:rPr>
                <w:t xml:space="preserve"> durchgeführt?</w:t>
              </w:r>
            </w:hyperlink>
          </w:p>
          <w:p w14:paraId="3A43A515" w14:textId="77777777" w:rsidR="00990FCC" w:rsidRPr="00A445E5" w:rsidRDefault="00990FCC" w:rsidP="00C25EAF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A445E5">
              <w:rPr>
                <w:rFonts w:ascii="Arial" w:hAnsi="Arial" w:cs="Arial"/>
                <w:bCs/>
              </w:rPr>
              <w:t xml:space="preserve">Liegen die ärztlichen Bescheinigungen dem Praxisinhaber vollständig vor und werden diese in einer </w:t>
            </w:r>
            <w:hyperlink r:id="rId21" w:history="1">
              <w:r w:rsidRPr="00DE3964">
                <w:rPr>
                  <w:rStyle w:val="BesuchterHyperlink"/>
                  <w:b/>
                  <w:bCs/>
                </w:rPr>
                <w:t>Vorsorgekartei</w:t>
              </w:r>
            </w:hyperlink>
            <w:r w:rsidRPr="00A445E5">
              <w:rPr>
                <w:rFonts w:ascii="Arial" w:hAnsi="Arial" w:cs="Arial"/>
                <w:b/>
                <w:bCs/>
              </w:rPr>
              <w:t xml:space="preserve"> geführt</w:t>
            </w:r>
            <w:r w:rsidRPr="00A445E5">
              <w:rPr>
                <w:rFonts w:ascii="Arial" w:hAnsi="Arial" w:cs="Arial"/>
                <w:bCs/>
              </w:rPr>
              <w:t>?</w:t>
            </w:r>
          </w:p>
          <w:p w14:paraId="5020DAE3" w14:textId="77777777" w:rsidR="00990FCC" w:rsidRPr="00A445E5" w:rsidRDefault="00990FCC" w:rsidP="00C25EAF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A445E5">
              <w:rPr>
                <w:rFonts w:ascii="Arial" w:hAnsi="Arial" w:cs="Arial"/>
                <w:bCs/>
              </w:rPr>
              <w:t>Werden für die potenziell infektionsgefährdenden Mitarbeiter regelmäßig Immunisierungen angeboten</w:t>
            </w:r>
            <w:r>
              <w:rPr>
                <w:rFonts w:ascii="Arial" w:hAnsi="Arial" w:cs="Arial"/>
                <w:bCs/>
              </w:rPr>
              <w:t xml:space="preserve"> </w:t>
            </w:r>
            <w:hyperlink r:id="rId22" w:history="1">
              <w:r w:rsidRPr="00DE3964">
                <w:rPr>
                  <w:rStyle w:val="BesuchterHyperlink"/>
                  <w:b/>
                  <w:bCs/>
                </w:rPr>
                <w:t>(Dokumentation)</w:t>
              </w:r>
            </w:hyperlink>
            <w:r w:rsidRPr="00A445E5">
              <w:rPr>
                <w:rFonts w:ascii="Arial" w:hAnsi="Arial" w:cs="Arial"/>
                <w:bCs/>
              </w:rPr>
              <w:t>?</w:t>
            </w:r>
          </w:p>
          <w:p w14:paraId="177A2284" w14:textId="77777777" w:rsidR="00990FCC" w:rsidRPr="00DE3964" w:rsidRDefault="00990FCC" w:rsidP="00C25EAF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Style w:val="BesuchterHyperlink"/>
              </w:rPr>
            </w:pPr>
            <w:hyperlink r:id="rId23" w:history="1">
              <w:r w:rsidRPr="00DE3964">
                <w:rPr>
                  <w:rStyle w:val="BesuchterHyperlink"/>
                </w:rPr>
                <w:t>Sind Jugendliche (15-17 Jahre alt) beschäftigt, werden diese nach Jugendarbeitsschutz</w:t>
              </w:r>
              <w:r w:rsidR="00CB59E3" w:rsidRPr="00DE3964">
                <w:rPr>
                  <w:rStyle w:val="BesuchterHyperlink"/>
                </w:rPr>
                <w:t>-</w:t>
              </w:r>
              <w:r w:rsidRPr="00DE3964">
                <w:rPr>
                  <w:rStyle w:val="BesuchterHyperlink"/>
                </w:rPr>
                <w:t>gesetz untersucht und liegen die entsprechenden Untersuchungsbescheinigungen dem Praxisinhaber vor?</w:t>
              </w:r>
            </w:hyperlink>
          </w:p>
          <w:p w14:paraId="438AD295" w14:textId="77777777" w:rsidR="00990FCC" w:rsidRPr="003F7B60" w:rsidRDefault="00990FCC" w:rsidP="003F7B60">
            <w:pPr>
              <w:rPr>
                <w:sz w:val="16"/>
                <w:szCs w:val="16"/>
              </w:rPr>
            </w:pPr>
          </w:p>
        </w:tc>
        <w:tc>
          <w:tcPr>
            <w:tcW w:w="736" w:type="dxa"/>
          </w:tcPr>
          <w:p w14:paraId="3FBD738C" w14:textId="77777777" w:rsidR="00990FCC" w:rsidRPr="00A445E5" w:rsidRDefault="00990FCC" w:rsidP="00980859">
            <w:pPr>
              <w:jc w:val="center"/>
            </w:pPr>
          </w:p>
          <w:p w14:paraId="62069E65" w14:textId="77777777" w:rsidR="00990FCC" w:rsidRPr="00D77544" w:rsidRDefault="00990FCC" w:rsidP="00980859">
            <w:pPr>
              <w:jc w:val="center"/>
              <w:rPr>
                <w:sz w:val="16"/>
                <w:szCs w:val="16"/>
              </w:rPr>
            </w:pPr>
          </w:p>
          <w:sdt>
            <w:sdtPr>
              <w:id w:val="-12870414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2F76F0B" w14:textId="5F786E81" w:rsidR="00990FCC" w:rsidRPr="00A445E5" w:rsidRDefault="006D39D2" w:rsidP="0098085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596BD77B" w14:textId="77777777" w:rsidR="00990FCC" w:rsidRDefault="00990FCC" w:rsidP="00980859">
            <w:pPr>
              <w:jc w:val="center"/>
            </w:pPr>
          </w:p>
          <w:p w14:paraId="19366566" w14:textId="77777777" w:rsidR="00990FCC" w:rsidRPr="00D77544" w:rsidRDefault="00990FCC" w:rsidP="00980859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3762493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6DCBA1E" w14:textId="17D3EFF7" w:rsidR="00990FCC" w:rsidRPr="00A445E5" w:rsidRDefault="006D39D2" w:rsidP="0098085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CDCF659" w14:textId="77777777" w:rsidR="00990FCC" w:rsidRPr="00CB59E3" w:rsidRDefault="00990FCC" w:rsidP="00980859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5457161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3E3B249" w14:textId="0BD24889" w:rsidR="00990FCC" w:rsidRPr="00A445E5" w:rsidRDefault="006D39D2" w:rsidP="0098085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013B8166" w14:textId="77777777" w:rsidR="00990FCC" w:rsidRPr="00D77544" w:rsidRDefault="00990FCC" w:rsidP="00980859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14509727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FE8AA" w14:textId="357942CD" w:rsidR="00990FCC" w:rsidRPr="00A445E5" w:rsidRDefault="006D39D2" w:rsidP="0098085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42EDADF5" w14:textId="77777777" w:rsidR="00990FCC" w:rsidRPr="00D77544" w:rsidRDefault="00990FCC" w:rsidP="00980859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21406822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375A09" w14:textId="026BB0F2" w:rsidR="00990FCC" w:rsidRPr="00A445E5" w:rsidRDefault="006D39D2" w:rsidP="0098085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D85D06D" w14:textId="77777777" w:rsidR="00990FCC" w:rsidRPr="00D77544" w:rsidRDefault="00990FCC" w:rsidP="00980859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18671310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99D88A" w14:textId="4C69930F" w:rsidR="00990FCC" w:rsidRPr="00A445E5" w:rsidRDefault="006D39D2" w:rsidP="0098085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4614F22F" w14:textId="77777777" w:rsidR="00990FCC" w:rsidRPr="00D77544" w:rsidRDefault="00990FCC" w:rsidP="00980859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4179875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9BDCED" w14:textId="57211C7F" w:rsidR="00990FCC" w:rsidRPr="00A445E5" w:rsidRDefault="006D39D2" w:rsidP="0098085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7277407E" w14:textId="77777777" w:rsidR="00990FCC" w:rsidRPr="00A445E5" w:rsidRDefault="00990FCC" w:rsidP="00980859">
            <w:pPr>
              <w:jc w:val="center"/>
            </w:pPr>
          </w:p>
          <w:p w14:paraId="63F21E27" w14:textId="77777777" w:rsidR="00990FCC" w:rsidRPr="00A445E5" w:rsidRDefault="00990FCC" w:rsidP="00980859">
            <w:pPr>
              <w:jc w:val="center"/>
            </w:pPr>
          </w:p>
        </w:tc>
        <w:tc>
          <w:tcPr>
            <w:tcW w:w="702" w:type="dxa"/>
          </w:tcPr>
          <w:p w14:paraId="5A7BAC16" w14:textId="77777777" w:rsidR="00990FCC" w:rsidRPr="00A445E5" w:rsidRDefault="00990FCC" w:rsidP="00980859">
            <w:pPr>
              <w:jc w:val="center"/>
            </w:pPr>
          </w:p>
          <w:p w14:paraId="5585B3BD" w14:textId="77777777" w:rsidR="00990FCC" w:rsidRPr="00D77544" w:rsidRDefault="00990FCC" w:rsidP="00980859">
            <w:pPr>
              <w:jc w:val="center"/>
              <w:rPr>
                <w:sz w:val="16"/>
                <w:szCs w:val="16"/>
              </w:rPr>
            </w:pPr>
          </w:p>
          <w:sdt>
            <w:sdtPr>
              <w:id w:val="-3800121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54D3B25" w14:textId="6BB74436" w:rsidR="00990FCC" w:rsidRPr="00A445E5" w:rsidRDefault="006D39D2" w:rsidP="0098085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7EE2B9FA" w14:textId="77777777" w:rsidR="00990FCC" w:rsidRDefault="00990FCC" w:rsidP="00980859">
            <w:pPr>
              <w:jc w:val="center"/>
            </w:pPr>
          </w:p>
          <w:p w14:paraId="5B05AD38" w14:textId="77777777" w:rsidR="00990FCC" w:rsidRPr="00D77544" w:rsidRDefault="00990FCC" w:rsidP="00980859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21327438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3D331DC" w14:textId="66E2320D" w:rsidR="00990FCC" w:rsidRPr="00A445E5" w:rsidRDefault="006D39D2" w:rsidP="0098085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582C89B4" w14:textId="77777777" w:rsidR="00990FCC" w:rsidRPr="00CB59E3" w:rsidRDefault="00990FCC" w:rsidP="00980859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10953563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ABB4DA" w14:textId="387A5475" w:rsidR="00990FCC" w:rsidRPr="00A445E5" w:rsidRDefault="006D39D2" w:rsidP="0098085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945EFB4" w14:textId="77777777" w:rsidR="00990FCC" w:rsidRPr="00D77544" w:rsidRDefault="00990FCC" w:rsidP="00980859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15582079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09A46E" w14:textId="7555B215" w:rsidR="00990FCC" w:rsidRPr="00A445E5" w:rsidRDefault="006D39D2" w:rsidP="0098085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4BF5FA35" w14:textId="77777777" w:rsidR="00990FCC" w:rsidRPr="00D77544" w:rsidRDefault="00990FCC" w:rsidP="00980859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19022539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8CB2D3" w14:textId="2ED9F306" w:rsidR="00990FCC" w:rsidRPr="00A445E5" w:rsidRDefault="006D39D2" w:rsidP="0098085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4EB50DE3" w14:textId="77777777" w:rsidR="00990FCC" w:rsidRPr="00D77544" w:rsidRDefault="00990FCC" w:rsidP="00980859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18027248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2E29103" w14:textId="3A755DAA" w:rsidR="00990FCC" w:rsidRPr="00A445E5" w:rsidRDefault="006D39D2" w:rsidP="0098085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18E1E7E0" w14:textId="77777777" w:rsidR="00990FCC" w:rsidRPr="00D77544" w:rsidRDefault="00990FCC" w:rsidP="00980859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-4787716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D89304D" w14:textId="3104AD37" w:rsidR="00990FCC" w:rsidRPr="00A445E5" w:rsidRDefault="006D39D2" w:rsidP="0098085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030ECF18" w14:textId="77777777" w:rsidR="00990FCC" w:rsidRPr="00A445E5" w:rsidRDefault="00990FCC" w:rsidP="00980859">
            <w:pPr>
              <w:jc w:val="center"/>
            </w:pPr>
          </w:p>
          <w:p w14:paraId="6A2B8C61" w14:textId="77777777" w:rsidR="00990FCC" w:rsidRPr="00A445E5" w:rsidRDefault="00990FCC" w:rsidP="00980859">
            <w:pPr>
              <w:jc w:val="center"/>
            </w:pPr>
          </w:p>
        </w:tc>
      </w:tr>
    </w:tbl>
    <w:p w14:paraId="7F9A38E3" w14:textId="77777777" w:rsidR="00C26E95" w:rsidRDefault="00C26E95"/>
    <w:p w14:paraId="5A85638F" w14:textId="77777777" w:rsidR="00C25EAF" w:rsidRDefault="00C25EAF"/>
    <w:p w14:paraId="4A4951F8" w14:textId="77777777" w:rsidR="00136BD8" w:rsidRDefault="00136BD8">
      <w:r>
        <w:br w:type="page"/>
      </w:r>
    </w:p>
    <w:tbl>
      <w:tblPr>
        <w:tblStyle w:val="Tabellenraster"/>
        <w:tblW w:w="11199" w:type="dxa"/>
        <w:tblInd w:w="108" w:type="dxa"/>
        <w:tblLook w:val="04A0" w:firstRow="1" w:lastRow="0" w:firstColumn="1" w:lastColumn="0" w:noHBand="0" w:noVBand="1"/>
      </w:tblPr>
      <w:tblGrid>
        <w:gridCol w:w="9952"/>
        <w:gridCol w:w="578"/>
        <w:gridCol w:w="669"/>
      </w:tblGrid>
      <w:tr w:rsidR="00136BD8" w14:paraId="0D7E15F3" w14:textId="77777777" w:rsidTr="005461DE">
        <w:tc>
          <w:tcPr>
            <w:tcW w:w="9952" w:type="dxa"/>
          </w:tcPr>
          <w:p w14:paraId="79DA7BF2" w14:textId="77777777" w:rsidR="00136BD8" w:rsidRPr="00136BD8" w:rsidRDefault="00136BD8" w:rsidP="00136BD8">
            <w:pPr>
              <w:rPr>
                <w:b/>
                <w:bCs/>
              </w:rPr>
            </w:pPr>
          </w:p>
        </w:tc>
        <w:tc>
          <w:tcPr>
            <w:tcW w:w="578" w:type="dxa"/>
          </w:tcPr>
          <w:p w14:paraId="4DD1DF7C" w14:textId="77777777" w:rsidR="00136BD8" w:rsidRPr="006F4DF2" w:rsidRDefault="00136BD8" w:rsidP="00C26E95">
            <w:pPr>
              <w:jc w:val="center"/>
              <w:rPr>
                <w:b/>
                <w:bCs/>
              </w:rPr>
            </w:pPr>
            <w:r w:rsidRPr="006F4DF2">
              <w:rPr>
                <w:b/>
                <w:bCs/>
              </w:rPr>
              <w:t>Ja</w:t>
            </w:r>
          </w:p>
        </w:tc>
        <w:tc>
          <w:tcPr>
            <w:tcW w:w="669" w:type="dxa"/>
          </w:tcPr>
          <w:p w14:paraId="07777988" w14:textId="77777777" w:rsidR="00136BD8" w:rsidRPr="006F4DF2" w:rsidRDefault="00136BD8" w:rsidP="00C26E95">
            <w:pPr>
              <w:ind w:left="-124" w:right="-108"/>
              <w:jc w:val="center"/>
              <w:rPr>
                <w:b/>
                <w:bCs/>
              </w:rPr>
            </w:pPr>
            <w:r w:rsidRPr="006F4DF2">
              <w:rPr>
                <w:b/>
                <w:bCs/>
              </w:rPr>
              <w:t>Nein</w:t>
            </w:r>
          </w:p>
        </w:tc>
      </w:tr>
      <w:tr w:rsidR="00F1218B" w14:paraId="71C4C2D2" w14:textId="77777777" w:rsidTr="005461DE">
        <w:tc>
          <w:tcPr>
            <w:tcW w:w="9952" w:type="dxa"/>
          </w:tcPr>
          <w:p w14:paraId="391CBFF4" w14:textId="77777777" w:rsidR="00F1218B" w:rsidRPr="00DE3964" w:rsidRDefault="00F1218B" w:rsidP="00AB47FE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rStyle w:val="BesuchterHyperlink"/>
                <w:b/>
                <w:bCs/>
              </w:rPr>
            </w:pPr>
            <w:hyperlink r:id="rId24" w:history="1">
              <w:r w:rsidRPr="00DE3964">
                <w:rPr>
                  <w:rStyle w:val="BesuchterHyperlink"/>
                  <w:b/>
                  <w:bCs/>
                </w:rPr>
                <w:t>Arbeitsunfall</w:t>
              </w:r>
            </w:hyperlink>
          </w:p>
          <w:p w14:paraId="1EFCC1B8" w14:textId="77777777" w:rsidR="00F1218B" w:rsidRPr="00A445E5" w:rsidRDefault="00F1218B" w:rsidP="00C25EAF">
            <w:pPr>
              <w:pStyle w:val="Listenabsatz"/>
              <w:spacing w:after="0" w:line="240" w:lineRule="auto"/>
              <w:ind w:left="32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61A06DA8" w14:textId="3720068A" w:rsidR="00F1218B" w:rsidRDefault="00F1218B" w:rsidP="00CB59E3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Style w:val="BesuchterHyperlink"/>
              </w:rPr>
            </w:pPr>
            <w:hyperlink r:id="rId25" w:history="1">
              <w:r w:rsidRPr="00DE3964">
                <w:rPr>
                  <w:rStyle w:val="BesuchterHyperlink"/>
                </w:rPr>
                <w:t>Sind die Mitarbeiter über das Vorgehen und das Verhalten eines Arbeitsunfalls unterrichtet und unterwiesen</w:t>
              </w:r>
              <w:r w:rsidR="00CB59E3" w:rsidRPr="00DE3964">
                <w:rPr>
                  <w:rStyle w:val="BesuchterHyperlink"/>
                </w:rPr>
                <w:t xml:space="preserve"> </w:t>
              </w:r>
              <w:r w:rsidR="00CB59E3" w:rsidRPr="00165DC0">
                <w:rPr>
                  <w:rStyle w:val="BesuchterHyperlink"/>
                  <w:b/>
                  <w:bCs/>
                </w:rPr>
                <w:t>(Dokumentation)</w:t>
              </w:r>
              <w:r w:rsidRPr="00DE3964">
                <w:rPr>
                  <w:rStyle w:val="BesuchterHyperlink"/>
                </w:rPr>
                <w:t>?</w:t>
              </w:r>
            </w:hyperlink>
          </w:p>
          <w:p w14:paraId="42B7D928" w14:textId="6F1D0FB7" w:rsidR="00C3315C" w:rsidRPr="00C3315C" w:rsidRDefault="00C3315C" w:rsidP="00CB59E3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Style w:val="BesuchterHyperlink"/>
                <w:color w:val="auto"/>
              </w:rPr>
            </w:pPr>
            <w:r w:rsidRPr="00C3315C">
              <w:rPr>
                <w:rStyle w:val="BesuchterHyperlink"/>
                <w:color w:val="auto"/>
              </w:rPr>
              <w:t xml:space="preserve">Gibt es eine </w:t>
            </w:r>
            <w:hyperlink r:id="rId26" w:history="1">
              <w:r w:rsidRPr="00C3315C">
                <w:rPr>
                  <w:rStyle w:val="BesuchterHyperlink"/>
                </w:rPr>
                <w:t>Verfahrensanweisung für das „Vorgehen nach einem Unfall (Arbeits- und Wegeunfall)“</w:t>
              </w:r>
            </w:hyperlink>
            <w:r w:rsidRPr="00C3315C">
              <w:rPr>
                <w:rStyle w:val="BesuchterHyperlink"/>
                <w:color w:val="auto"/>
              </w:rPr>
              <w:t>?</w:t>
            </w:r>
          </w:p>
          <w:p w14:paraId="629BC09D" w14:textId="77777777" w:rsidR="00F1218B" w:rsidRDefault="00F1218B" w:rsidP="001E4A8E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CB59E3">
              <w:rPr>
                <w:rFonts w:ascii="Arial" w:hAnsi="Arial" w:cs="Arial"/>
                <w:bCs/>
              </w:rPr>
              <w:t xml:space="preserve">Steht den Mitarbeitern für die Dokumentation aller Arbeitsunfälle/ Erste-Hilfe-Leistungen </w:t>
            </w:r>
            <w:r w:rsidR="00CB59E3">
              <w:rPr>
                <w:rFonts w:ascii="Arial" w:hAnsi="Arial" w:cs="Arial"/>
                <w:bCs/>
              </w:rPr>
              <w:br/>
            </w:r>
            <w:r w:rsidRPr="00CB59E3">
              <w:rPr>
                <w:rFonts w:ascii="Arial" w:hAnsi="Arial" w:cs="Arial"/>
                <w:bCs/>
              </w:rPr>
              <w:t>(z.</w:t>
            </w:r>
            <w:r w:rsidR="00CB59E3">
              <w:rPr>
                <w:rFonts w:ascii="Arial" w:hAnsi="Arial" w:cs="Arial"/>
                <w:bCs/>
              </w:rPr>
              <w:t xml:space="preserve"> </w:t>
            </w:r>
            <w:r w:rsidRPr="00CB59E3">
              <w:rPr>
                <w:rFonts w:ascii="Arial" w:hAnsi="Arial" w:cs="Arial"/>
                <w:bCs/>
              </w:rPr>
              <w:t xml:space="preserve">B. Nadelstichverletzungen) ein </w:t>
            </w:r>
            <w:hyperlink r:id="rId27" w:history="1">
              <w:r w:rsidRPr="00DE3964">
                <w:rPr>
                  <w:rStyle w:val="BesuchterHyperlink"/>
                </w:rPr>
                <w:t>Verbandbuch</w:t>
              </w:r>
            </w:hyperlink>
            <w:r w:rsidRPr="00CB59E3">
              <w:rPr>
                <w:rFonts w:ascii="Arial" w:hAnsi="Arial" w:cs="Arial"/>
                <w:bCs/>
              </w:rPr>
              <w:t xml:space="preserve"> zur Verfügung und wird dieses an einem bekannten Standort aufbewahrt </w:t>
            </w:r>
            <w:r w:rsidRPr="00CB59E3">
              <w:rPr>
                <w:rFonts w:ascii="Arial" w:hAnsi="Arial" w:cs="Arial"/>
                <w:b/>
                <w:bCs/>
              </w:rPr>
              <w:t>(Aufbewahrungsfrist: 5 Jahre ab der letzten Eintragung)</w:t>
            </w:r>
            <w:r w:rsidRPr="00CB59E3">
              <w:rPr>
                <w:rFonts w:ascii="Arial" w:hAnsi="Arial" w:cs="Arial"/>
                <w:bCs/>
              </w:rPr>
              <w:t>?</w:t>
            </w:r>
          </w:p>
          <w:p w14:paraId="3FA1E9E7" w14:textId="2116270A" w:rsidR="00C3315C" w:rsidRPr="00CB59E3" w:rsidRDefault="00C3315C" w:rsidP="001E4A8E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Gibt es eine </w:t>
            </w:r>
            <w:hyperlink r:id="rId28" w:history="1">
              <w:r w:rsidRPr="00C3315C">
                <w:rPr>
                  <w:rStyle w:val="BesuchterHyperlink"/>
                </w:rPr>
                <w:t>Verfahrensanweisung für das „Vorgehen nach einer Nadelstichverletzung“</w:t>
              </w:r>
            </w:hyperlink>
            <w:r>
              <w:rPr>
                <w:rFonts w:ascii="Arial" w:hAnsi="Arial" w:cs="Arial"/>
                <w:bCs/>
              </w:rPr>
              <w:t>?</w:t>
            </w:r>
          </w:p>
          <w:p w14:paraId="0C39272C" w14:textId="77777777" w:rsidR="00F1218B" w:rsidRPr="00F1218B" w:rsidRDefault="00F1218B" w:rsidP="00CB59E3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  <w:sz w:val="16"/>
                <w:szCs w:val="16"/>
              </w:rPr>
            </w:pPr>
            <w:r w:rsidRPr="00135A33">
              <w:rPr>
                <w:rFonts w:ascii="Arial" w:hAnsi="Arial" w:cs="Arial"/>
                <w:bCs/>
              </w:rPr>
              <w:t xml:space="preserve">Ist ein </w:t>
            </w:r>
            <w:hyperlink r:id="rId29" w:history="1">
              <w:r w:rsidRPr="00E47E53">
                <w:rPr>
                  <w:rStyle w:val="BesuchterHyperlink"/>
                </w:rPr>
                <w:t>Alarmplan</w:t>
              </w:r>
            </w:hyperlink>
            <w:r w:rsidRPr="00135A33">
              <w:rPr>
                <w:rFonts w:ascii="Arial" w:hAnsi="Arial" w:cs="Arial"/>
                <w:bCs/>
              </w:rPr>
              <w:t xml:space="preserve"> für den Notfall mit den erforderlichen Informationen </w:t>
            </w:r>
            <w:r w:rsidRPr="00135A33">
              <w:rPr>
                <w:rFonts w:ascii="Arial" w:hAnsi="Arial" w:cs="Arial"/>
                <w:b/>
                <w:bCs/>
              </w:rPr>
              <w:t>(Durchgangsarzt)</w:t>
            </w:r>
            <w:r w:rsidRPr="00135A33">
              <w:rPr>
                <w:rFonts w:ascii="Arial" w:hAnsi="Arial" w:cs="Arial"/>
                <w:bCs/>
              </w:rPr>
              <w:t xml:space="preserve"> vorhanden, ausgehängt und den Praxismitarbeitern bekannt?</w:t>
            </w:r>
          </w:p>
          <w:p w14:paraId="07A07830" w14:textId="254BB896" w:rsidR="00F1218B" w:rsidRPr="003366AB" w:rsidRDefault="00F1218B" w:rsidP="00CB59E3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sz w:val="16"/>
                <w:szCs w:val="16"/>
              </w:rPr>
            </w:pPr>
            <w:r w:rsidRPr="00F1218B">
              <w:rPr>
                <w:rFonts w:ascii="Arial" w:hAnsi="Arial" w:cs="Arial"/>
                <w:bCs/>
              </w:rPr>
              <w:t>Ist der Praxis bekannt, dass z.</w:t>
            </w:r>
            <w:r w:rsidR="001E4A8E">
              <w:rPr>
                <w:rFonts w:ascii="Arial" w:hAnsi="Arial" w:cs="Arial"/>
                <w:bCs/>
              </w:rPr>
              <w:t xml:space="preserve"> </w:t>
            </w:r>
            <w:r w:rsidRPr="00F1218B">
              <w:rPr>
                <w:rFonts w:ascii="Arial" w:hAnsi="Arial" w:cs="Arial"/>
                <w:bCs/>
              </w:rPr>
              <w:t xml:space="preserve">B. bei einer Arbeitsunfähigkeit von länger als 3 Tagen nach einem Arbeits- bzw. Wegeunfall eine </w:t>
            </w:r>
            <w:hyperlink r:id="rId30" w:history="1">
              <w:r w:rsidRPr="00516054">
                <w:rPr>
                  <w:rStyle w:val="BesuchterHyperlink"/>
                </w:rPr>
                <w:t>Unfallanzeige</w:t>
              </w:r>
            </w:hyperlink>
            <w:r w:rsidRPr="00F1218B">
              <w:rPr>
                <w:rFonts w:ascii="Arial" w:hAnsi="Arial" w:cs="Arial"/>
                <w:bCs/>
              </w:rPr>
              <w:t xml:space="preserve"> an das </w:t>
            </w:r>
            <w:hyperlink r:id="rId31" w:history="1">
              <w:r w:rsidRPr="00516054">
                <w:rPr>
                  <w:rStyle w:val="BesuchterHyperlink"/>
                </w:rPr>
                <w:t>zuständige Landratsamt</w:t>
              </w:r>
            </w:hyperlink>
            <w:r w:rsidRPr="00F1218B">
              <w:rPr>
                <w:rFonts w:ascii="Arial" w:hAnsi="Arial" w:cs="Arial"/>
                <w:bCs/>
              </w:rPr>
              <w:t xml:space="preserve"> und die </w:t>
            </w:r>
            <w:hyperlink r:id="rId32" w:history="1">
              <w:r w:rsidRPr="00516054">
                <w:rPr>
                  <w:rStyle w:val="BesuchterHyperlink"/>
                </w:rPr>
                <w:t>Berufsgenossenschaft (BGW)</w:t>
              </w:r>
            </w:hyperlink>
            <w:r w:rsidRPr="00F1218B">
              <w:rPr>
                <w:rFonts w:ascii="Arial" w:hAnsi="Arial" w:cs="Arial"/>
                <w:bCs/>
              </w:rPr>
              <w:t xml:space="preserve"> erfolgen muss </w:t>
            </w:r>
            <w:r w:rsidRPr="00F1218B">
              <w:rPr>
                <w:rFonts w:ascii="Arial" w:hAnsi="Arial" w:cs="Arial"/>
                <w:b/>
                <w:bCs/>
              </w:rPr>
              <w:t>(Aufbewahrungsfrist: 3 Jahre)</w:t>
            </w:r>
            <w:r w:rsidRPr="00F1218B">
              <w:rPr>
                <w:rFonts w:ascii="Arial" w:hAnsi="Arial" w:cs="Arial"/>
                <w:bCs/>
              </w:rPr>
              <w:t>?</w:t>
            </w:r>
          </w:p>
          <w:p w14:paraId="322F7B91" w14:textId="77777777" w:rsidR="003366AB" w:rsidRPr="00403F77" w:rsidRDefault="003366AB" w:rsidP="00403F77">
            <w:pPr>
              <w:rPr>
                <w:sz w:val="16"/>
                <w:szCs w:val="16"/>
              </w:rPr>
            </w:pPr>
          </w:p>
        </w:tc>
        <w:tc>
          <w:tcPr>
            <w:tcW w:w="578" w:type="dxa"/>
          </w:tcPr>
          <w:p w14:paraId="62A43101" w14:textId="77777777" w:rsidR="00F1218B" w:rsidRPr="00A445E5" w:rsidRDefault="00F1218B" w:rsidP="00F1218B">
            <w:pPr>
              <w:jc w:val="center"/>
            </w:pPr>
          </w:p>
          <w:p w14:paraId="4FF8F091" w14:textId="77777777" w:rsidR="00F1218B" w:rsidRPr="00D77544" w:rsidRDefault="00F1218B" w:rsidP="00F1218B">
            <w:pPr>
              <w:jc w:val="center"/>
              <w:rPr>
                <w:sz w:val="16"/>
                <w:szCs w:val="16"/>
              </w:rPr>
            </w:pPr>
          </w:p>
          <w:sdt>
            <w:sdtPr>
              <w:id w:val="-15832192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31D886" w14:textId="5B0DA71D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F4C4B18" w14:textId="77777777" w:rsidR="00F1218B" w:rsidRPr="00D77544" w:rsidRDefault="00F1218B" w:rsidP="00F1218B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7988367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CE9BD52" w14:textId="4A50C813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5E10D851" w14:textId="77777777" w:rsidR="00F1218B" w:rsidRPr="00A445E5" w:rsidRDefault="00F1218B" w:rsidP="00F1218B">
            <w:pPr>
              <w:jc w:val="center"/>
            </w:pPr>
          </w:p>
          <w:p w14:paraId="47477A0F" w14:textId="77777777" w:rsidR="00F1218B" w:rsidRPr="00D77544" w:rsidRDefault="00F1218B" w:rsidP="00F1218B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-7193636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227B1A" w14:textId="78710DA7" w:rsidR="00F1218B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53BF895" w14:textId="77777777" w:rsidR="003C3AFF" w:rsidRPr="00D77544" w:rsidRDefault="003C3AFF" w:rsidP="003C3AFF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9732516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1D94C44" w14:textId="1239EE08" w:rsidR="00F1218B" w:rsidRDefault="003C3AFF" w:rsidP="003C3AFF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8188411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9E5D80" w14:textId="0D6FEFF8" w:rsidR="003C3AFF" w:rsidRDefault="003C3AFF" w:rsidP="003C3AFF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F40AB06" w14:textId="77777777" w:rsidR="003C3AFF" w:rsidRPr="00D77544" w:rsidRDefault="003C3AFF" w:rsidP="003C3AFF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3577865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84FB2E8" w14:textId="6803F64D" w:rsidR="00F1218B" w:rsidRPr="00A445E5" w:rsidRDefault="006D39D2" w:rsidP="00B65CF7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669" w:type="dxa"/>
          </w:tcPr>
          <w:p w14:paraId="648F3ED4" w14:textId="77777777" w:rsidR="00F1218B" w:rsidRPr="00A445E5" w:rsidRDefault="00F1218B" w:rsidP="00F1218B">
            <w:pPr>
              <w:jc w:val="center"/>
            </w:pPr>
          </w:p>
          <w:p w14:paraId="666A2EF8" w14:textId="77777777" w:rsidR="00F1218B" w:rsidRPr="00D77544" w:rsidRDefault="00F1218B" w:rsidP="00F1218B">
            <w:pPr>
              <w:jc w:val="center"/>
              <w:rPr>
                <w:sz w:val="16"/>
                <w:szCs w:val="16"/>
              </w:rPr>
            </w:pPr>
          </w:p>
          <w:sdt>
            <w:sdtPr>
              <w:id w:val="9660174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298C5C6" w14:textId="5CC309DF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09E80311" w14:textId="77777777" w:rsidR="00F1218B" w:rsidRPr="00D77544" w:rsidRDefault="00F1218B" w:rsidP="00F1218B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10746319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CA5741" w14:textId="0CD73AA5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0182154F" w14:textId="77777777" w:rsidR="00F1218B" w:rsidRPr="00A445E5" w:rsidRDefault="00F1218B" w:rsidP="00F1218B">
            <w:pPr>
              <w:jc w:val="center"/>
            </w:pPr>
          </w:p>
          <w:p w14:paraId="7678301E" w14:textId="77777777" w:rsidR="00F1218B" w:rsidRPr="00D77544" w:rsidRDefault="00F1218B" w:rsidP="00F1218B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-11428061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BDAE67B" w14:textId="798FD86B" w:rsidR="00F1218B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17C90488" w14:textId="77777777" w:rsidR="00F1218B" w:rsidRDefault="00F1218B" w:rsidP="00F1218B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4980827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C6F4B39" w14:textId="25F0E81A" w:rsidR="003C3AFF" w:rsidRDefault="003C3AFF" w:rsidP="003C3AFF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8370678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A5CB90" w14:textId="77777777" w:rsidR="003C3AFF" w:rsidRDefault="003C3AFF" w:rsidP="003C3AFF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77EFE8B" w14:textId="77777777" w:rsidR="003C3AFF" w:rsidRPr="00D77544" w:rsidRDefault="003C3AFF" w:rsidP="003C3AFF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-8656018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1A7ED9B" w14:textId="0DF81349" w:rsidR="003C3AFF" w:rsidRDefault="003C3AFF" w:rsidP="003C3AFF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15BF9506" w14:textId="2604FB73" w:rsidR="00F1218B" w:rsidRPr="00A445E5" w:rsidRDefault="00F1218B" w:rsidP="00B65CF7">
            <w:pPr>
              <w:jc w:val="center"/>
            </w:pPr>
          </w:p>
        </w:tc>
      </w:tr>
      <w:tr w:rsidR="00F1218B" w14:paraId="08BB6E46" w14:textId="77777777" w:rsidTr="005461DE">
        <w:tc>
          <w:tcPr>
            <w:tcW w:w="9952" w:type="dxa"/>
          </w:tcPr>
          <w:p w14:paraId="2472E29C" w14:textId="77777777" w:rsidR="00F1218B" w:rsidRPr="00516054" w:rsidRDefault="00F1218B" w:rsidP="00AB47FE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rStyle w:val="BesuchterHyperlink"/>
                <w:b/>
                <w:bCs/>
              </w:rPr>
            </w:pPr>
            <w:hyperlink r:id="rId33" w:history="1">
              <w:r w:rsidRPr="00516054">
                <w:rPr>
                  <w:rStyle w:val="BesuchterHyperlink"/>
                  <w:b/>
                  <w:bCs/>
                </w:rPr>
                <w:t>Bildschirmarbeitsplatz</w:t>
              </w:r>
            </w:hyperlink>
          </w:p>
          <w:p w14:paraId="666C38EF" w14:textId="77777777" w:rsidR="00F1218B" w:rsidRPr="00516054" w:rsidRDefault="00F1218B" w:rsidP="00C25EAF">
            <w:pPr>
              <w:pStyle w:val="Listenabsatz"/>
              <w:spacing w:after="0" w:line="240" w:lineRule="auto"/>
              <w:ind w:left="32"/>
              <w:rPr>
                <w:rStyle w:val="BesuchterHyperlink"/>
              </w:rPr>
            </w:pPr>
          </w:p>
          <w:p w14:paraId="60D126DA" w14:textId="77777777" w:rsidR="00F1218B" w:rsidRPr="00516054" w:rsidRDefault="00F1218B" w:rsidP="00AF0F61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Style w:val="BesuchterHyperlink"/>
              </w:rPr>
            </w:pPr>
            <w:hyperlink r:id="rId34" w:history="1">
              <w:r w:rsidRPr="00516054">
                <w:rPr>
                  <w:rStyle w:val="BesuchterHyperlink"/>
                </w:rPr>
                <w:t xml:space="preserve">Ist ein Bildschirmarbeitsplatz vorhanden, wurde für diesen eine Gefährdungsbeurteilung, </w:t>
              </w:r>
              <w:r w:rsidR="00AF0F61" w:rsidRPr="00516054">
                <w:rPr>
                  <w:rStyle w:val="BesuchterHyperlink"/>
                </w:rPr>
                <w:br/>
              </w:r>
              <w:r w:rsidRPr="00516054">
                <w:rPr>
                  <w:rStyle w:val="BesuchterHyperlink"/>
                </w:rPr>
                <w:t>u.</w:t>
              </w:r>
              <w:r w:rsidR="00AF0F61" w:rsidRPr="00516054">
                <w:rPr>
                  <w:rStyle w:val="BesuchterHyperlink"/>
                </w:rPr>
                <w:t xml:space="preserve"> </w:t>
              </w:r>
              <w:r w:rsidRPr="00516054">
                <w:rPr>
                  <w:rStyle w:val="BesuchterHyperlink"/>
                </w:rPr>
                <w:t xml:space="preserve">a. auch unter Beachtung der ergonomischen Grundanforderungen, durchgeführt </w:t>
              </w:r>
              <w:r w:rsidRPr="00516054">
                <w:rPr>
                  <w:rStyle w:val="BesuchterHyperlink"/>
                  <w:b/>
                  <w:bCs/>
                </w:rPr>
                <w:t>(Dokumentation)</w:t>
              </w:r>
              <w:r w:rsidRPr="00516054">
                <w:rPr>
                  <w:rStyle w:val="BesuchterHyperlink"/>
                </w:rPr>
                <w:t>?</w:t>
              </w:r>
            </w:hyperlink>
          </w:p>
          <w:p w14:paraId="52CC66F7" w14:textId="77777777" w:rsidR="00F1218B" w:rsidRPr="00014294" w:rsidRDefault="00F1218B" w:rsidP="00F1218B">
            <w:pPr>
              <w:pStyle w:val="KeinLeerraum"/>
              <w:rPr>
                <w:sz w:val="16"/>
                <w:szCs w:val="16"/>
              </w:rPr>
            </w:pPr>
          </w:p>
        </w:tc>
        <w:tc>
          <w:tcPr>
            <w:tcW w:w="578" w:type="dxa"/>
          </w:tcPr>
          <w:p w14:paraId="0696EF8B" w14:textId="77777777" w:rsidR="00F1218B" w:rsidRPr="00A445E5" w:rsidRDefault="00F1218B" w:rsidP="00F1218B">
            <w:pPr>
              <w:jc w:val="center"/>
            </w:pPr>
          </w:p>
          <w:p w14:paraId="67706ADB" w14:textId="77777777" w:rsidR="00F1218B" w:rsidRPr="00990FCC" w:rsidRDefault="00F1218B" w:rsidP="00F1218B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1759336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EC038B6" w14:textId="42A3B70F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0F4C8034" w14:textId="77777777" w:rsidR="00F1218B" w:rsidRPr="00A445E5" w:rsidRDefault="00F1218B" w:rsidP="00F1218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9" w:type="dxa"/>
          </w:tcPr>
          <w:p w14:paraId="04DEF574" w14:textId="77777777" w:rsidR="00F1218B" w:rsidRPr="00A445E5" w:rsidRDefault="00F1218B" w:rsidP="00F1218B">
            <w:pPr>
              <w:ind w:left="-163" w:right="-249" w:hanging="83"/>
              <w:jc w:val="center"/>
            </w:pPr>
          </w:p>
          <w:p w14:paraId="787B1D35" w14:textId="77777777" w:rsidR="00F1218B" w:rsidRPr="00990FCC" w:rsidRDefault="00F1218B" w:rsidP="00F1218B">
            <w:pPr>
              <w:ind w:left="-163" w:right="-249" w:hanging="83"/>
              <w:jc w:val="center"/>
              <w:rPr>
                <w:sz w:val="20"/>
                <w:szCs w:val="20"/>
              </w:rPr>
            </w:pPr>
          </w:p>
          <w:sdt>
            <w:sdtPr>
              <w:id w:val="8568567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1C71B1" w14:textId="0BA9410E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2C425B75" w14:textId="77777777" w:rsidR="00F1218B" w:rsidRPr="00A445E5" w:rsidRDefault="00F1218B" w:rsidP="00F1218B">
            <w:pPr>
              <w:ind w:left="-163" w:right="-249" w:hanging="83"/>
              <w:jc w:val="center"/>
              <w:rPr>
                <w:sz w:val="16"/>
                <w:szCs w:val="16"/>
              </w:rPr>
            </w:pPr>
          </w:p>
        </w:tc>
      </w:tr>
      <w:tr w:rsidR="00F1218B" w14:paraId="3E8D3067" w14:textId="77777777" w:rsidTr="005461DE">
        <w:tc>
          <w:tcPr>
            <w:tcW w:w="9952" w:type="dxa"/>
          </w:tcPr>
          <w:p w14:paraId="198233F2" w14:textId="419EA244" w:rsidR="000D04DA" w:rsidRPr="00516054" w:rsidRDefault="00F1218B" w:rsidP="00AB47FE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rStyle w:val="BesuchterHyperlink"/>
                <w:b/>
                <w:bCs/>
              </w:rPr>
            </w:pPr>
            <w:hyperlink r:id="rId35" w:history="1">
              <w:r w:rsidRPr="00516054">
                <w:rPr>
                  <w:rStyle w:val="BesuchterHyperlink"/>
                  <w:b/>
                  <w:bCs/>
                </w:rPr>
                <w:t>Bio</w:t>
              </w:r>
              <w:r w:rsidR="00F31934">
                <w:rPr>
                  <w:rStyle w:val="BesuchterHyperlink"/>
                  <w:b/>
                  <w:bCs/>
                </w:rPr>
                <w:t>stoffe</w:t>
              </w:r>
              <w:r w:rsidR="000D04DA" w:rsidRPr="00516054">
                <w:rPr>
                  <w:rStyle w:val="BesuchterHyperlink"/>
                  <w:b/>
                  <w:bCs/>
                </w:rPr>
                <w:t xml:space="preserve"> (z.</w:t>
              </w:r>
              <w:r w:rsidR="007D1082" w:rsidRPr="00516054">
                <w:rPr>
                  <w:rStyle w:val="BesuchterHyperlink"/>
                  <w:b/>
                  <w:bCs/>
                </w:rPr>
                <w:t xml:space="preserve"> </w:t>
              </w:r>
              <w:r w:rsidR="000D04DA" w:rsidRPr="00516054">
                <w:rPr>
                  <w:rStyle w:val="BesuchterHyperlink"/>
                  <w:b/>
                  <w:bCs/>
                </w:rPr>
                <w:t>B. Mikroorganismen, Zellkulturen und Endoparasiten)</w:t>
              </w:r>
            </w:hyperlink>
          </w:p>
          <w:p w14:paraId="330F8D74" w14:textId="77777777" w:rsidR="00F1218B" w:rsidRPr="00A445E5" w:rsidRDefault="00F1218B" w:rsidP="00C25EAF">
            <w:pPr>
              <w:pStyle w:val="Listenabsatz"/>
              <w:spacing w:after="0" w:line="240" w:lineRule="auto"/>
              <w:ind w:left="32"/>
              <w:rPr>
                <w:rFonts w:ascii="Arial" w:hAnsi="Arial" w:cs="Arial"/>
                <w:sz w:val="16"/>
                <w:szCs w:val="16"/>
              </w:rPr>
            </w:pPr>
          </w:p>
          <w:p w14:paraId="76B25A01" w14:textId="35981D62" w:rsidR="00F1218B" w:rsidRPr="00A445E5" w:rsidRDefault="00F1218B" w:rsidP="007D1082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A445E5">
              <w:rPr>
                <w:rFonts w:ascii="Arial" w:hAnsi="Arial" w:cs="Arial"/>
                <w:bCs/>
              </w:rPr>
              <w:t>Lieg</w:t>
            </w:r>
            <w:r w:rsidR="00F31934">
              <w:rPr>
                <w:rFonts w:ascii="Arial" w:hAnsi="Arial" w:cs="Arial"/>
                <w:bCs/>
              </w:rPr>
              <w:t>t</w:t>
            </w:r>
            <w:r w:rsidRPr="00A445E5">
              <w:rPr>
                <w:rFonts w:ascii="Arial" w:hAnsi="Arial" w:cs="Arial"/>
                <w:bCs/>
              </w:rPr>
              <w:t xml:space="preserve"> </w:t>
            </w:r>
            <w:r w:rsidR="00F31934">
              <w:rPr>
                <w:rFonts w:ascii="Arial" w:hAnsi="Arial" w:cs="Arial"/>
                <w:bCs/>
              </w:rPr>
              <w:t xml:space="preserve">eine </w:t>
            </w:r>
            <w:r w:rsidRPr="00A445E5">
              <w:rPr>
                <w:rFonts w:ascii="Arial" w:hAnsi="Arial" w:cs="Arial"/>
                <w:bCs/>
              </w:rPr>
              <w:t xml:space="preserve">aktuelle </w:t>
            </w:r>
            <w:hyperlink r:id="rId36" w:history="1">
              <w:r w:rsidRPr="00516054">
                <w:rPr>
                  <w:rStyle w:val="BesuchterHyperlink"/>
                </w:rPr>
                <w:t xml:space="preserve">Betriebsanweisung für Tätigkeiten mit </w:t>
              </w:r>
              <w:r w:rsidR="00F31934" w:rsidRPr="00F31934">
                <w:rPr>
                  <w:rStyle w:val="BesuchterHyperlink"/>
                  <w:color w:val="auto"/>
                </w:rPr>
                <w:t>Biostoffen</w:t>
              </w:r>
            </w:hyperlink>
            <w:r w:rsidR="00F31934">
              <w:rPr>
                <w:rStyle w:val="BesuchterHyperlink"/>
                <w:color w:val="auto"/>
              </w:rPr>
              <w:t xml:space="preserve"> </w:t>
            </w:r>
            <w:r w:rsidRPr="00F31934">
              <w:rPr>
                <w:rFonts w:ascii="Arial" w:hAnsi="Arial" w:cs="Arial"/>
                <w:bCs/>
              </w:rPr>
              <w:t>vor</w:t>
            </w:r>
            <w:r w:rsidRPr="00A445E5">
              <w:rPr>
                <w:rFonts w:ascii="Arial" w:hAnsi="Arial" w:cs="Arial"/>
                <w:bCs/>
              </w:rPr>
              <w:t>?</w:t>
            </w:r>
          </w:p>
          <w:p w14:paraId="3333C16A" w14:textId="4D136A9A" w:rsidR="00F1218B" w:rsidRPr="00D74A61" w:rsidRDefault="00D74A61" w:rsidP="007D1082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Style w:val="Hyperlink"/>
                <w:rFonts w:ascii="Arial" w:hAnsi="Arial"/>
              </w:rPr>
            </w:pPr>
            <w:r>
              <w:rPr>
                <w:rStyle w:val="BesuchterHyperlink"/>
              </w:rPr>
              <w:fldChar w:fldCharType="begin"/>
            </w:r>
            <w:r>
              <w:rPr>
                <w:rStyle w:val="BesuchterHyperlink"/>
              </w:rPr>
              <w:instrText>HYPERLINK "https://www.lzk-bw.de/PHB/PHB-CD/QM-Anhang/Unterweisungen/Unterweisungserklaerung/Unterweisungserklaerung.docx"</w:instrText>
            </w:r>
            <w:r>
              <w:rPr>
                <w:rStyle w:val="BesuchterHyperlink"/>
              </w:rPr>
            </w:r>
            <w:r>
              <w:rPr>
                <w:rStyle w:val="BesuchterHyperlink"/>
              </w:rPr>
              <w:fldChar w:fldCharType="separate"/>
            </w:r>
            <w:r w:rsidR="00F1218B" w:rsidRPr="00D74A61">
              <w:rPr>
                <w:rStyle w:val="Hyperlink"/>
                <w:rFonts w:ascii="Arial" w:hAnsi="Arial"/>
              </w:rPr>
              <w:t xml:space="preserve">Werden die Praxismitarbeiter mittels der Betriebsanweisung </w:t>
            </w:r>
            <w:r w:rsidR="00F1218B" w:rsidRPr="00D74A61">
              <w:rPr>
                <w:rStyle w:val="Hyperlink"/>
                <w:rFonts w:ascii="Arial" w:hAnsi="Arial"/>
                <w:b/>
                <w:bCs/>
              </w:rPr>
              <w:t>vor Tätigkeitsaufnahme</w:t>
            </w:r>
            <w:r w:rsidR="00F1218B" w:rsidRPr="00D74A61">
              <w:rPr>
                <w:rStyle w:val="Hyperlink"/>
                <w:rFonts w:ascii="Arial" w:hAnsi="Arial"/>
              </w:rPr>
              <w:t xml:space="preserve"> und anschließend </w:t>
            </w:r>
            <w:r w:rsidR="00F1218B" w:rsidRPr="00D74A61">
              <w:rPr>
                <w:rStyle w:val="Hyperlink"/>
                <w:rFonts w:ascii="Arial" w:hAnsi="Arial"/>
                <w:b/>
                <w:bCs/>
              </w:rPr>
              <w:t>jährlich unterwiesen (Dokumentation)</w:t>
            </w:r>
            <w:r w:rsidR="00F1218B" w:rsidRPr="00D74A61">
              <w:rPr>
                <w:rStyle w:val="Hyperlink"/>
                <w:rFonts w:ascii="Arial" w:hAnsi="Arial"/>
              </w:rPr>
              <w:t>?</w:t>
            </w:r>
          </w:p>
          <w:p w14:paraId="638FCC75" w14:textId="62115D70" w:rsidR="00F1218B" w:rsidRPr="00A445E5" w:rsidRDefault="00D74A61" w:rsidP="007D1082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>
              <w:rPr>
                <w:rStyle w:val="BesuchterHyperlink"/>
              </w:rPr>
              <w:fldChar w:fldCharType="end"/>
            </w:r>
            <w:r w:rsidR="00F1218B" w:rsidRPr="00A445E5">
              <w:rPr>
                <w:rFonts w:ascii="Arial" w:hAnsi="Arial" w:cs="Arial"/>
                <w:bCs/>
              </w:rPr>
              <w:t>Wird vom Praxisinhaber die persönliche Schutzausrüstung PSA (</w:t>
            </w:r>
            <w:r w:rsidR="00F1218B">
              <w:rPr>
                <w:rFonts w:ascii="Arial" w:hAnsi="Arial" w:cs="Arial"/>
                <w:bCs/>
              </w:rPr>
              <w:t>medizinische Einmal</w:t>
            </w:r>
            <w:r w:rsidR="00980859">
              <w:rPr>
                <w:rFonts w:ascii="Arial" w:hAnsi="Arial" w:cs="Arial"/>
                <w:bCs/>
              </w:rPr>
              <w:t>-</w:t>
            </w:r>
            <w:r w:rsidR="00F1218B">
              <w:rPr>
                <w:rFonts w:ascii="Arial" w:hAnsi="Arial" w:cs="Arial"/>
                <w:bCs/>
              </w:rPr>
              <w:t xml:space="preserve">handschuhe, </w:t>
            </w:r>
            <w:r w:rsidR="00F1218B" w:rsidRPr="00A445E5">
              <w:rPr>
                <w:rFonts w:ascii="Arial" w:hAnsi="Arial" w:cs="Arial"/>
                <w:bCs/>
              </w:rPr>
              <w:t>Schutzbrille, Mund-Nasen</w:t>
            </w:r>
            <w:r w:rsidR="008D033B">
              <w:rPr>
                <w:rFonts w:ascii="Arial" w:hAnsi="Arial" w:cs="Arial"/>
                <w:bCs/>
              </w:rPr>
              <w:t>-S</w:t>
            </w:r>
            <w:r w:rsidR="00F1218B" w:rsidRPr="00A445E5">
              <w:rPr>
                <w:rFonts w:ascii="Arial" w:hAnsi="Arial" w:cs="Arial"/>
                <w:bCs/>
              </w:rPr>
              <w:t xml:space="preserve">chutz, </w:t>
            </w:r>
            <w:r w:rsidR="00F1218B">
              <w:rPr>
                <w:rFonts w:ascii="Arial" w:hAnsi="Arial" w:cs="Arial"/>
                <w:bCs/>
              </w:rPr>
              <w:t>etc.</w:t>
            </w:r>
            <w:r w:rsidR="00F1218B" w:rsidRPr="00A445E5">
              <w:rPr>
                <w:rFonts w:ascii="Arial" w:hAnsi="Arial" w:cs="Arial"/>
                <w:bCs/>
              </w:rPr>
              <w:t xml:space="preserve">) in ausreichender Anzahl bereitgestellt und sind die Praxismitarbeiter hierüber </w:t>
            </w:r>
            <w:hyperlink r:id="rId37" w:history="1">
              <w:r w:rsidR="00F1218B" w:rsidRPr="00516054">
                <w:rPr>
                  <w:rStyle w:val="BesuchterHyperlink"/>
                </w:rPr>
                <w:t>unterwiesen (dokumentiert)</w:t>
              </w:r>
            </w:hyperlink>
            <w:r w:rsidR="00F1218B" w:rsidRPr="00A445E5">
              <w:rPr>
                <w:rFonts w:ascii="Arial" w:hAnsi="Arial" w:cs="Arial"/>
                <w:bCs/>
              </w:rPr>
              <w:t>?</w:t>
            </w:r>
          </w:p>
          <w:p w14:paraId="1EA39340" w14:textId="77777777" w:rsidR="00F1218B" w:rsidRPr="00A445E5" w:rsidRDefault="00F1218B" w:rsidP="007D1082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A445E5">
              <w:rPr>
                <w:rFonts w:ascii="Arial" w:hAnsi="Arial" w:cs="Arial"/>
                <w:bCs/>
              </w:rPr>
              <w:t>Wird die bereitgestellte PSA von den Praxismitarbeitern benutzt und ist diese wirksam?</w:t>
            </w:r>
          </w:p>
          <w:p w14:paraId="0454C390" w14:textId="77777777" w:rsidR="00F1218B" w:rsidRPr="00A445E5" w:rsidRDefault="00F1218B" w:rsidP="007D1082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A445E5">
              <w:rPr>
                <w:rFonts w:ascii="Arial" w:hAnsi="Arial" w:cs="Arial"/>
                <w:bCs/>
              </w:rPr>
              <w:t>Stehen für den Abwurf spitzer und scharfer Gegenstände (z.</w:t>
            </w:r>
            <w:r w:rsidR="0036120D">
              <w:rPr>
                <w:rFonts w:ascii="Arial" w:hAnsi="Arial" w:cs="Arial"/>
                <w:bCs/>
              </w:rPr>
              <w:t xml:space="preserve"> </w:t>
            </w:r>
            <w:r w:rsidRPr="00A445E5">
              <w:rPr>
                <w:rFonts w:ascii="Arial" w:hAnsi="Arial" w:cs="Arial"/>
                <w:bCs/>
              </w:rPr>
              <w:t>B. Kanülen, Skalpellklingen) geeignete Abwurfbehälter mit Abstreifvorrichtungen (am Ort der Applikation) zur Verfügung?</w:t>
            </w:r>
          </w:p>
          <w:p w14:paraId="42DF1F76" w14:textId="77777777" w:rsidR="00F1218B" w:rsidRPr="007D1082" w:rsidRDefault="00F1218B" w:rsidP="00F1218B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8" w:type="dxa"/>
          </w:tcPr>
          <w:p w14:paraId="04C6DBE5" w14:textId="77777777" w:rsidR="00F1218B" w:rsidRPr="00A445E5" w:rsidRDefault="00F1218B" w:rsidP="00F1218B">
            <w:pPr>
              <w:jc w:val="center"/>
            </w:pPr>
          </w:p>
          <w:p w14:paraId="5BEE947D" w14:textId="77777777" w:rsidR="00F1218B" w:rsidRPr="00D77544" w:rsidRDefault="00F1218B" w:rsidP="00F1218B">
            <w:pPr>
              <w:jc w:val="center"/>
              <w:rPr>
                <w:sz w:val="12"/>
                <w:szCs w:val="12"/>
              </w:rPr>
            </w:pPr>
          </w:p>
          <w:sdt>
            <w:sdtPr>
              <w:id w:val="-3416267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C3775E" w14:textId="68CD710F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7721551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C749EE" w14:textId="19B86040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36C282B" w14:textId="77777777" w:rsidR="00F1218B" w:rsidRPr="00D77544" w:rsidRDefault="00F1218B" w:rsidP="00F1218B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-7775584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74DEB5D" w14:textId="66AD9986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134B1E4A" w14:textId="77777777" w:rsidR="00F1218B" w:rsidRPr="00A445E5" w:rsidRDefault="00F1218B" w:rsidP="00F1218B">
            <w:pPr>
              <w:jc w:val="center"/>
            </w:pPr>
          </w:p>
          <w:p w14:paraId="43D5A5A5" w14:textId="77777777" w:rsidR="00F1218B" w:rsidRPr="00D77544" w:rsidRDefault="00F1218B" w:rsidP="00F1218B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2132728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407D96" w14:textId="473BC683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5454860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1ECABF" w14:textId="7E8AF053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F54C08C" w14:textId="77777777" w:rsidR="00F1218B" w:rsidRPr="00A445E5" w:rsidRDefault="00F1218B" w:rsidP="00F1218B">
            <w:pPr>
              <w:jc w:val="center"/>
            </w:pPr>
          </w:p>
        </w:tc>
        <w:tc>
          <w:tcPr>
            <w:tcW w:w="669" w:type="dxa"/>
          </w:tcPr>
          <w:p w14:paraId="216BBFC9" w14:textId="77777777" w:rsidR="00F1218B" w:rsidRPr="00A445E5" w:rsidRDefault="00F1218B" w:rsidP="00F1218B">
            <w:pPr>
              <w:jc w:val="center"/>
            </w:pPr>
          </w:p>
          <w:p w14:paraId="3DA93E7D" w14:textId="77777777" w:rsidR="00F1218B" w:rsidRPr="00D77544" w:rsidRDefault="00F1218B" w:rsidP="00F1218B">
            <w:pPr>
              <w:jc w:val="center"/>
              <w:rPr>
                <w:sz w:val="12"/>
                <w:szCs w:val="12"/>
              </w:rPr>
            </w:pPr>
          </w:p>
          <w:sdt>
            <w:sdtPr>
              <w:id w:val="9229933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0CF0B4B" w14:textId="62987B34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5010462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F0F378" w14:textId="2E7A582E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53B91769" w14:textId="77777777" w:rsidR="00F1218B" w:rsidRPr="00D77544" w:rsidRDefault="00F1218B" w:rsidP="00F1218B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-11752705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C408A8" w14:textId="41A57475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418D1C5A" w14:textId="77777777" w:rsidR="00F1218B" w:rsidRPr="00A445E5" w:rsidRDefault="00F1218B" w:rsidP="00F1218B">
            <w:pPr>
              <w:jc w:val="center"/>
            </w:pPr>
          </w:p>
          <w:p w14:paraId="5D858455" w14:textId="77777777" w:rsidR="00F1218B" w:rsidRPr="00D77544" w:rsidRDefault="00F1218B" w:rsidP="00F1218B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1972095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329056" w14:textId="2190E92E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9979966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D81CD1" w14:textId="31581D88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49D65524" w14:textId="77777777" w:rsidR="00F1218B" w:rsidRPr="00A445E5" w:rsidRDefault="00F1218B" w:rsidP="00F1218B">
            <w:pPr>
              <w:jc w:val="center"/>
              <w:rPr>
                <w:sz w:val="16"/>
                <w:szCs w:val="16"/>
              </w:rPr>
            </w:pPr>
          </w:p>
        </w:tc>
      </w:tr>
      <w:tr w:rsidR="00F1218B" w14:paraId="0A36558F" w14:textId="77777777" w:rsidTr="005461DE">
        <w:tc>
          <w:tcPr>
            <w:tcW w:w="9952" w:type="dxa"/>
          </w:tcPr>
          <w:p w14:paraId="4986AF97" w14:textId="77777777" w:rsidR="00F1218B" w:rsidRPr="00516054" w:rsidRDefault="00F1218B" w:rsidP="00AB47FE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rStyle w:val="BesuchterHyperlink"/>
                <w:b/>
                <w:bCs/>
              </w:rPr>
            </w:pPr>
            <w:hyperlink r:id="rId38" w:history="1">
              <w:r w:rsidRPr="00516054">
                <w:rPr>
                  <w:rStyle w:val="BesuchterHyperlink"/>
                  <w:b/>
                  <w:bCs/>
                </w:rPr>
                <w:t>Brandschutz</w:t>
              </w:r>
            </w:hyperlink>
          </w:p>
          <w:p w14:paraId="4F0B1B55" w14:textId="77777777" w:rsidR="00F1218B" w:rsidRPr="00A445E5" w:rsidRDefault="00F1218B" w:rsidP="00C25EAF">
            <w:pPr>
              <w:pStyle w:val="Listenabsatz"/>
              <w:spacing w:after="0" w:line="240" w:lineRule="auto"/>
              <w:ind w:left="32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8245FCC" w14:textId="77777777" w:rsidR="00F1218B" w:rsidRPr="00A445E5" w:rsidRDefault="00F1218B" w:rsidP="0036120D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A445E5">
              <w:rPr>
                <w:rFonts w:ascii="Arial" w:hAnsi="Arial" w:cs="Arial"/>
                <w:bCs/>
              </w:rPr>
              <w:t>Sind Feuerlöscher in ausreichender Anzahl vorhanden?</w:t>
            </w:r>
          </w:p>
          <w:p w14:paraId="267BFFBC" w14:textId="77777777" w:rsidR="00F1218B" w:rsidRPr="00A445E5" w:rsidRDefault="00F1218B" w:rsidP="0036120D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A445E5">
              <w:rPr>
                <w:rFonts w:ascii="Arial" w:hAnsi="Arial" w:cs="Arial"/>
                <w:bCs/>
              </w:rPr>
              <w:t>Sind die Standorte der Feuerlöscher schnell erreichbar und lang nachleuchtend gekennzeichnet?</w:t>
            </w:r>
          </w:p>
          <w:p w14:paraId="7E0E950D" w14:textId="77777777" w:rsidR="00F1218B" w:rsidRPr="00D94B23" w:rsidRDefault="00F1218B" w:rsidP="0036120D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Style w:val="BesuchterHyperlink"/>
              </w:rPr>
            </w:pPr>
            <w:hyperlink r:id="rId39" w:history="1">
              <w:r w:rsidRPr="00D94B23">
                <w:rPr>
                  <w:rStyle w:val="BesuchterHyperlink"/>
                </w:rPr>
                <w:t xml:space="preserve">Werden Feuerlöscher </w:t>
              </w:r>
              <w:r w:rsidRPr="00D94B23">
                <w:rPr>
                  <w:rStyle w:val="BesuchterHyperlink"/>
                  <w:b/>
                  <w:bCs/>
                </w:rPr>
                <w:t>alle 2 Jahre</w:t>
              </w:r>
              <w:r w:rsidRPr="00D94B23">
                <w:rPr>
                  <w:rStyle w:val="BesuchterHyperlink"/>
                </w:rPr>
                <w:t xml:space="preserve"> durch eine </w:t>
              </w:r>
              <w:r w:rsidRPr="00D94B23">
                <w:rPr>
                  <w:rStyle w:val="BesuchterHyperlink"/>
                  <w:b/>
                  <w:bCs/>
                </w:rPr>
                <w:t>befähigte Person</w:t>
              </w:r>
              <w:r w:rsidRPr="00D94B23">
                <w:rPr>
                  <w:rStyle w:val="BesuchterHyperlink"/>
                </w:rPr>
                <w:t xml:space="preserve"> überprüft?</w:t>
              </w:r>
            </w:hyperlink>
          </w:p>
          <w:p w14:paraId="1079180D" w14:textId="77777777" w:rsidR="00F1218B" w:rsidRPr="00A445E5" w:rsidRDefault="00F1218B" w:rsidP="0036120D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A445E5">
              <w:rPr>
                <w:rFonts w:ascii="Arial" w:hAnsi="Arial" w:cs="Arial"/>
                <w:bCs/>
              </w:rPr>
              <w:t xml:space="preserve">Ist ein </w:t>
            </w:r>
            <w:hyperlink r:id="rId40" w:history="1">
              <w:r w:rsidRPr="00D94B23">
                <w:rPr>
                  <w:rStyle w:val="BesuchterHyperlink"/>
                </w:rPr>
                <w:t>Alarmplan für den Brandfall</w:t>
              </w:r>
            </w:hyperlink>
            <w:r w:rsidRPr="00A445E5">
              <w:rPr>
                <w:rFonts w:ascii="Arial" w:hAnsi="Arial" w:cs="Arial"/>
                <w:bCs/>
              </w:rPr>
              <w:t xml:space="preserve"> vorhanden, ausgehängt</w:t>
            </w:r>
            <w:r>
              <w:rPr>
                <w:rFonts w:ascii="Arial" w:hAnsi="Arial" w:cs="Arial"/>
                <w:bCs/>
              </w:rPr>
              <w:t xml:space="preserve"> und den Praxismitarbeitern bekannt</w:t>
            </w:r>
            <w:r w:rsidRPr="00A445E5">
              <w:rPr>
                <w:rFonts w:ascii="Arial" w:hAnsi="Arial" w:cs="Arial"/>
                <w:bCs/>
              </w:rPr>
              <w:t>?</w:t>
            </w:r>
          </w:p>
          <w:p w14:paraId="109C55CF" w14:textId="38FA06D4" w:rsidR="00F1218B" w:rsidRPr="00D94B23" w:rsidRDefault="00F1218B" w:rsidP="0036120D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Style w:val="BesuchterHyperlink"/>
              </w:rPr>
            </w:pPr>
            <w:hyperlink r:id="rId41" w:history="1">
              <w:r w:rsidRPr="00D94B23">
                <w:rPr>
                  <w:rStyle w:val="BesuchterHyperlink"/>
                </w:rPr>
                <w:t xml:space="preserve">Werden die Praxismitarbeiter über die Maßnahmen im Brandfall vor Tätigkeitsaufnahme und anschließend </w:t>
              </w:r>
              <w:r w:rsidRPr="00D94B23">
                <w:rPr>
                  <w:rStyle w:val="BesuchterHyperlink"/>
                  <w:b/>
                  <w:bCs/>
                </w:rPr>
                <w:t>jährlich unterwiesen (Dokumentation)</w:t>
              </w:r>
              <w:r w:rsidRPr="00D94B23">
                <w:rPr>
                  <w:rStyle w:val="BesuchterHyperlink"/>
                </w:rPr>
                <w:t>?</w:t>
              </w:r>
            </w:hyperlink>
          </w:p>
          <w:p w14:paraId="5894AAAF" w14:textId="77777777" w:rsidR="00F1218B" w:rsidRPr="00A445E5" w:rsidRDefault="00F1218B" w:rsidP="0036120D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hyperlink r:id="rId42" w:history="1">
              <w:r w:rsidRPr="00D94B23">
                <w:rPr>
                  <w:rStyle w:val="BesuchterHyperlink"/>
                </w:rPr>
                <w:t xml:space="preserve">Ist die erforderliche Anzahl an Brandschutzhelfern in der Praxis aus- und fortgebildet und schriftlich benannt </w:t>
              </w:r>
              <w:r w:rsidRPr="00D94B23">
                <w:rPr>
                  <w:rStyle w:val="BesuchterHyperlink"/>
                  <w:b/>
                  <w:bCs/>
                </w:rPr>
                <w:t>(Empfehlung: Ausbildung spätestens alle 5 Jahre wiederholen)</w:t>
              </w:r>
              <w:r w:rsidRPr="00D94B23">
                <w:rPr>
                  <w:rStyle w:val="BesuchterHyperlink"/>
                </w:rPr>
                <w:t>?</w:t>
              </w:r>
            </w:hyperlink>
          </w:p>
          <w:p w14:paraId="5A64D629" w14:textId="77777777" w:rsidR="00F1218B" w:rsidRPr="00A445E5" w:rsidRDefault="00F1218B" w:rsidP="0036120D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</w:rPr>
            </w:pPr>
            <w:r w:rsidRPr="00A445E5">
              <w:rPr>
                <w:rFonts w:ascii="Arial" w:hAnsi="Arial" w:cs="Arial"/>
                <w:bCs/>
              </w:rPr>
              <w:t>Ist</w:t>
            </w:r>
            <w:r w:rsidRPr="00A445E5">
              <w:rPr>
                <w:rFonts w:ascii="Arial" w:hAnsi="Arial" w:cs="Arial"/>
              </w:rPr>
              <w:t xml:space="preserve"> der Notausgang der Praxis lang nachleuchtend gekennzeichnet?</w:t>
            </w:r>
          </w:p>
          <w:p w14:paraId="6978D3E2" w14:textId="77777777" w:rsidR="00F1218B" w:rsidRPr="0036120D" w:rsidRDefault="00F1218B" w:rsidP="00F1218B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8" w:type="dxa"/>
          </w:tcPr>
          <w:p w14:paraId="5B658201" w14:textId="77777777" w:rsidR="00F1218B" w:rsidRPr="00A445E5" w:rsidRDefault="00F1218B" w:rsidP="00F1218B">
            <w:pPr>
              <w:jc w:val="center"/>
            </w:pPr>
          </w:p>
          <w:p w14:paraId="603958B2" w14:textId="77777777" w:rsidR="00F1218B" w:rsidRPr="00D77544" w:rsidRDefault="00F1218B" w:rsidP="00F1218B">
            <w:pPr>
              <w:jc w:val="center"/>
              <w:rPr>
                <w:sz w:val="12"/>
                <w:szCs w:val="12"/>
              </w:rPr>
            </w:pPr>
          </w:p>
          <w:sdt>
            <w:sdtPr>
              <w:id w:val="11032274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0C99EE" w14:textId="13A97415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528199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79FD33" w14:textId="5D7C43AA" w:rsidR="00F1218B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13F38125" w14:textId="77777777" w:rsidR="00F1218B" w:rsidRPr="00D77544" w:rsidRDefault="00F1218B" w:rsidP="00F1218B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8197352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AE2654" w14:textId="0BEDA7AC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3346053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016611" w14:textId="5F813E7D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BB57643" w14:textId="77777777" w:rsidR="00F1218B" w:rsidRPr="00D77544" w:rsidRDefault="00F1218B" w:rsidP="00F1218B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1561547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B86CB3F" w14:textId="7F5676FB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D3000BB" w14:textId="77777777" w:rsidR="00F1218B" w:rsidRPr="00D77544" w:rsidRDefault="00F1218B" w:rsidP="00F1218B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2395260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9905C2" w14:textId="100E05B5" w:rsidR="00F1218B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A7EDF2F" w14:textId="77777777" w:rsidR="00F1218B" w:rsidRPr="00D77544" w:rsidRDefault="00F1218B" w:rsidP="00F1218B">
            <w:pPr>
              <w:jc w:val="center"/>
              <w:rPr>
                <w:sz w:val="16"/>
                <w:szCs w:val="16"/>
              </w:rPr>
            </w:pPr>
          </w:p>
          <w:sdt>
            <w:sdtPr>
              <w:id w:val="6366809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44E3A5" w14:textId="4642A6CA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5DDDF50D" w14:textId="77777777" w:rsidR="00F1218B" w:rsidRPr="00A445E5" w:rsidRDefault="00F1218B" w:rsidP="00F1218B">
            <w:pPr>
              <w:jc w:val="center"/>
            </w:pPr>
          </w:p>
        </w:tc>
        <w:tc>
          <w:tcPr>
            <w:tcW w:w="669" w:type="dxa"/>
          </w:tcPr>
          <w:p w14:paraId="270ED1D6" w14:textId="77777777" w:rsidR="00F1218B" w:rsidRPr="00A445E5" w:rsidRDefault="00F1218B" w:rsidP="00F1218B">
            <w:pPr>
              <w:jc w:val="center"/>
            </w:pPr>
          </w:p>
          <w:p w14:paraId="7E94B79C" w14:textId="77777777" w:rsidR="00F1218B" w:rsidRPr="00D77544" w:rsidRDefault="00F1218B" w:rsidP="00F1218B">
            <w:pPr>
              <w:jc w:val="center"/>
              <w:rPr>
                <w:sz w:val="12"/>
                <w:szCs w:val="12"/>
              </w:rPr>
            </w:pPr>
          </w:p>
          <w:sdt>
            <w:sdtPr>
              <w:id w:val="14464210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54D6B5" w14:textId="42A10E71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9038138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BD9B20" w14:textId="6C7908E2" w:rsidR="00F1218B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BF4C508" w14:textId="77777777" w:rsidR="00F1218B" w:rsidRPr="00D77544" w:rsidRDefault="00F1218B" w:rsidP="00F1218B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9696732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837BCC4" w14:textId="08141ABD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7252088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D518497" w14:textId="7537D3EB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B588972" w14:textId="77777777" w:rsidR="00F1218B" w:rsidRPr="00D77544" w:rsidRDefault="00F1218B" w:rsidP="00F1218B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20724668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9DA62A" w14:textId="5A1C69B8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10FC8B9A" w14:textId="77777777" w:rsidR="00F1218B" w:rsidRPr="00D77544" w:rsidRDefault="00F1218B" w:rsidP="00F1218B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-19711222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3844D77" w14:textId="7D7B5F40" w:rsidR="00F1218B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459CA2C0" w14:textId="77777777" w:rsidR="00F1218B" w:rsidRPr="00D77544" w:rsidRDefault="00F1218B" w:rsidP="00F1218B">
            <w:pPr>
              <w:jc w:val="center"/>
              <w:rPr>
                <w:sz w:val="16"/>
                <w:szCs w:val="16"/>
              </w:rPr>
            </w:pPr>
          </w:p>
          <w:sdt>
            <w:sdtPr>
              <w:id w:val="-11688662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51C7565" w14:textId="340AB51D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4FD06EC5" w14:textId="77777777" w:rsidR="00F1218B" w:rsidRPr="00A445E5" w:rsidRDefault="00F1218B" w:rsidP="00F1218B">
            <w:pPr>
              <w:jc w:val="center"/>
            </w:pPr>
          </w:p>
        </w:tc>
      </w:tr>
    </w:tbl>
    <w:p w14:paraId="6189A939" w14:textId="77777777" w:rsidR="00C3315C" w:rsidRDefault="00C3315C" w:rsidP="00AB47FE">
      <w:pPr>
        <w:pStyle w:val="Listenabsatz"/>
        <w:numPr>
          <w:ilvl w:val="0"/>
          <w:numId w:val="5"/>
        </w:numPr>
        <w:spacing w:after="0" w:line="240" w:lineRule="auto"/>
        <w:sectPr w:rsidR="00C3315C" w:rsidSect="00706E5A">
          <w:headerReference w:type="default" r:id="rId43"/>
          <w:footerReference w:type="default" r:id="rId44"/>
          <w:pgSz w:w="11906" w:h="16838"/>
          <w:pgMar w:top="908" w:right="282" w:bottom="567" w:left="284" w:header="283" w:footer="283" w:gutter="0"/>
          <w:cols w:space="708"/>
          <w:docGrid w:linePitch="299"/>
        </w:sectPr>
      </w:pPr>
    </w:p>
    <w:tbl>
      <w:tblPr>
        <w:tblStyle w:val="Tabellenraster"/>
        <w:tblW w:w="11199" w:type="dxa"/>
        <w:tblInd w:w="108" w:type="dxa"/>
        <w:tblLook w:val="04A0" w:firstRow="1" w:lastRow="0" w:firstColumn="1" w:lastColumn="0" w:noHBand="0" w:noVBand="1"/>
      </w:tblPr>
      <w:tblGrid>
        <w:gridCol w:w="9952"/>
        <w:gridCol w:w="13"/>
        <w:gridCol w:w="565"/>
        <w:gridCol w:w="669"/>
      </w:tblGrid>
      <w:tr w:rsidR="00C3315C" w14:paraId="4DE6BFD9" w14:textId="77777777" w:rsidTr="00A94AEC">
        <w:tc>
          <w:tcPr>
            <w:tcW w:w="9965" w:type="dxa"/>
            <w:gridSpan w:val="2"/>
          </w:tcPr>
          <w:p w14:paraId="72BC6BB3" w14:textId="77777777" w:rsidR="00C3315C" w:rsidRPr="00136BD8" w:rsidRDefault="00C3315C" w:rsidP="00A94AEC">
            <w:pPr>
              <w:rPr>
                <w:b/>
                <w:bCs/>
              </w:rPr>
            </w:pPr>
          </w:p>
        </w:tc>
        <w:tc>
          <w:tcPr>
            <w:tcW w:w="565" w:type="dxa"/>
          </w:tcPr>
          <w:p w14:paraId="417CB261" w14:textId="77777777" w:rsidR="00C3315C" w:rsidRPr="006F4DF2" w:rsidRDefault="00C3315C" w:rsidP="00A94AEC">
            <w:pPr>
              <w:jc w:val="center"/>
              <w:rPr>
                <w:b/>
                <w:bCs/>
              </w:rPr>
            </w:pPr>
            <w:r w:rsidRPr="006F4DF2">
              <w:rPr>
                <w:b/>
                <w:bCs/>
              </w:rPr>
              <w:t>Ja</w:t>
            </w:r>
          </w:p>
        </w:tc>
        <w:tc>
          <w:tcPr>
            <w:tcW w:w="669" w:type="dxa"/>
          </w:tcPr>
          <w:p w14:paraId="67D412EB" w14:textId="77777777" w:rsidR="00C3315C" w:rsidRPr="006F4DF2" w:rsidRDefault="00C3315C" w:rsidP="00A94AEC">
            <w:pPr>
              <w:ind w:left="-124" w:right="-108"/>
              <w:jc w:val="center"/>
              <w:rPr>
                <w:b/>
                <w:bCs/>
              </w:rPr>
            </w:pPr>
            <w:r w:rsidRPr="006F4DF2">
              <w:rPr>
                <w:b/>
                <w:bCs/>
              </w:rPr>
              <w:t>Nein</w:t>
            </w:r>
          </w:p>
        </w:tc>
      </w:tr>
      <w:tr w:rsidR="00F1218B" w14:paraId="469BC3F3" w14:textId="77777777" w:rsidTr="005461DE">
        <w:tc>
          <w:tcPr>
            <w:tcW w:w="9952" w:type="dxa"/>
          </w:tcPr>
          <w:p w14:paraId="617D0831" w14:textId="77777777" w:rsidR="00F1218B" w:rsidRPr="00D94B23" w:rsidRDefault="00F1218B" w:rsidP="00AB47FE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rStyle w:val="BesuchterHyperlink"/>
                <w:b/>
                <w:bCs/>
              </w:rPr>
            </w:pPr>
            <w:hyperlink r:id="rId45" w:history="1">
              <w:r w:rsidRPr="00D94B23">
                <w:rPr>
                  <w:rStyle w:val="BesuchterHyperlink"/>
                  <w:b/>
                  <w:bCs/>
                </w:rPr>
                <w:t>Erste Hilfe</w:t>
              </w:r>
            </w:hyperlink>
          </w:p>
          <w:p w14:paraId="14B03750" w14:textId="77777777" w:rsidR="00F1218B" w:rsidRPr="00A445E5" w:rsidRDefault="00F1218B" w:rsidP="00C25EAF">
            <w:pPr>
              <w:pStyle w:val="Listenabsatz"/>
              <w:spacing w:after="0" w:line="240" w:lineRule="auto"/>
              <w:ind w:left="32"/>
              <w:rPr>
                <w:rFonts w:ascii="Arial" w:hAnsi="Arial" w:cs="Arial"/>
                <w:sz w:val="16"/>
                <w:szCs w:val="16"/>
              </w:rPr>
            </w:pPr>
          </w:p>
          <w:p w14:paraId="4746C709" w14:textId="77777777" w:rsidR="00F1218B" w:rsidRDefault="00F1218B" w:rsidP="003C3A63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A445E5">
              <w:rPr>
                <w:rFonts w:ascii="Arial" w:hAnsi="Arial" w:cs="Arial"/>
                <w:bCs/>
              </w:rPr>
              <w:t xml:space="preserve">Ist die erforderliche Anzahl an Ersthelfer </w:t>
            </w:r>
            <w:r>
              <w:rPr>
                <w:rFonts w:ascii="Arial" w:hAnsi="Arial" w:cs="Arial"/>
                <w:bCs/>
              </w:rPr>
              <w:t xml:space="preserve">(Praxisinhaber/Zahnarzt = Ersthelfer) </w:t>
            </w:r>
            <w:r w:rsidRPr="00A445E5">
              <w:rPr>
                <w:rFonts w:ascii="Arial" w:hAnsi="Arial" w:cs="Arial"/>
                <w:bCs/>
              </w:rPr>
              <w:t xml:space="preserve">in der Praxis </w:t>
            </w:r>
            <w:r w:rsidR="000D04DA">
              <w:rPr>
                <w:rFonts w:ascii="Arial" w:hAnsi="Arial" w:cs="Arial"/>
                <w:bCs/>
              </w:rPr>
              <w:t>vorhanden</w:t>
            </w:r>
            <w:r w:rsidRPr="00A445E5">
              <w:rPr>
                <w:rFonts w:ascii="Arial" w:hAnsi="Arial" w:cs="Arial"/>
                <w:bCs/>
              </w:rPr>
              <w:t>?</w:t>
            </w:r>
          </w:p>
          <w:p w14:paraId="014E8F59" w14:textId="77777777" w:rsidR="000D04DA" w:rsidRPr="00C44CF4" w:rsidRDefault="000D04DA" w:rsidP="003C3A63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C44CF4">
              <w:rPr>
                <w:rFonts w:ascii="Arial" w:hAnsi="Arial" w:cs="Arial"/>
                <w:bCs/>
              </w:rPr>
              <w:t xml:space="preserve">Sind zusätzlich Praxismitarbeiter in „Erster Hilfe“ aus- und regelmäßig </w:t>
            </w:r>
            <w:r w:rsidRPr="00C44CF4">
              <w:rPr>
                <w:rFonts w:ascii="Arial" w:hAnsi="Arial" w:cs="Arial"/>
                <w:b/>
                <w:bCs/>
              </w:rPr>
              <w:t>(alle 2 Jahre)</w:t>
            </w:r>
            <w:r w:rsidRPr="00C44CF4">
              <w:rPr>
                <w:rFonts w:ascii="Arial" w:hAnsi="Arial" w:cs="Arial"/>
                <w:bCs/>
              </w:rPr>
              <w:t xml:space="preserve"> fortgebildet (Teilnahmebescheinigungen z.</w:t>
            </w:r>
            <w:r w:rsidR="00323C74">
              <w:rPr>
                <w:rFonts w:ascii="Arial" w:hAnsi="Arial" w:cs="Arial"/>
                <w:bCs/>
              </w:rPr>
              <w:t xml:space="preserve"> </w:t>
            </w:r>
            <w:r w:rsidRPr="00C44CF4">
              <w:rPr>
                <w:rFonts w:ascii="Arial" w:hAnsi="Arial" w:cs="Arial"/>
                <w:bCs/>
              </w:rPr>
              <w:t>B. in der Praxis aufbewahren)?</w:t>
            </w:r>
          </w:p>
          <w:p w14:paraId="3DDDEC19" w14:textId="77777777" w:rsidR="00F1218B" w:rsidRPr="00A445E5" w:rsidRDefault="00F1218B" w:rsidP="003C3A63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A445E5">
              <w:rPr>
                <w:rFonts w:ascii="Arial" w:hAnsi="Arial" w:cs="Arial"/>
                <w:bCs/>
              </w:rPr>
              <w:t>Steht Verbandsmaterial gemäß Normanforderung zur Verfügung?</w:t>
            </w:r>
          </w:p>
          <w:p w14:paraId="05B75FB7" w14:textId="77777777" w:rsidR="00F1218B" w:rsidRPr="00A445E5" w:rsidRDefault="00F1218B" w:rsidP="003C3A63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A445E5">
              <w:rPr>
                <w:rFonts w:ascii="Arial" w:hAnsi="Arial" w:cs="Arial"/>
                <w:bCs/>
              </w:rPr>
              <w:t>Ist der Standort des Verbandkastens lang nachleuchtend gekennzeichnet?</w:t>
            </w:r>
          </w:p>
          <w:p w14:paraId="66DFAC3F" w14:textId="77777777" w:rsidR="00F1218B" w:rsidRPr="00A445E5" w:rsidRDefault="00F1218B" w:rsidP="003C3A63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</w:rPr>
            </w:pPr>
            <w:r w:rsidRPr="00A445E5">
              <w:rPr>
                <w:rFonts w:ascii="Arial" w:hAnsi="Arial" w:cs="Arial"/>
                <w:bCs/>
              </w:rPr>
              <w:t>Wird das Verbandsmaterial regelmäßig auf Vollständigkeit und Verfallsdaten überprüft?</w:t>
            </w:r>
          </w:p>
          <w:p w14:paraId="2DDFD2A4" w14:textId="77777777" w:rsidR="00F1218B" w:rsidRPr="00A445E5" w:rsidRDefault="00F1218B" w:rsidP="003C3A63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A445E5">
              <w:rPr>
                <w:rFonts w:ascii="Arial" w:hAnsi="Arial" w:cs="Arial"/>
                <w:bCs/>
              </w:rPr>
              <w:t xml:space="preserve">Ist ein </w:t>
            </w:r>
            <w:hyperlink r:id="rId46" w:history="1">
              <w:r w:rsidRPr="00D94B23">
                <w:rPr>
                  <w:rStyle w:val="BesuchterHyperlink"/>
                </w:rPr>
                <w:t>Alarmplan für den Notfall</w:t>
              </w:r>
            </w:hyperlink>
            <w:r w:rsidRPr="00A445E5">
              <w:rPr>
                <w:rFonts w:ascii="Arial" w:hAnsi="Arial" w:cs="Arial"/>
                <w:bCs/>
              </w:rPr>
              <w:t xml:space="preserve"> vorhanden, ausgehängt und den Praxismitarbeitern bekannt?</w:t>
            </w:r>
          </w:p>
          <w:p w14:paraId="7EA0AAAD" w14:textId="3F6999C7" w:rsidR="00A17513" w:rsidRPr="00D94B23" w:rsidRDefault="00F1218B" w:rsidP="003C3A63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Style w:val="BesuchterHyperlink"/>
              </w:rPr>
            </w:pPr>
            <w:hyperlink r:id="rId47" w:history="1">
              <w:r w:rsidRPr="00D94B23">
                <w:rPr>
                  <w:rStyle w:val="BesuchterHyperlink"/>
                </w:rPr>
                <w:t xml:space="preserve">Werden die Praxismitarbeiter über die Erste-Hilfe-Maßnahmen </w:t>
              </w:r>
              <w:r w:rsidRPr="00D94B23">
                <w:rPr>
                  <w:rStyle w:val="BesuchterHyperlink"/>
                  <w:b/>
                  <w:bCs/>
                </w:rPr>
                <w:t>vor Tätigkeitsaufnahme</w:t>
              </w:r>
              <w:r w:rsidRPr="00D94B23">
                <w:rPr>
                  <w:rStyle w:val="BesuchterHyperlink"/>
                </w:rPr>
                <w:t xml:space="preserve"> und anschließend </w:t>
              </w:r>
              <w:r w:rsidRPr="00D94B23">
                <w:rPr>
                  <w:rStyle w:val="BesuchterHyperlink"/>
                  <w:b/>
                  <w:bCs/>
                </w:rPr>
                <w:t>jährlich unterwiesen (Dokumentation)</w:t>
              </w:r>
              <w:r w:rsidRPr="00D94B23">
                <w:rPr>
                  <w:rStyle w:val="BesuchterHyperlink"/>
                </w:rPr>
                <w:t>?</w:t>
              </w:r>
            </w:hyperlink>
          </w:p>
          <w:p w14:paraId="74C0AB87" w14:textId="77777777" w:rsidR="00566DF9" w:rsidRPr="00566DF9" w:rsidRDefault="00566DF9" w:rsidP="00566DF9">
            <w:pPr>
              <w:rPr>
                <w:sz w:val="16"/>
                <w:szCs w:val="16"/>
              </w:rPr>
            </w:pPr>
          </w:p>
        </w:tc>
        <w:tc>
          <w:tcPr>
            <w:tcW w:w="578" w:type="dxa"/>
            <w:gridSpan w:val="2"/>
          </w:tcPr>
          <w:p w14:paraId="1E813D7A" w14:textId="77777777" w:rsidR="00F1218B" w:rsidRPr="00A445E5" w:rsidRDefault="00F1218B" w:rsidP="00F1218B">
            <w:pPr>
              <w:jc w:val="center"/>
            </w:pPr>
          </w:p>
          <w:p w14:paraId="5F20264B" w14:textId="77777777" w:rsidR="00F1218B" w:rsidRPr="00D77544" w:rsidRDefault="00F1218B" w:rsidP="00F1218B">
            <w:pPr>
              <w:jc w:val="center"/>
              <w:rPr>
                <w:sz w:val="16"/>
                <w:szCs w:val="16"/>
              </w:rPr>
            </w:pPr>
          </w:p>
          <w:sdt>
            <w:sdtPr>
              <w:id w:val="16285128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69F531" w14:textId="7C8A0567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4EF052DC" w14:textId="77777777" w:rsidR="00F1218B" w:rsidRPr="00D77544" w:rsidRDefault="00F1218B" w:rsidP="00F1218B">
            <w:pPr>
              <w:jc w:val="center"/>
              <w:rPr>
                <w:sz w:val="12"/>
                <w:szCs w:val="12"/>
              </w:rPr>
            </w:pPr>
          </w:p>
          <w:sdt>
            <w:sdtPr>
              <w:id w:val="11461719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A797B6" w14:textId="6464E9DB" w:rsidR="00F1218B" w:rsidRPr="00A445E5" w:rsidRDefault="006D39D2" w:rsidP="003D487F">
                <w:pPr>
                  <w:spacing w:before="60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5C74207E" w14:textId="77777777" w:rsidR="00F1218B" w:rsidRPr="002610B3" w:rsidRDefault="00F1218B" w:rsidP="00F1218B">
            <w:pPr>
              <w:jc w:val="center"/>
              <w:rPr>
                <w:sz w:val="8"/>
                <w:szCs w:val="8"/>
              </w:rPr>
            </w:pPr>
          </w:p>
          <w:sdt>
            <w:sdtPr>
              <w:id w:val="20498700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0F79E2" w14:textId="7B958848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6030282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C3B375" w14:textId="3B1719D5" w:rsidR="00F1218B" w:rsidRDefault="006D39D2" w:rsidP="003D487F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9032073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8C88020" w14:textId="51A781C5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7791797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E7FF54" w14:textId="3712A167" w:rsidR="003D487F" w:rsidRPr="00A445E5" w:rsidRDefault="006D39D2" w:rsidP="003D487F">
                <w:pPr>
                  <w:spacing w:before="60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8631312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3AF9BA" w14:textId="3F07EC96" w:rsidR="003D487F" w:rsidRPr="00A445E5" w:rsidRDefault="006D39D2" w:rsidP="003D487F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728B47F5" w14:textId="77777777" w:rsidR="00F1218B" w:rsidRPr="00014294" w:rsidRDefault="00F1218B" w:rsidP="00F1218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9" w:type="dxa"/>
          </w:tcPr>
          <w:p w14:paraId="645477B7" w14:textId="77777777" w:rsidR="00F1218B" w:rsidRPr="00A445E5" w:rsidRDefault="00F1218B" w:rsidP="00F1218B">
            <w:pPr>
              <w:jc w:val="center"/>
            </w:pPr>
          </w:p>
          <w:p w14:paraId="17818F1C" w14:textId="77777777" w:rsidR="00F1218B" w:rsidRPr="00D77544" w:rsidRDefault="00F1218B" w:rsidP="00F1218B">
            <w:pPr>
              <w:jc w:val="center"/>
              <w:rPr>
                <w:sz w:val="16"/>
                <w:szCs w:val="16"/>
              </w:rPr>
            </w:pPr>
          </w:p>
          <w:sdt>
            <w:sdtPr>
              <w:id w:val="8732035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05BE0AA" w14:textId="5FD492C6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FC6BC24" w14:textId="77777777" w:rsidR="00F1218B" w:rsidRPr="00D77544" w:rsidRDefault="00F1218B" w:rsidP="00F1218B">
            <w:pPr>
              <w:jc w:val="center"/>
              <w:rPr>
                <w:sz w:val="12"/>
                <w:szCs w:val="12"/>
              </w:rPr>
            </w:pPr>
          </w:p>
          <w:sdt>
            <w:sdtPr>
              <w:id w:val="18276259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62C7783" w14:textId="76893A6F" w:rsidR="00F1218B" w:rsidRPr="00A445E5" w:rsidRDefault="006D39D2" w:rsidP="003D487F">
                <w:pPr>
                  <w:spacing w:before="60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2F1AC8A" w14:textId="77777777" w:rsidR="00F1218B" w:rsidRPr="002610B3" w:rsidRDefault="00F1218B" w:rsidP="00F1218B">
            <w:pPr>
              <w:jc w:val="center"/>
              <w:rPr>
                <w:sz w:val="8"/>
                <w:szCs w:val="8"/>
              </w:rPr>
            </w:pPr>
          </w:p>
          <w:sdt>
            <w:sdtPr>
              <w:id w:val="13381078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C74FCB3" w14:textId="2D3D9F2F" w:rsidR="00F1218B" w:rsidRPr="00A445E5" w:rsidRDefault="002610B3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5082435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0F65AD" w14:textId="56EC2327" w:rsidR="003D487F" w:rsidRDefault="006D39D2" w:rsidP="003D487F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7577132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CBC610E" w14:textId="2C2F950D" w:rsidR="003D487F" w:rsidRPr="00A445E5" w:rsidRDefault="006D39D2" w:rsidP="003D487F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6866413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E453AA" w14:textId="6F3CB37A" w:rsidR="003D487F" w:rsidRPr="00A445E5" w:rsidRDefault="00D77544" w:rsidP="003D487F">
                <w:pPr>
                  <w:spacing w:before="60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8263455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F6A8B16" w14:textId="2164748A" w:rsidR="003D487F" w:rsidRPr="00A445E5" w:rsidRDefault="006D39D2" w:rsidP="003D487F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056674CE" w14:textId="77777777" w:rsidR="00F1218B" w:rsidRPr="00014294" w:rsidRDefault="00F1218B" w:rsidP="00F1218B">
            <w:pPr>
              <w:jc w:val="center"/>
              <w:rPr>
                <w:sz w:val="16"/>
                <w:szCs w:val="16"/>
              </w:rPr>
            </w:pPr>
          </w:p>
        </w:tc>
      </w:tr>
      <w:tr w:rsidR="00F1218B" w14:paraId="1FA258ED" w14:textId="77777777" w:rsidTr="005461DE">
        <w:tc>
          <w:tcPr>
            <w:tcW w:w="9952" w:type="dxa"/>
          </w:tcPr>
          <w:p w14:paraId="0D79722C" w14:textId="77777777" w:rsidR="00F1218B" w:rsidRPr="00D94B23" w:rsidRDefault="00F1218B" w:rsidP="00AB47FE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rStyle w:val="BesuchterHyperlink"/>
                <w:b/>
                <w:bCs/>
              </w:rPr>
            </w:pPr>
            <w:hyperlink r:id="rId48" w:history="1">
              <w:r w:rsidRPr="00D94B23">
                <w:rPr>
                  <w:rStyle w:val="BesuchterHyperlink"/>
                  <w:b/>
                  <w:bCs/>
                </w:rPr>
                <w:t>Gefahrstoffe</w:t>
              </w:r>
            </w:hyperlink>
          </w:p>
          <w:p w14:paraId="071DC1FA" w14:textId="77777777" w:rsidR="00F1218B" w:rsidRPr="0088715C" w:rsidRDefault="00F1218B" w:rsidP="0088715C">
            <w:pPr>
              <w:rPr>
                <w:sz w:val="16"/>
                <w:szCs w:val="16"/>
              </w:rPr>
            </w:pPr>
          </w:p>
          <w:p w14:paraId="1BA74BF2" w14:textId="77777777" w:rsidR="00F1218B" w:rsidRDefault="00F1218B" w:rsidP="0088715C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520A32">
              <w:rPr>
                <w:rFonts w:ascii="Arial" w:hAnsi="Arial" w:cs="Arial"/>
                <w:bCs/>
              </w:rPr>
              <w:t>Liegen für alle Gefahrstoffprodukte aktuelle Sicherheitsdatenblätter</w:t>
            </w:r>
            <w:r w:rsidR="00165BEA">
              <w:rPr>
                <w:rFonts w:ascii="Arial" w:hAnsi="Arial" w:cs="Arial"/>
                <w:bCs/>
              </w:rPr>
              <w:t xml:space="preserve"> (SDB)</w:t>
            </w:r>
            <w:r w:rsidRPr="00520A32">
              <w:rPr>
                <w:rFonts w:ascii="Arial" w:hAnsi="Arial" w:cs="Arial"/>
                <w:bCs/>
              </w:rPr>
              <w:t xml:space="preserve"> in Papier- oder Dateiform vor?</w:t>
            </w:r>
          </w:p>
          <w:p w14:paraId="7C193842" w14:textId="77777777" w:rsidR="00165BEA" w:rsidRPr="00520A32" w:rsidRDefault="00165BEA" w:rsidP="0088715C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Werden die Angaben </w:t>
            </w:r>
            <w:r w:rsidR="00395FB9">
              <w:rPr>
                <w:rFonts w:ascii="Arial" w:hAnsi="Arial" w:cs="Arial"/>
                <w:bCs/>
              </w:rPr>
              <w:t>zur Handhabung und</w:t>
            </w:r>
            <w:r>
              <w:rPr>
                <w:rFonts w:ascii="Arial" w:hAnsi="Arial" w:cs="Arial"/>
                <w:bCs/>
              </w:rPr>
              <w:t xml:space="preserve"> Lagerung aus dem SDB beachtet?</w:t>
            </w:r>
          </w:p>
          <w:p w14:paraId="6E9048C4" w14:textId="77777777" w:rsidR="00F1218B" w:rsidRPr="00A445E5" w:rsidRDefault="00F1218B" w:rsidP="0088715C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A445E5">
              <w:rPr>
                <w:rFonts w:ascii="Arial" w:hAnsi="Arial" w:cs="Arial"/>
                <w:bCs/>
              </w:rPr>
              <w:t xml:space="preserve">Sind die </w:t>
            </w:r>
            <w:r w:rsidR="004830FE" w:rsidRPr="004830FE">
              <w:rPr>
                <w:rFonts w:ascii="Arial" w:hAnsi="Arial" w:cs="Arial"/>
                <w:bCs/>
              </w:rPr>
              <w:t xml:space="preserve">SDB </w:t>
            </w:r>
            <w:r w:rsidRPr="00A445E5">
              <w:rPr>
                <w:rFonts w:ascii="Arial" w:hAnsi="Arial" w:cs="Arial"/>
                <w:bCs/>
              </w:rPr>
              <w:t xml:space="preserve">für Beschäftigte mit Gefahrstofftätigkeiten </w:t>
            </w:r>
            <w:r w:rsidR="00165BEA">
              <w:rPr>
                <w:rFonts w:ascii="Arial" w:hAnsi="Arial" w:cs="Arial"/>
                <w:bCs/>
              </w:rPr>
              <w:t>stets</w:t>
            </w:r>
            <w:r w:rsidRPr="00A445E5">
              <w:rPr>
                <w:rFonts w:ascii="Arial" w:hAnsi="Arial" w:cs="Arial"/>
                <w:bCs/>
              </w:rPr>
              <w:t xml:space="preserve"> zugänglich?</w:t>
            </w:r>
          </w:p>
          <w:p w14:paraId="30446CBB" w14:textId="77777777" w:rsidR="00F1218B" w:rsidRPr="00D94B23" w:rsidRDefault="00F1218B" w:rsidP="0088715C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Style w:val="BesuchterHyperlink"/>
              </w:rPr>
            </w:pPr>
            <w:hyperlink r:id="rId49" w:history="1">
              <w:r w:rsidRPr="00D94B23">
                <w:rPr>
                  <w:rStyle w:val="BesuchterHyperlink"/>
                </w:rPr>
                <w:t>Sind vorhandene Gefahrstoffe in einem Gefahrstoffverzeichnis eingetragen?</w:t>
              </w:r>
            </w:hyperlink>
          </w:p>
          <w:p w14:paraId="4C0C2091" w14:textId="5FFB7F50" w:rsidR="00F1218B" w:rsidRPr="00A445E5" w:rsidRDefault="00F1218B" w:rsidP="0088715C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A445E5">
              <w:rPr>
                <w:rFonts w:ascii="Arial" w:hAnsi="Arial" w:cs="Arial"/>
                <w:bCs/>
              </w:rPr>
              <w:t xml:space="preserve">Liegen aktuelle </w:t>
            </w:r>
            <w:hyperlink r:id="rId50" w:history="1">
              <w:r w:rsidRPr="00280171">
                <w:rPr>
                  <w:rStyle w:val="BesuchterHyperlink"/>
                </w:rPr>
                <w:t>Betriebsanweisungen</w:t>
              </w:r>
            </w:hyperlink>
            <w:r w:rsidRPr="00A445E5">
              <w:rPr>
                <w:rFonts w:ascii="Arial" w:hAnsi="Arial" w:cs="Arial"/>
                <w:bCs/>
              </w:rPr>
              <w:t xml:space="preserve"> vor und </w:t>
            </w:r>
            <w:hyperlink r:id="rId51" w:history="1">
              <w:r w:rsidRPr="00280171">
                <w:rPr>
                  <w:rStyle w:val="BesuchterHyperlink"/>
                </w:rPr>
                <w:t xml:space="preserve">werden die Praxismitarbeiter mittels der Betriebsanweisung </w:t>
              </w:r>
              <w:r w:rsidRPr="00280171">
                <w:rPr>
                  <w:rStyle w:val="BesuchterHyperlink"/>
                  <w:b/>
                  <w:bCs/>
                </w:rPr>
                <w:t>vor Tätigkeitsaufnahme</w:t>
              </w:r>
              <w:r w:rsidRPr="00280171">
                <w:rPr>
                  <w:rStyle w:val="BesuchterHyperlink"/>
                </w:rPr>
                <w:t xml:space="preserve"> und anschließend </w:t>
              </w:r>
              <w:r w:rsidRPr="00280171">
                <w:rPr>
                  <w:rStyle w:val="BesuchterHyperlink"/>
                  <w:b/>
                  <w:bCs/>
                </w:rPr>
                <w:t>jährlich unterwiesen (Dokumentation)</w:t>
              </w:r>
            </w:hyperlink>
            <w:r w:rsidRPr="00A445E5">
              <w:rPr>
                <w:rFonts w:ascii="Arial" w:hAnsi="Arial" w:cs="Arial"/>
                <w:bCs/>
              </w:rPr>
              <w:t>?</w:t>
            </w:r>
          </w:p>
          <w:p w14:paraId="084A4454" w14:textId="3DF8902D" w:rsidR="00F1218B" w:rsidRPr="00165BEA" w:rsidRDefault="00F1218B" w:rsidP="0088715C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/>
              </w:rPr>
            </w:pPr>
            <w:hyperlink r:id="rId52" w:history="1">
              <w:r w:rsidRPr="00280171">
                <w:rPr>
                  <w:rStyle w:val="BesuchterHyperlink"/>
                </w:rPr>
                <w:t>Wird vom Praxisinhaber die PSA (Schutzbrille, Mund-Nasen</w:t>
              </w:r>
              <w:r w:rsidR="008D033B" w:rsidRPr="00280171">
                <w:rPr>
                  <w:rStyle w:val="BesuchterHyperlink"/>
                </w:rPr>
                <w:t>-S</w:t>
              </w:r>
              <w:r w:rsidRPr="00280171">
                <w:rPr>
                  <w:rStyle w:val="BesuchterHyperlink"/>
                </w:rPr>
                <w:t>chutz, Chemikalien beständige Schutzhandschuhe</w:t>
              </w:r>
              <w:r w:rsidR="004830FE" w:rsidRPr="00280171">
                <w:rPr>
                  <w:rStyle w:val="BesuchterHyperlink"/>
                </w:rPr>
                <w:t>, etc.</w:t>
              </w:r>
              <w:r w:rsidRPr="00280171">
                <w:rPr>
                  <w:rStyle w:val="BesuchterHyperlink"/>
                </w:rPr>
                <w:t>) in ausreichender Anzahl bereitgestellt und wurde hierüber unterwiesen (Dokumentation)</w:t>
              </w:r>
              <w:r w:rsidR="00872189" w:rsidRPr="00280171">
                <w:rPr>
                  <w:rStyle w:val="BesuchterHyperlink"/>
                </w:rPr>
                <w:t>?</w:t>
              </w:r>
            </w:hyperlink>
          </w:p>
          <w:p w14:paraId="242C0257" w14:textId="77777777" w:rsidR="00165BEA" w:rsidRPr="00165BEA" w:rsidRDefault="00165BEA" w:rsidP="0088715C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</w:rPr>
            </w:pPr>
            <w:r w:rsidRPr="00165BEA">
              <w:rPr>
                <w:rFonts w:ascii="Arial" w:hAnsi="Arial" w:cs="Arial"/>
              </w:rPr>
              <w:t>Sind die ausgewählten Hautreinigungs-, Hautpflege- und Hautschutzmittel in einem Hautschutzplan fest</w:t>
            </w:r>
            <w:r>
              <w:rPr>
                <w:rFonts w:ascii="Arial" w:hAnsi="Arial" w:cs="Arial"/>
              </w:rPr>
              <w:t>ge</w:t>
            </w:r>
            <w:r w:rsidRPr="00165BEA">
              <w:rPr>
                <w:rFonts w:ascii="Arial" w:hAnsi="Arial" w:cs="Arial"/>
              </w:rPr>
              <w:t>leg</w:t>
            </w:r>
            <w:r>
              <w:rPr>
                <w:rFonts w:ascii="Arial" w:hAnsi="Arial" w:cs="Arial"/>
              </w:rPr>
              <w:t xml:space="preserve">t </w:t>
            </w:r>
            <w:hyperlink r:id="rId53" w:history="1">
              <w:r w:rsidRPr="00165DC0">
                <w:rPr>
                  <w:rStyle w:val="BesuchterHyperlink"/>
                </w:rPr>
                <w:t>(</w:t>
              </w:r>
              <w:r w:rsidR="00FA7512" w:rsidRPr="00165DC0">
                <w:rPr>
                  <w:rStyle w:val="BesuchterHyperlink"/>
                </w:rPr>
                <w:t>Muster-Dokument im PRAXIS-Handbuch</w:t>
              </w:r>
              <w:r w:rsidRPr="00165DC0">
                <w:rPr>
                  <w:rStyle w:val="BesuchterHyperlink"/>
                </w:rPr>
                <w:t xml:space="preserve"> der LZK BW)</w:t>
              </w:r>
            </w:hyperlink>
            <w:r>
              <w:rPr>
                <w:rFonts w:ascii="Arial" w:hAnsi="Arial" w:cs="Arial"/>
              </w:rPr>
              <w:t xml:space="preserve"> </w:t>
            </w:r>
            <w:r w:rsidRPr="00165BEA">
              <w:rPr>
                <w:rFonts w:ascii="Arial" w:hAnsi="Arial" w:cs="Arial"/>
              </w:rPr>
              <w:t xml:space="preserve">und </w:t>
            </w:r>
            <w:r>
              <w:rPr>
                <w:rFonts w:ascii="Arial" w:hAnsi="Arial" w:cs="Arial"/>
              </w:rPr>
              <w:t xml:space="preserve">ist </w:t>
            </w:r>
            <w:r w:rsidRPr="00165BEA">
              <w:rPr>
                <w:rFonts w:ascii="Arial" w:hAnsi="Arial" w:cs="Arial"/>
              </w:rPr>
              <w:t>diese</w:t>
            </w:r>
            <w:r>
              <w:rPr>
                <w:rFonts w:ascii="Arial" w:hAnsi="Arial" w:cs="Arial"/>
              </w:rPr>
              <w:t>r</w:t>
            </w:r>
            <w:r w:rsidRPr="00165BEA">
              <w:rPr>
                <w:rFonts w:ascii="Arial" w:hAnsi="Arial" w:cs="Arial"/>
              </w:rPr>
              <w:t xml:space="preserve"> aus</w:t>
            </w:r>
            <w:r>
              <w:rPr>
                <w:rFonts w:ascii="Arial" w:hAnsi="Arial" w:cs="Arial"/>
              </w:rPr>
              <w:t>ge</w:t>
            </w:r>
            <w:r w:rsidRPr="00165BEA">
              <w:rPr>
                <w:rFonts w:ascii="Arial" w:hAnsi="Arial" w:cs="Arial"/>
              </w:rPr>
              <w:t>häng</w:t>
            </w:r>
            <w:r>
              <w:rPr>
                <w:rFonts w:ascii="Arial" w:hAnsi="Arial" w:cs="Arial"/>
              </w:rPr>
              <w:t>t?</w:t>
            </w:r>
          </w:p>
          <w:p w14:paraId="47628372" w14:textId="77777777" w:rsidR="003366AB" w:rsidRPr="0088715C" w:rsidRDefault="003366AB" w:rsidP="0088715C">
            <w:pPr>
              <w:rPr>
                <w:sz w:val="16"/>
                <w:szCs w:val="16"/>
              </w:rPr>
            </w:pPr>
          </w:p>
        </w:tc>
        <w:tc>
          <w:tcPr>
            <w:tcW w:w="578" w:type="dxa"/>
            <w:gridSpan w:val="2"/>
          </w:tcPr>
          <w:p w14:paraId="29597CF7" w14:textId="77777777" w:rsidR="00F1218B" w:rsidRPr="005125B8" w:rsidRDefault="00F1218B" w:rsidP="00F1218B">
            <w:pPr>
              <w:jc w:val="center"/>
              <w:rPr>
                <w:sz w:val="16"/>
                <w:szCs w:val="16"/>
              </w:rPr>
            </w:pPr>
          </w:p>
          <w:p w14:paraId="691BCD52" w14:textId="77777777" w:rsidR="00F1218B" w:rsidRPr="005125B8" w:rsidRDefault="00F1218B" w:rsidP="00F1218B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-16584504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A0A877" w14:textId="04C05EE7" w:rsidR="00F1218B" w:rsidRPr="00A445E5" w:rsidRDefault="00DB697D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06BC9BA" w14:textId="77777777" w:rsidR="00F1218B" w:rsidRPr="002610B3" w:rsidRDefault="00F1218B" w:rsidP="00F1218B">
            <w:pPr>
              <w:jc w:val="center"/>
              <w:rPr>
                <w:sz w:val="16"/>
                <w:szCs w:val="16"/>
              </w:rPr>
            </w:pPr>
          </w:p>
          <w:sdt>
            <w:sdtPr>
              <w:id w:val="-9322790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226BF03" w14:textId="4BE16A28" w:rsidR="00F1218B" w:rsidRDefault="00DB697D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8634445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7A92C9" w14:textId="3632C3DA" w:rsidR="00F1218B" w:rsidRDefault="00DB697D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2496637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05DE170" w14:textId="3EFD9612" w:rsidR="00F1218B" w:rsidRPr="00A445E5" w:rsidRDefault="00DB697D" w:rsidP="00743B02">
                <w:pPr>
                  <w:spacing w:before="40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609328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9E7D47" w14:textId="2BCEBE5A" w:rsidR="00F1218B" w:rsidRDefault="00DB697D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5BAEC35" w14:textId="4F049FAB" w:rsidR="002610B3" w:rsidRDefault="002610B3" w:rsidP="00165BEA">
            <w:pPr>
              <w:jc w:val="center"/>
              <w:rPr>
                <w:sz w:val="14"/>
                <w:szCs w:val="14"/>
              </w:rPr>
            </w:pPr>
          </w:p>
          <w:p w14:paraId="7F6E4AF8" w14:textId="77777777" w:rsidR="002610B3" w:rsidRPr="005125B8" w:rsidRDefault="002610B3" w:rsidP="00165BEA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20266235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D83F1BB" w14:textId="63A901E7" w:rsidR="00165BEA" w:rsidRDefault="00DB697D" w:rsidP="00165BEA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0D916F94" w14:textId="0633792A" w:rsidR="002610B3" w:rsidRDefault="002610B3" w:rsidP="00165BEA">
            <w:pPr>
              <w:jc w:val="center"/>
              <w:rPr>
                <w:sz w:val="20"/>
                <w:szCs w:val="20"/>
              </w:rPr>
            </w:pPr>
          </w:p>
          <w:p w14:paraId="7FBBFA53" w14:textId="77777777" w:rsidR="005125B8" w:rsidRPr="005125B8" w:rsidRDefault="005125B8" w:rsidP="00165BEA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19950653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93909C0" w14:textId="2CACD655" w:rsidR="00165BEA" w:rsidRPr="00A445E5" w:rsidRDefault="00DB697D" w:rsidP="00165BEA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0C37D6F5" w14:textId="77777777" w:rsidR="00F1218B" w:rsidRPr="00A445E5" w:rsidRDefault="00F1218B" w:rsidP="00F1218B">
            <w:pPr>
              <w:jc w:val="center"/>
            </w:pPr>
          </w:p>
        </w:tc>
        <w:tc>
          <w:tcPr>
            <w:tcW w:w="669" w:type="dxa"/>
          </w:tcPr>
          <w:p w14:paraId="553E1E10" w14:textId="77777777" w:rsidR="00F1218B" w:rsidRPr="005125B8" w:rsidRDefault="00F1218B" w:rsidP="00F1218B">
            <w:pPr>
              <w:jc w:val="center"/>
              <w:rPr>
                <w:sz w:val="16"/>
                <w:szCs w:val="16"/>
              </w:rPr>
            </w:pPr>
          </w:p>
          <w:p w14:paraId="4B143A55" w14:textId="77777777" w:rsidR="00F1218B" w:rsidRPr="005125B8" w:rsidRDefault="00F1218B" w:rsidP="00F1218B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7118569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0EA5A5" w14:textId="3FA5EFA1" w:rsidR="00F1218B" w:rsidRPr="00A445E5" w:rsidRDefault="00DB697D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6F591D1" w14:textId="77777777" w:rsidR="00F1218B" w:rsidRPr="002610B3" w:rsidRDefault="00F1218B" w:rsidP="00F1218B">
            <w:pPr>
              <w:jc w:val="center"/>
              <w:rPr>
                <w:sz w:val="16"/>
                <w:szCs w:val="16"/>
              </w:rPr>
            </w:pPr>
          </w:p>
          <w:sdt>
            <w:sdtPr>
              <w:id w:val="1628288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E7E7D3" w14:textId="7C948B86" w:rsidR="00F1218B" w:rsidRDefault="00DB697D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6683983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CB56EE1" w14:textId="29B2FF78" w:rsidR="00F1218B" w:rsidRDefault="00DB697D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8448646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6B96DD" w14:textId="72E9321F" w:rsidR="00F1218B" w:rsidRPr="00A445E5" w:rsidRDefault="00DB697D" w:rsidP="00743B02">
                <w:pPr>
                  <w:spacing w:before="40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8533048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87700E" w14:textId="401F7691" w:rsidR="00F1218B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27E2A5C6" w14:textId="77777777" w:rsidR="00165BEA" w:rsidRPr="002610B3" w:rsidRDefault="00165BEA" w:rsidP="00165BEA">
            <w:pPr>
              <w:jc w:val="center"/>
              <w:rPr>
                <w:sz w:val="14"/>
                <w:szCs w:val="14"/>
              </w:rPr>
            </w:pPr>
          </w:p>
          <w:p w14:paraId="3CFE6ADB" w14:textId="77777777" w:rsidR="00165BEA" w:rsidRPr="005125B8" w:rsidRDefault="00165BEA" w:rsidP="00165BEA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4054530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75629CE" w14:textId="6B61EF96" w:rsidR="00165BEA" w:rsidRDefault="00DB697D" w:rsidP="00165BEA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05D80E3D" w14:textId="23B7FD04" w:rsidR="002610B3" w:rsidRDefault="002610B3" w:rsidP="00165BEA">
            <w:pPr>
              <w:jc w:val="center"/>
              <w:rPr>
                <w:sz w:val="20"/>
                <w:szCs w:val="20"/>
              </w:rPr>
            </w:pPr>
          </w:p>
          <w:p w14:paraId="64725938" w14:textId="77777777" w:rsidR="005125B8" w:rsidRPr="005125B8" w:rsidRDefault="005125B8" w:rsidP="00165BEA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18748785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16C4DC" w14:textId="7FFF727C" w:rsidR="00165BEA" w:rsidRDefault="00DB697D" w:rsidP="00165BEA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7B8B0742" w14:textId="77777777" w:rsidR="00165BEA" w:rsidRPr="00A445E5" w:rsidRDefault="00165BEA" w:rsidP="00165BEA">
            <w:pPr>
              <w:jc w:val="center"/>
            </w:pPr>
          </w:p>
        </w:tc>
      </w:tr>
      <w:tr w:rsidR="00B2043C" w14:paraId="70D5D921" w14:textId="77777777" w:rsidTr="005461DE">
        <w:tc>
          <w:tcPr>
            <w:tcW w:w="9952" w:type="dxa"/>
          </w:tcPr>
          <w:p w14:paraId="323A4FF2" w14:textId="77777777" w:rsidR="00B2043C" w:rsidRPr="003E0341" w:rsidRDefault="00B2043C" w:rsidP="00AB47FE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rStyle w:val="BesuchterHyperlink"/>
                <w:b/>
                <w:bCs/>
              </w:rPr>
            </w:pPr>
            <w:hyperlink r:id="rId54" w:history="1">
              <w:r w:rsidRPr="003E0341">
                <w:rPr>
                  <w:rStyle w:val="BesuchterHyperlink"/>
                  <w:b/>
                  <w:bCs/>
                </w:rPr>
                <w:t>Hygiene</w:t>
              </w:r>
            </w:hyperlink>
          </w:p>
          <w:p w14:paraId="0219B436" w14:textId="77777777" w:rsidR="00B2043C" w:rsidRPr="00CB4B97" w:rsidRDefault="00B2043C" w:rsidP="00CB4B97">
            <w:pPr>
              <w:rPr>
                <w:sz w:val="16"/>
                <w:szCs w:val="16"/>
              </w:rPr>
            </w:pPr>
          </w:p>
          <w:p w14:paraId="2F231F0F" w14:textId="77777777" w:rsidR="00B2043C" w:rsidRPr="00280171" w:rsidRDefault="00B2043C" w:rsidP="00CB4B97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Style w:val="BesuchterHyperlink"/>
              </w:rPr>
            </w:pPr>
            <w:hyperlink r:id="rId55" w:history="1">
              <w:r w:rsidRPr="00280171">
                <w:rPr>
                  <w:rStyle w:val="BesuchterHyperlink"/>
                </w:rPr>
                <w:t>Ist in der Praxis ein aktueller Hygieneplan vorhanden und sichtbar ausgehängt?</w:t>
              </w:r>
            </w:hyperlink>
          </w:p>
          <w:p w14:paraId="716B5911" w14:textId="050E2AB4" w:rsidR="00B2043C" w:rsidRPr="00280171" w:rsidRDefault="00B2043C" w:rsidP="00CB4B97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Style w:val="BesuchterHyperlink"/>
              </w:rPr>
            </w:pPr>
            <w:hyperlink r:id="rId56" w:history="1">
              <w:r w:rsidRPr="00280171">
                <w:rPr>
                  <w:rStyle w:val="BesuchterHyperlink"/>
                </w:rPr>
                <w:t xml:space="preserve">Werden die Praxismitarbeiter über die Maßnahmen des Hygieneplans </w:t>
              </w:r>
              <w:r w:rsidRPr="00165DC0">
                <w:rPr>
                  <w:rStyle w:val="BesuchterHyperlink"/>
                  <w:b/>
                  <w:bCs/>
                </w:rPr>
                <w:t>vor Tätigkeits</w:t>
              </w:r>
              <w:r w:rsidR="003667E1" w:rsidRPr="00165DC0">
                <w:rPr>
                  <w:rStyle w:val="BesuchterHyperlink"/>
                  <w:b/>
                  <w:bCs/>
                </w:rPr>
                <w:t>-</w:t>
              </w:r>
              <w:r w:rsidRPr="00165DC0">
                <w:rPr>
                  <w:rStyle w:val="BesuchterHyperlink"/>
                  <w:b/>
                  <w:bCs/>
                </w:rPr>
                <w:t>aufnahme</w:t>
              </w:r>
              <w:r w:rsidRPr="00280171">
                <w:rPr>
                  <w:rStyle w:val="BesuchterHyperlink"/>
                </w:rPr>
                <w:t xml:space="preserve"> und anschließend </w:t>
              </w:r>
              <w:r w:rsidRPr="00165DC0">
                <w:rPr>
                  <w:rStyle w:val="BesuchterHyperlink"/>
                  <w:b/>
                  <w:bCs/>
                </w:rPr>
                <w:t>jährlich unterwiesen, Auszubildende halbjährlich</w:t>
              </w:r>
              <w:r w:rsidRPr="00280171">
                <w:rPr>
                  <w:rStyle w:val="BesuchterHyperlink"/>
                </w:rPr>
                <w:t xml:space="preserve"> </w:t>
              </w:r>
              <w:r w:rsidRPr="00165DC0">
                <w:rPr>
                  <w:rStyle w:val="BesuchterHyperlink"/>
                  <w:b/>
                  <w:bCs/>
                </w:rPr>
                <w:t>(Dokumentation)</w:t>
              </w:r>
              <w:r w:rsidRPr="00280171">
                <w:rPr>
                  <w:rStyle w:val="BesuchterHyperlink"/>
                </w:rPr>
                <w:t>?</w:t>
              </w:r>
            </w:hyperlink>
          </w:p>
          <w:p w14:paraId="3E44D11E" w14:textId="77777777" w:rsidR="00B2043C" w:rsidRPr="00014294" w:rsidRDefault="00B2043C" w:rsidP="00B2043C">
            <w:pPr>
              <w:pStyle w:val="KeinLeerraum"/>
              <w:rPr>
                <w:sz w:val="16"/>
                <w:szCs w:val="16"/>
              </w:rPr>
            </w:pPr>
          </w:p>
        </w:tc>
        <w:tc>
          <w:tcPr>
            <w:tcW w:w="578" w:type="dxa"/>
            <w:gridSpan w:val="2"/>
          </w:tcPr>
          <w:p w14:paraId="7117541F" w14:textId="77777777" w:rsidR="00B2043C" w:rsidRPr="005125B8" w:rsidRDefault="00B2043C" w:rsidP="00B2043C">
            <w:pPr>
              <w:jc w:val="center"/>
              <w:rPr>
                <w:sz w:val="16"/>
                <w:szCs w:val="16"/>
              </w:rPr>
            </w:pPr>
          </w:p>
          <w:p w14:paraId="27031C81" w14:textId="77777777" w:rsidR="00B2043C" w:rsidRPr="0054044B" w:rsidRDefault="00B2043C" w:rsidP="00B2043C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12029845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69426D" w14:textId="0248A232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7203347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A2626F8" w14:textId="1DA17608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74B1A3A0" w14:textId="77777777" w:rsidR="00B2043C" w:rsidRPr="00A445E5" w:rsidRDefault="00B2043C" w:rsidP="00B2043C">
            <w:pPr>
              <w:jc w:val="center"/>
            </w:pPr>
          </w:p>
        </w:tc>
        <w:tc>
          <w:tcPr>
            <w:tcW w:w="669" w:type="dxa"/>
          </w:tcPr>
          <w:p w14:paraId="5DDF1F6B" w14:textId="77777777" w:rsidR="00B2043C" w:rsidRPr="005125B8" w:rsidRDefault="00B2043C" w:rsidP="00B2043C">
            <w:pPr>
              <w:jc w:val="center"/>
              <w:rPr>
                <w:sz w:val="16"/>
                <w:szCs w:val="16"/>
              </w:rPr>
            </w:pPr>
          </w:p>
          <w:p w14:paraId="53C53418" w14:textId="77777777" w:rsidR="00B2043C" w:rsidRPr="0054044B" w:rsidRDefault="00B2043C" w:rsidP="00B2043C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15473378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F6C6FF5" w14:textId="49587F93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9171387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0FF1C8" w14:textId="57296F94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14BB4F17" w14:textId="77777777" w:rsidR="00B2043C" w:rsidRPr="00A445E5" w:rsidRDefault="00B2043C" w:rsidP="00B2043C">
            <w:pPr>
              <w:jc w:val="center"/>
            </w:pPr>
          </w:p>
        </w:tc>
      </w:tr>
    </w:tbl>
    <w:p w14:paraId="2947BE7A" w14:textId="77777777" w:rsidR="00C3315C" w:rsidRDefault="00C3315C" w:rsidP="00AB47FE">
      <w:pPr>
        <w:pStyle w:val="Listenabsatz"/>
        <w:numPr>
          <w:ilvl w:val="0"/>
          <w:numId w:val="5"/>
        </w:numPr>
        <w:spacing w:after="0" w:line="240" w:lineRule="auto"/>
        <w:sectPr w:rsidR="00C3315C" w:rsidSect="005461DE">
          <w:pgSz w:w="11906" w:h="16838"/>
          <w:pgMar w:top="908" w:right="720" w:bottom="567" w:left="284" w:header="283" w:footer="283" w:gutter="0"/>
          <w:cols w:space="708"/>
          <w:docGrid w:linePitch="299"/>
        </w:sectPr>
      </w:pPr>
    </w:p>
    <w:tbl>
      <w:tblPr>
        <w:tblStyle w:val="Tabellenraster"/>
        <w:tblW w:w="11199" w:type="dxa"/>
        <w:tblInd w:w="108" w:type="dxa"/>
        <w:tblLook w:val="04A0" w:firstRow="1" w:lastRow="0" w:firstColumn="1" w:lastColumn="0" w:noHBand="0" w:noVBand="1"/>
      </w:tblPr>
      <w:tblGrid>
        <w:gridCol w:w="9952"/>
        <w:gridCol w:w="13"/>
        <w:gridCol w:w="565"/>
        <w:gridCol w:w="669"/>
      </w:tblGrid>
      <w:tr w:rsidR="00C3315C" w14:paraId="04AC96EA" w14:textId="77777777" w:rsidTr="00A94AEC">
        <w:tc>
          <w:tcPr>
            <w:tcW w:w="9965" w:type="dxa"/>
            <w:gridSpan w:val="2"/>
          </w:tcPr>
          <w:p w14:paraId="52283CA0" w14:textId="77777777" w:rsidR="00C3315C" w:rsidRPr="00136BD8" w:rsidRDefault="00C3315C" w:rsidP="00A94AEC">
            <w:pPr>
              <w:rPr>
                <w:b/>
                <w:bCs/>
              </w:rPr>
            </w:pPr>
          </w:p>
        </w:tc>
        <w:tc>
          <w:tcPr>
            <w:tcW w:w="565" w:type="dxa"/>
          </w:tcPr>
          <w:p w14:paraId="6CAAB89D" w14:textId="77777777" w:rsidR="00C3315C" w:rsidRPr="006F4DF2" w:rsidRDefault="00C3315C" w:rsidP="00A94AEC">
            <w:pPr>
              <w:jc w:val="center"/>
              <w:rPr>
                <w:b/>
                <w:bCs/>
              </w:rPr>
            </w:pPr>
            <w:r w:rsidRPr="006F4DF2">
              <w:rPr>
                <w:b/>
                <w:bCs/>
              </w:rPr>
              <w:t>Ja</w:t>
            </w:r>
          </w:p>
        </w:tc>
        <w:tc>
          <w:tcPr>
            <w:tcW w:w="669" w:type="dxa"/>
          </w:tcPr>
          <w:p w14:paraId="6C794DDA" w14:textId="77777777" w:rsidR="00C3315C" w:rsidRPr="006F4DF2" w:rsidRDefault="00C3315C" w:rsidP="00A94AEC">
            <w:pPr>
              <w:ind w:left="-124" w:right="-108"/>
              <w:jc w:val="center"/>
              <w:rPr>
                <w:b/>
                <w:bCs/>
              </w:rPr>
            </w:pPr>
            <w:r w:rsidRPr="006F4DF2">
              <w:rPr>
                <w:b/>
                <w:bCs/>
              </w:rPr>
              <w:t>Nein</w:t>
            </w:r>
          </w:p>
        </w:tc>
      </w:tr>
      <w:tr w:rsidR="00B2043C" w14:paraId="69B2EA9F" w14:textId="77777777" w:rsidTr="005461DE">
        <w:tc>
          <w:tcPr>
            <w:tcW w:w="9952" w:type="dxa"/>
          </w:tcPr>
          <w:p w14:paraId="56F7B488" w14:textId="77777777" w:rsidR="000E6C6F" w:rsidRPr="000E6C6F" w:rsidRDefault="00B2043C" w:rsidP="00AB47FE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b/>
              </w:rPr>
            </w:pPr>
            <w:hyperlink r:id="rId57" w:history="1">
              <w:r w:rsidRPr="003E0341">
                <w:rPr>
                  <w:rStyle w:val="BesuchterHyperlink"/>
                  <w:b/>
                  <w:bCs/>
                </w:rPr>
                <w:t>Laser</w:t>
              </w:r>
            </w:hyperlink>
            <w:r w:rsidRPr="003E0341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- </w:t>
            </w:r>
            <w:r w:rsidR="004502A6">
              <w:rPr>
                <w:rFonts w:ascii="Arial" w:hAnsi="Arial" w:cs="Arial"/>
                <w:b/>
              </w:rPr>
              <w:t>(die Ziffer 12</w:t>
            </w:r>
            <w:r w:rsidR="000D04DA">
              <w:rPr>
                <w:rFonts w:ascii="Arial" w:hAnsi="Arial" w:cs="Arial"/>
                <w:b/>
              </w:rPr>
              <w:t xml:space="preserve"> ist nur zu bearbeiten, wenn in der Praxis ein </w:t>
            </w:r>
            <w:r w:rsidR="000D04DA">
              <w:rPr>
                <w:rFonts w:ascii="Arial" w:hAnsi="Arial" w:cs="Arial"/>
                <w:b/>
                <w:i/>
              </w:rPr>
              <w:t>Chirurgie-Lasergerät</w:t>
            </w:r>
          </w:p>
          <w:p w14:paraId="77D5B4D2" w14:textId="77777777" w:rsidR="00B2043C" w:rsidRPr="00A445E5" w:rsidRDefault="000E6C6F" w:rsidP="000E6C6F">
            <w:pPr>
              <w:pStyle w:val="Listenabsatz"/>
              <w:spacing w:after="0" w:line="240" w:lineRule="auto"/>
              <w:ind w:left="457"/>
              <w:rPr>
                <w:rFonts w:ascii="Arial" w:hAnsi="Arial" w:cs="Arial"/>
                <w:b/>
              </w:rPr>
            </w:pPr>
            <w:r w:rsidRPr="00AB47FE">
              <w:rPr>
                <w:rFonts w:ascii="Arial" w:hAnsi="Arial" w:cs="Arial"/>
                <w:b/>
              </w:rPr>
              <w:t xml:space="preserve"> </w:t>
            </w:r>
            <w:r w:rsidR="00AB47FE" w:rsidRPr="00AB47FE">
              <w:rPr>
                <w:rFonts w:ascii="Arial" w:hAnsi="Arial" w:cs="Arial"/>
                <w:b/>
              </w:rPr>
              <w:t xml:space="preserve"> </w:t>
            </w:r>
            <w:r w:rsidR="00AB47FE">
              <w:rPr>
                <w:rFonts w:ascii="Arial" w:hAnsi="Arial" w:cs="Arial"/>
                <w:b/>
              </w:rPr>
              <w:t xml:space="preserve"> b</w:t>
            </w:r>
            <w:r w:rsidR="000D04DA" w:rsidRPr="00DA30A8">
              <w:rPr>
                <w:rFonts w:ascii="Arial" w:hAnsi="Arial" w:cs="Arial"/>
                <w:b/>
              </w:rPr>
              <w:t>etrieben wird</w:t>
            </w:r>
            <w:r w:rsidR="000D04DA">
              <w:rPr>
                <w:rFonts w:ascii="Arial" w:hAnsi="Arial" w:cs="Arial"/>
                <w:b/>
                <w:i/>
              </w:rPr>
              <w:t>)</w:t>
            </w:r>
          </w:p>
          <w:p w14:paraId="5C86E050" w14:textId="77777777" w:rsidR="00B2043C" w:rsidRPr="00A445E5" w:rsidRDefault="00B2043C" w:rsidP="00B2043C">
            <w:pPr>
              <w:pStyle w:val="Listenabsatz"/>
              <w:spacing w:after="0" w:line="240" w:lineRule="auto"/>
              <w:ind w:left="612"/>
              <w:rPr>
                <w:rFonts w:ascii="Arial" w:hAnsi="Arial" w:cs="Arial"/>
                <w:sz w:val="16"/>
                <w:szCs w:val="16"/>
              </w:rPr>
            </w:pPr>
          </w:p>
          <w:p w14:paraId="3D583900" w14:textId="77777777" w:rsidR="00B2043C" w:rsidRPr="00A445E5" w:rsidRDefault="00B2043C" w:rsidP="003667E1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A445E5">
              <w:rPr>
                <w:rFonts w:ascii="Arial" w:hAnsi="Arial" w:cs="Arial"/>
                <w:bCs/>
              </w:rPr>
              <w:t>Liegt eine aktuelle Gebrauchsanweisung vor?</w:t>
            </w:r>
          </w:p>
          <w:p w14:paraId="7C8F89F7" w14:textId="77777777" w:rsidR="00B2043C" w:rsidRPr="00A445E5" w:rsidRDefault="00B2043C" w:rsidP="003667E1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hyperlink r:id="rId58" w:history="1">
              <w:r w:rsidRPr="00280171">
                <w:rPr>
                  <w:rStyle w:val="BesuchterHyperlink"/>
                </w:rPr>
                <w:t>Werden die Hersteller-Anforderungen an die Sicherheitstechnische Kontrollen (STK) und ggf. Wartungen erfüllt?</w:t>
              </w:r>
            </w:hyperlink>
          </w:p>
          <w:p w14:paraId="29ACC82F" w14:textId="77777777" w:rsidR="00B2043C" w:rsidRPr="00A445E5" w:rsidRDefault="00B2043C" w:rsidP="003667E1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A445E5">
              <w:rPr>
                <w:rFonts w:ascii="Arial" w:hAnsi="Arial" w:cs="Arial"/>
                <w:bCs/>
              </w:rPr>
              <w:t xml:space="preserve">Wird das Chirurgie-Lasergerät der Klasse 3 B, 3 R oder 4 im </w:t>
            </w:r>
            <w:hyperlink r:id="rId59" w:history="1">
              <w:r w:rsidRPr="00280171">
                <w:rPr>
                  <w:rStyle w:val="BesuchterHyperlink"/>
                </w:rPr>
                <w:t>Bestandsverzeichnis</w:t>
              </w:r>
            </w:hyperlink>
            <w:r w:rsidRPr="00280171">
              <w:rPr>
                <w:rStyle w:val="BesuchterHyperlink"/>
              </w:rPr>
              <w:t xml:space="preserve"> </w:t>
            </w:r>
            <w:r w:rsidRPr="00C40E68">
              <w:rPr>
                <w:rFonts w:ascii="Arial" w:hAnsi="Arial" w:cs="Arial"/>
                <w:b/>
                <w:bCs/>
              </w:rPr>
              <w:t>(Aufbewahrungsfrist: für die Dauer des Gerätebetriebs)</w:t>
            </w:r>
            <w:r w:rsidRPr="00A445E5">
              <w:rPr>
                <w:rFonts w:ascii="Arial" w:hAnsi="Arial" w:cs="Arial"/>
                <w:bCs/>
              </w:rPr>
              <w:t xml:space="preserve"> und im </w:t>
            </w:r>
            <w:hyperlink r:id="rId60" w:history="1">
              <w:r w:rsidRPr="00280171">
                <w:rPr>
                  <w:rStyle w:val="BesuchterHyperlink"/>
                </w:rPr>
                <w:t>Medizinproduktebuch</w:t>
              </w:r>
            </w:hyperlink>
            <w:r w:rsidRPr="00A445E5">
              <w:rPr>
                <w:rFonts w:ascii="Arial" w:hAnsi="Arial" w:cs="Arial"/>
                <w:bCs/>
              </w:rPr>
              <w:t xml:space="preserve"> geführt </w:t>
            </w:r>
            <w:r w:rsidRPr="00A445E5">
              <w:rPr>
                <w:rFonts w:ascii="Arial" w:hAnsi="Arial" w:cs="Arial"/>
                <w:b/>
                <w:bCs/>
              </w:rPr>
              <w:t>(Aufbewahrungs</w:t>
            </w:r>
            <w:r>
              <w:rPr>
                <w:rFonts w:ascii="Arial" w:hAnsi="Arial" w:cs="Arial"/>
                <w:b/>
                <w:bCs/>
              </w:rPr>
              <w:t>frist</w:t>
            </w:r>
            <w:r w:rsidRPr="00A445E5">
              <w:rPr>
                <w:rFonts w:ascii="Arial" w:hAnsi="Arial" w:cs="Arial"/>
                <w:b/>
                <w:bCs/>
              </w:rPr>
              <w:t>: 5 Jahre nach Außerbetriebnahme)</w:t>
            </w:r>
            <w:r w:rsidRPr="00A445E5">
              <w:rPr>
                <w:rFonts w:ascii="Arial" w:hAnsi="Arial" w:cs="Arial"/>
                <w:bCs/>
              </w:rPr>
              <w:t>?</w:t>
            </w:r>
          </w:p>
          <w:p w14:paraId="64888BDD" w14:textId="77777777" w:rsidR="00B2043C" w:rsidRPr="00A445E5" w:rsidRDefault="00B2043C" w:rsidP="003667E1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hyperlink r:id="rId61" w:history="1">
              <w:r w:rsidRPr="00280171">
                <w:rPr>
                  <w:rStyle w:val="BesuchterHyperlink"/>
                </w:rPr>
                <w:t>Ist für den Betrieb von Lasern der Klasse 3 B, 3 R oder 4 eine aktuelle Betriebsanweisung erstellt?</w:t>
              </w:r>
            </w:hyperlink>
          </w:p>
          <w:p w14:paraId="656A807D" w14:textId="194BEBBE" w:rsidR="00B2043C" w:rsidRPr="00A445E5" w:rsidRDefault="00B2043C" w:rsidP="003667E1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hyperlink r:id="rId62" w:history="1">
              <w:r w:rsidRPr="00280171">
                <w:rPr>
                  <w:rStyle w:val="BesuchterHyperlink"/>
                </w:rPr>
                <w:t xml:space="preserve">Ist das Verfahren zur Meldung von </w:t>
              </w:r>
              <w:r w:rsidR="00D74A61">
                <w:rPr>
                  <w:rStyle w:val="BesuchterHyperlink"/>
                </w:rPr>
                <w:t xml:space="preserve">schwerwiegenden </w:t>
              </w:r>
              <w:r w:rsidRPr="00280171">
                <w:rPr>
                  <w:rStyle w:val="BesuchterHyperlink"/>
                </w:rPr>
                <w:t>Vorkommnissen an das Bundesinstitut für Arzneimittel und Medizinprodukte (BfArM) bekannt?</w:t>
              </w:r>
            </w:hyperlink>
          </w:p>
          <w:p w14:paraId="41D02822" w14:textId="77777777" w:rsidR="00B2043C" w:rsidRPr="00A445E5" w:rsidRDefault="00B2043C" w:rsidP="003667E1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hyperlink r:id="rId63" w:history="1">
              <w:r w:rsidRPr="00280171">
                <w:rPr>
                  <w:rStyle w:val="BesuchterHyperlink"/>
                </w:rPr>
                <w:t>Ist ggf. eine angestellte sachkundige Person (z. B. angestellter Zahnarzt/ Zahnärztin) aus der Pra</w:t>
              </w:r>
              <w:r w:rsidR="004502A6" w:rsidRPr="00280171">
                <w:rPr>
                  <w:rStyle w:val="BesuchterHyperlink"/>
                </w:rPr>
                <w:t>xis schriftlich zum Laserschutz</w:t>
              </w:r>
              <w:r w:rsidRPr="00280171">
                <w:rPr>
                  <w:rStyle w:val="BesuchterHyperlink"/>
                </w:rPr>
                <w:t>beauftragten bestellt</w:t>
              </w:r>
              <w:r w:rsidRPr="00EE48CA">
                <w:rPr>
                  <w:rStyle w:val="Hyperlink"/>
                  <w:rFonts w:ascii="Arial" w:hAnsi="Arial" w:cs="Arial"/>
                  <w:bCs/>
                </w:rPr>
                <w:t>?</w:t>
              </w:r>
            </w:hyperlink>
          </w:p>
          <w:p w14:paraId="69A06954" w14:textId="77777777" w:rsidR="00B2043C" w:rsidRPr="00A445E5" w:rsidRDefault="00B2043C" w:rsidP="003667E1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A445E5">
              <w:rPr>
                <w:rFonts w:ascii="Arial" w:hAnsi="Arial" w:cs="Arial"/>
                <w:bCs/>
              </w:rPr>
              <w:t xml:space="preserve">Erfolgt während des Betriebes von Lasern der Klasse 3 B, 3 R oder 4 eine Abgrenzung der Laserbereiche und </w:t>
            </w:r>
            <w:r>
              <w:rPr>
                <w:rFonts w:ascii="Arial" w:hAnsi="Arial" w:cs="Arial"/>
                <w:bCs/>
              </w:rPr>
              <w:t xml:space="preserve">deren </w:t>
            </w:r>
            <w:r w:rsidRPr="00A445E5">
              <w:rPr>
                <w:rFonts w:ascii="Arial" w:hAnsi="Arial" w:cs="Arial"/>
                <w:bCs/>
              </w:rPr>
              <w:t>Kennzeichnung?</w:t>
            </w:r>
          </w:p>
          <w:p w14:paraId="49F5B892" w14:textId="77777777" w:rsidR="00B2043C" w:rsidRPr="00A445E5" w:rsidRDefault="00B2043C" w:rsidP="003667E1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A445E5">
              <w:rPr>
                <w:rFonts w:ascii="Arial" w:hAnsi="Arial" w:cs="Arial"/>
                <w:bCs/>
              </w:rPr>
              <w:t>W</w:t>
            </w:r>
            <w:r>
              <w:rPr>
                <w:rFonts w:ascii="Arial" w:hAnsi="Arial" w:cs="Arial"/>
                <w:bCs/>
              </w:rPr>
              <w:t>e</w:t>
            </w:r>
            <w:r w:rsidRPr="00A445E5">
              <w:rPr>
                <w:rFonts w:ascii="Arial" w:hAnsi="Arial" w:cs="Arial"/>
                <w:bCs/>
              </w:rPr>
              <w:t>rden Laser</w:t>
            </w:r>
            <w:r>
              <w:rPr>
                <w:rFonts w:ascii="Arial" w:hAnsi="Arial" w:cs="Arial"/>
                <w:bCs/>
              </w:rPr>
              <w:t>geräte</w:t>
            </w:r>
            <w:r w:rsidRPr="00A445E5">
              <w:rPr>
                <w:rFonts w:ascii="Arial" w:hAnsi="Arial" w:cs="Arial"/>
                <w:bCs/>
              </w:rPr>
              <w:t xml:space="preserve"> der Klasse 4 in geschlossenen Räumen eingesetzt und auf dessen Betrieb an den Raumzugängen durch eine Warnleuchte hingewiesen?</w:t>
            </w:r>
          </w:p>
          <w:p w14:paraId="72B698F2" w14:textId="77777777" w:rsidR="00B2043C" w:rsidRPr="00A445E5" w:rsidRDefault="00B2043C" w:rsidP="003667E1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A445E5">
              <w:rPr>
                <w:rFonts w:ascii="Arial" w:hAnsi="Arial" w:cs="Arial"/>
                <w:bCs/>
              </w:rPr>
              <w:t>Wird vom Praxisinhaber die entsprechende PSA (z. B. Laserschutzbrille</w:t>
            </w:r>
            <w:r w:rsidR="00E82DA9">
              <w:rPr>
                <w:rFonts w:ascii="Arial" w:hAnsi="Arial" w:cs="Arial"/>
                <w:bCs/>
              </w:rPr>
              <w:t xml:space="preserve"> für den erforderlichen Wellenlängenbereich</w:t>
            </w:r>
            <w:r w:rsidRPr="00A445E5">
              <w:rPr>
                <w:rFonts w:ascii="Arial" w:hAnsi="Arial" w:cs="Arial"/>
                <w:bCs/>
              </w:rPr>
              <w:t>) in ausreichender Anzahl bereitgestellt?</w:t>
            </w:r>
          </w:p>
          <w:p w14:paraId="10C47DC1" w14:textId="6DA8055F" w:rsidR="00B2043C" w:rsidRPr="00A445E5" w:rsidRDefault="00B2043C" w:rsidP="00C3315C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sz w:val="16"/>
                <w:szCs w:val="16"/>
              </w:rPr>
            </w:pPr>
            <w:hyperlink r:id="rId64" w:history="1">
              <w:r w:rsidRPr="00280171">
                <w:rPr>
                  <w:rStyle w:val="BesuchterHyperlink"/>
                </w:rPr>
                <w:t xml:space="preserve">Werden die am Lasereinsatz beteiligten Praxismitarbeiter </w:t>
              </w:r>
              <w:r w:rsidRPr="003E0341">
                <w:rPr>
                  <w:rStyle w:val="BesuchterHyperlink"/>
                  <w:b/>
                  <w:bCs/>
                </w:rPr>
                <w:t>vor Tätigkeitsaufnahme</w:t>
              </w:r>
              <w:r w:rsidRPr="00280171">
                <w:rPr>
                  <w:rStyle w:val="BesuchterHyperlink"/>
                </w:rPr>
                <w:t xml:space="preserve"> und anschließend </w:t>
              </w:r>
              <w:r w:rsidRPr="003E0341">
                <w:rPr>
                  <w:rStyle w:val="BesuchterHyperlink"/>
                  <w:b/>
                  <w:bCs/>
                </w:rPr>
                <w:t>jährlich unterwiesen (Dokumentation)</w:t>
              </w:r>
              <w:r w:rsidRPr="00280171">
                <w:rPr>
                  <w:rStyle w:val="BesuchterHyperlink"/>
                </w:rPr>
                <w:t>?</w:t>
              </w:r>
            </w:hyperlink>
          </w:p>
        </w:tc>
        <w:tc>
          <w:tcPr>
            <w:tcW w:w="578" w:type="dxa"/>
            <w:gridSpan w:val="2"/>
          </w:tcPr>
          <w:p w14:paraId="5D19224A" w14:textId="77777777" w:rsidR="00B2043C" w:rsidRPr="005125B8" w:rsidRDefault="00B2043C" w:rsidP="00B2043C">
            <w:pPr>
              <w:jc w:val="center"/>
              <w:rPr>
                <w:sz w:val="18"/>
                <w:szCs w:val="18"/>
              </w:rPr>
            </w:pPr>
          </w:p>
          <w:p w14:paraId="28454E2C" w14:textId="77777777" w:rsidR="00743B02" w:rsidRPr="005125B8" w:rsidRDefault="00743B02" w:rsidP="00B2043C">
            <w:pPr>
              <w:jc w:val="center"/>
              <w:rPr>
                <w:sz w:val="18"/>
                <w:szCs w:val="18"/>
              </w:rPr>
            </w:pPr>
          </w:p>
          <w:p w14:paraId="05D4A6EF" w14:textId="77777777" w:rsidR="00B2043C" w:rsidRPr="00B96BFA" w:rsidRDefault="00B2043C" w:rsidP="00B2043C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17037018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14D419" w14:textId="21C626F0" w:rsidR="00B2043C" w:rsidRPr="005125B8" w:rsidRDefault="00DB697D" w:rsidP="00B2043C">
                <w:pPr>
                  <w:jc w:val="center"/>
                </w:pPr>
                <w:r w:rsidRPr="005125B8"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1159819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19A28B" w14:textId="09DCE7F1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1E7D71B6" w14:textId="77777777" w:rsidR="00B2043C" w:rsidRPr="00743B02" w:rsidRDefault="00B2043C" w:rsidP="00B2043C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-147769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D8003F8" w14:textId="0289B7FC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43252B6B" w14:textId="77777777" w:rsidR="00B2043C" w:rsidRDefault="00B2043C" w:rsidP="00B2043C">
            <w:pPr>
              <w:jc w:val="center"/>
            </w:pPr>
          </w:p>
          <w:p w14:paraId="03FF780C" w14:textId="77777777" w:rsidR="00B2043C" w:rsidRPr="00743B02" w:rsidRDefault="00B2043C" w:rsidP="00B2043C">
            <w:pPr>
              <w:jc w:val="center"/>
              <w:rPr>
                <w:sz w:val="24"/>
                <w:szCs w:val="24"/>
              </w:rPr>
            </w:pPr>
          </w:p>
          <w:sdt>
            <w:sdtPr>
              <w:id w:val="9482801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AAD2578" w14:textId="3EBDF53C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5F8366E0" w14:textId="77777777" w:rsidR="00B2043C" w:rsidRPr="00B96BFA" w:rsidRDefault="00B2043C" w:rsidP="00B2043C">
            <w:pPr>
              <w:jc w:val="center"/>
              <w:rPr>
                <w:sz w:val="16"/>
                <w:szCs w:val="16"/>
              </w:rPr>
            </w:pPr>
          </w:p>
          <w:sdt>
            <w:sdtPr>
              <w:id w:val="-4541758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F0E89FF" w14:textId="34081780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7BD0E7AE" w14:textId="77777777" w:rsidR="00B2043C" w:rsidRPr="00B96BFA" w:rsidRDefault="00B2043C" w:rsidP="00B2043C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3788533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54FB92" w14:textId="7DB59A68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0F43BF2C" w14:textId="77777777" w:rsidR="00B2043C" w:rsidRPr="00B96BFA" w:rsidRDefault="00B2043C" w:rsidP="00B2043C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-7050191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09B820" w14:textId="27B7CB4A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50E985DB" w14:textId="77777777" w:rsidR="00B2043C" w:rsidRPr="00B96BFA" w:rsidRDefault="00B2043C" w:rsidP="00B2043C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2602635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9C1016B" w14:textId="6FD1C46F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C603E0F" w14:textId="77777777" w:rsidR="00B2043C" w:rsidRPr="00743B02" w:rsidRDefault="00B2043C" w:rsidP="00B2043C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21372184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339BDA2" w14:textId="30BD4068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192CD72E" w14:textId="77777777" w:rsidR="00B2043C" w:rsidRPr="00B96BFA" w:rsidRDefault="00B2043C" w:rsidP="00B2043C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12677351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47C5B1" w14:textId="71BA5934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24780A2B" w14:textId="77777777" w:rsidR="00B2043C" w:rsidRPr="00A445E5" w:rsidRDefault="00B2043C" w:rsidP="00B2043C">
            <w:pPr>
              <w:jc w:val="center"/>
            </w:pPr>
          </w:p>
        </w:tc>
        <w:tc>
          <w:tcPr>
            <w:tcW w:w="669" w:type="dxa"/>
          </w:tcPr>
          <w:p w14:paraId="2C2AD88F" w14:textId="77777777" w:rsidR="00B2043C" w:rsidRPr="005125B8" w:rsidRDefault="00B2043C" w:rsidP="00B2043C">
            <w:pPr>
              <w:jc w:val="center"/>
              <w:rPr>
                <w:sz w:val="18"/>
                <w:szCs w:val="18"/>
              </w:rPr>
            </w:pPr>
          </w:p>
          <w:p w14:paraId="02C29DA0" w14:textId="77777777" w:rsidR="00743B02" w:rsidRPr="005125B8" w:rsidRDefault="00743B02" w:rsidP="00B2043C">
            <w:pPr>
              <w:jc w:val="center"/>
              <w:rPr>
                <w:sz w:val="18"/>
                <w:szCs w:val="18"/>
              </w:rPr>
            </w:pPr>
          </w:p>
          <w:p w14:paraId="7F25B506" w14:textId="77777777" w:rsidR="00B2043C" w:rsidRPr="00B96BFA" w:rsidRDefault="00B2043C" w:rsidP="00B2043C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19481878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49EA655" w14:textId="7AC98B62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9694682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600517" w14:textId="4279B44D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FB000A6" w14:textId="77777777" w:rsidR="00B2043C" w:rsidRPr="00743B02" w:rsidRDefault="00B2043C" w:rsidP="00B2043C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15800187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E15AA1C" w14:textId="64F0E72A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002BCACB" w14:textId="77777777" w:rsidR="00B2043C" w:rsidRDefault="00B2043C" w:rsidP="00B2043C">
            <w:pPr>
              <w:jc w:val="center"/>
            </w:pPr>
          </w:p>
          <w:p w14:paraId="2B0F8053" w14:textId="77777777" w:rsidR="00B2043C" w:rsidRPr="00743B02" w:rsidRDefault="00B2043C" w:rsidP="00B2043C">
            <w:pPr>
              <w:jc w:val="center"/>
              <w:rPr>
                <w:sz w:val="24"/>
                <w:szCs w:val="24"/>
              </w:rPr>
            </w:pPr>
          </w:p>
          <w:sdt>
            <w:sdtPr>
              <w:id w:val="14328579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BABAF0" w14:textId="3356A7F2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72A22F53" w14:textId="77777777" w:rsidR="00B2043C" w:rsidRPr="00B96BFA" w:rsidRDefault="00B2043C" w:rsidP="00B2043C">
            <w:pPr>
              <w:jc w:val="center"/>
              <w:rPr>
                <w:sz w:val="16"/>
                <w:szCs w:val="16"/>
              </w:rPr>
            </w:pPr>
          </w:p>
          <w:sdt>
            <w:sdtPr>
              <w:id w:val="6427742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FE6E73" w14:textId="3C8325B6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05E00FD1" w14:textId="77777777" w:rsidR="00B2043C" w:rsidRPr="00B96BFA" w:rsidRDefault="00B2043C" w:rsidP="00B2043C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20954648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CB76D3" w14:textId="48A38CA9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B9A7BCE" w14:textId="77777777" w:rsidR="00B2043C" w:rsidRPr="00B96BFA" w:rsidRDefault="00B2043C" w:rsidP="00B2043C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-2323856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8C711E" w14:textId="75C2BF4E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16DC593A" w14:textId="77777777" w:rsidR="00B2043C" w:rsidRPr="00B96BFA" w:rsidRDefault="00B2043C" w:rsidP="00B2043C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4184574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57CAEF" w14:textId="38E6E69F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2910E388" w14:textId="77777777" w:rsidR="00B2043C" w:rsidRPr="00743B02" w:rsidRDefault="00B2043C" w:rsidP="00B2043C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8099842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7F58E6F" w14:textId="438CD5B7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7265EA60" w14:textId="77777777" w:rsidR="00B2043C" w:rsidRPr="00B96BFA" w:rsidRDefault="00B2043C" w:rsidP="00B2043C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14931398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DD4B9A" w14:textId="43D25706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26AA2DFC" w14:textId="77777777" w:rsidR="00B2043C" w:rsidRPr="00A445E5" w:rsidRDefault="00B2043C" w:rsidP="00B2043C">
            <w:pPr>
              <w:jc w:val="center"/>
            </w:pPr>
          </w:p>
        </w:tc>
      </w:tr>
      <w:tr w:rsidR="00E156E3" w14:paraId="5F687409" w14:textId="77777777" w:rsidTr="005461DE">
        <w:tc>
          <w:tcPr>
            <w:tcW w:w="9965" w:type="dxa"/>
            <w:gridSpan w:val="2"/>
          </w:tcPr>
          <w:p w14:paraId="1BED526E" w14:textId="5459E149" w:rsidR="00E156E3" w:rsidRPr="003E02F9" w:rsidRDefault="00E156E3" w:rsidP="00E156E3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rStyle w:val="BesuchterHyperlink"/>
                <w:b/>
                <w:bCs/>
              </w:rPr>
            </w:pPr>
            <w:hyperlink r:id="rId65" w:history="1">
              <w:r w:rsidRPr="00166483">
                <w:rPr>
                  <w:rStyle w:val="Hyperlink"/>
                  <w:rFonts w:ascii="Arial" w:hAnsi="Arial"/>
                  <w:b/>
                  <w:bCs/>
                </w:rPr>
                <w:t>Jugendarbeitsschutz</w:t>
              </w:r>
            </w:hyperlink>
            <w:r w:rsidRPr="003E02F9">
              <w:rPr>
                <w:rStyle w:val="BesuchterHyperlink"/>
                <w:b/>
                <w:bCs/>
              </w:rPr>
              <w:t xml:space="preserve"> </w:t>
            </w:r>
            <w:r w:rsidRPr="00166483">
              <w:rPr>
                <w:rStyle w:val="BesuchterHyperlink"/>
                <w:b/>
                <w:bCs/>
                <w:color w:val="auto"/>
              </w:rPr>
              <w:t xml:space="preserve">und </w:t>
            </w:r>
            <w:hyperlink r:id="rId66" w:anchor="vorsorge" w:history="1">
              <w:r w:rsidRPr="00166483">
                <w:rPr>
                  <w:rStyle w:val="Hyperlink"/>
                  <w:rFonts w:ascii="Arial" w:hAnsi="Arial"/>
                  <w:b/>
                  <w:bCs/>
                </w:rPr>
                <w:t>Mutterschutz</w:t>
              </w:r>
            </w:hyperlink>
          </w:p>
          <w:p w14:paraId="7A80045F" w14:textId="77777777" w:rsidR="00E156E3" w:rsidRPr="00A445E5" w:rsidRDefault="00E156E3" w:rsidP="00E156E3">
            <w:pPr>
              <w:rPr>
                <w:b/>
                <w:sz w:val="16"/>
                <w:szCs w:val="16"/>
              </w:rPr>
            </w:pPr>
          </w:p>
          <w:p w14:paraId="1C34BC7B" w14:textId="77777777" w:rsidR="00E156E3" w:rsidRDefault="00E156E3" w:rsidP="00FA17C5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Ist das </w:t>
            </w:r>
            <w:hyperlink r:id="rId67" w:history="1">
              <w:r w:rsidRPr="00280171">
                <w:rPr>
                  <w:rStyle w:val="BesuchterHyperlink"/>
                </w:rPr>
                <w:t>Mutterschutzgesetz</w:t>
              </w:r>
            </w:hyperlink>
            <w:r>
              <w:rPr>
                <w:rFonts w:ascii="Arial" w:hAnsi="Arial" w:cs="Arial"/>
                <w:bCs/>
              </w:rPr>
              <w:t xml:space="preserve"> zur Einsichtnahme bereitgehalten?</w:t>
            </w:r>
          </w:p>
          <w:p w14:paraId="2E2F79D9" w14:textId="77777777" w:rsidR="00E156E3" w:rsidRPr="00A445E5" w:rsidRDefault="00E156E3" w:rsidP="00FA17C5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A445E5">
              <w:rPr>
                <w:rFonts w:ascii="Arial" w:hAnsi="Arial" w:cs="Arial"/>
                <w:bCs/>
              </w:rPr>
              <w:t xml:space="preserve">Sind die geltenden Beschäftigungsbeschränkungen- bzw. </w:t>
            </w:r>
            <w:r w:rsidR="002973AC">
              <w:rPr>
                <w:rFonts w:ascii="Arial" w:hAnsi="Arial" w:cs="Arial"/>
                <w:bCs/>
              </w:rPr>
              <w:t>-</w:t>
            </w:r>
            <w:r w:rsidRPr="00A445E5">
              <w:rPr>
                <w:rFonts w:ascii="Arial" w:hAnsi="Arial" w:cs="Arial"/>
                <w:bCs/>
              </w:rPr>
              <w:t>verbote für Jugendliche und werdende oder stillende Mütter bekannt und werden diese eingehalten?</w:t>
            </w:r>
          </w:p>
          <w:p w14:paraId="6E625864" w14:textId="66BF3245" w:rsidR="00E156E3" w:rsidRPr="00E156E3" w:rsidRDefault="00E156E3" w:rsidP="00FA17C5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</w:rPr>
            </w:pPr>
            <w:hyperlink r:id="rId68" w:history="1">
              <w:r w:rsidRPr="00280171">
                <w:rPr>
                  <w:rStyle w:val="BesuchterHyperlink"/>
                </w:rPr>
                <w:t>Werden Jugendliche und werdende / stillende Mütter hierüber ausreichend informiert / unterwiesen?</w:t>
              </w:r>
            </w:hyperlink>
          </w:p>
          <w:p w14:paraId="4DE5D702" w14:textId="5FCD62FC" w:rsidR="00E156E3" w:rsidRPr="00E156E3" w:rsidRDefault="00E156E3" w:rsidP="00FA17C5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Ist die Vorgehensweise bei </w:t>
            </w:r>
            <w:r w:rsidRPr="00E156E3">
              <w:rPr>
                <w:rFonts w:ascii="Arial" w:hAnsi="Arial" w:cs="Arial"/>
                <w:bCs/>
              </w:rPr>
              <w:t xml:space="preserve">erfolgter Mitteilung einer Schwangerschaft durch eine Beschäftigte </w:t>
            </w:r>
            <w:r>
              <w:rPr>
                <w:rFonts w:ascii="Arial" w:hAnsi="Arial" w:cs="Arial"/>
                <w:bCs/>
              </w:rPr>
              <w:t xml:space="preserve">bekannt </w:t>
            </w:r>
            <w:hyperlink r:id="rId69" w:history="1">
              <w:r w:rsidRPr="00280171">
                <w:rPr>
                  <w:rStyle w:val="BesuchterHyperlink"/>
                </w:rPr>
                <w:t>(„anlassbezogene“ Gefährdungsbeurteilung</w:t>
              </w:r>
            </w:hyperlink>
            <w:r w:rsidRPr="00280171">
              <w:rPr>
                <w:rStyle w:val="BesuchterHyperlink"/>
              </w:rPr>
              <w:t xml:space="preserve"> und </w:t>
            </w:r>
            <w:hyperlink r:id="rId70" w:history="1">
              <w:r w:rsidRPr="00280171">
                <w:rPr>
                  <w:rStyle w:val="BesuchterHyperlink"/>
                </w:rPr>
                <w:t>Mitteilung an das Regierungspräsidium</w:t>
              </w:r>
            </w:hyperlink>
            <w:r w:rsidRPr="00280171">
              <w:rPr>
                <w:rStyle w:val="BesuchterHyperlink"/>
              </w:rPr>
              <w:t>)</w:t>
            </w:r>
            <w:r>
              <w:rPr>
                <w:rFonts w:ascii="Arial" w:hAnsi="Arial" w:cs="Arial"/>
                <w:bCs/>
              </w:rPr>
              <w:t>?</w:t>
            </w:r>
          </w:p>
          <w:p w14:paraId="05764A1C" w14:textId="3D7F4328" w:rsidR="00E156E3" w:rsidRPr="00280171" w:rsidRDefault="00FA17C5" w:rsidP="00FA17C5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Style w:val="BesuchterHyperlink"/>
              </w:rPr>
            </w:pPr>
            <w:r>
              <w:rPr>
                <w:rFonts w:ascii="Arial" w:hAnsi="Arial" w:cs="Arial"/>
              </w:rPr>
              <w:fldChar w:fldCharType="begin"/>
            </w:r>
            <w:r w:rsidR="00166483">
              <w:rPr>
                <w:rFonts w:ascii="Arial" w:hAnsi="Arial" w:cs="Arial"/>
              </w:rPr>
              <w:instrText>HYPERLINK "https://phb.lzk-bw.de/PHB-CD/QM-Anhang/Gefaehrdungsbeurteilungen/Mutterschutz_anlasslos.docx"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E156E3" w:rsidRPr="00280171">
              <w:rPr>
                <w:rStyle w:val="BesuchterHyperlink"/>
              </w:rPr>
              <w:t>Wurde eine „anlass</w:t>
            </w:r>
            <w:r w:rsidR="00FF2073">
              <w:rPr>
                <w:rStyle w:val="BesuchterHyperlink"/>
              </w:rPr>
              <w:t>unabhängige</w:t>
            </w:r>
            <w:r w:rsidR="00E156E3" w:rsidRPr="00280171">
              <w:rPr>
                <w:rStyle w:val="BesuchterHyperlink"/>
              </w:rPr>
              <w:t xml:space="preserve">“ </w:t>
            </w:r>
            <w:r w:rsidR="002973AC" w:rsidRPr="00280171">
              <w:rPr>
                <w:rStyle w:val="BesuchterHyperlink"/>
              </w:rPr>
              <w:t xml:space="preserve">Gefährdungsbeurteilung </w:t>
            </w:r>
            <w:r w:rsidR="00E156E3" w:rsidRPr="00280171">
              <w:rPr>
                <w:rStyle w:val="BesuchterHyperlink"/>
              </w:rPr>
              <w:t>gemäß MuSchG für jeden Arbeitsplatz/</w:t>
            </w:r>
            <w:r w:rsidR="002973AC" w:rsidRPr="00280171">
              <w:rPr>
                <w:rStyle w:val="BesuchterHyperlink"/>
              </w:rPr>
              <w:t xml:space="preserve"> </w:t>
            </w:r>
            <w:r w:rsidR="00E156E3" w:rsidRPr="00280171">
              <w:rPr>
                <w:rStyle w:val="BesuchterHyperlink"/>
              </w:rPr>
              <w:t>jede Tätigkeit durchgeführt und dokumentiert?</w:t>
            </w:r>
          </w:p>
          <w:p w14:paraId="2605DA9B" w14:textId="77777777" w:rsidR="00E156E3" w:rsidRPr="00014294" w:rsidRDefault="00FA17C5" w:rsidP="00E156E3">
            <w:pPr>
              <w:pStyle w:val="KeinLeerraum"/>
              <w:rPr>
                <w:sz w:val="16"/>
                <w:szCs w:val="16"/>
              </w:rPr>
            </w:pPr>
            <w:r>
              <w:rPr>
                <w:rFonts w:eastAsia="Calibri"/>
                <w:lang w:eastAsia="en-US"/>
              </w:rPr>
              <w:fldChar w:fldCharType="end"/>
            </w:r>
          </w:p>
        </w:tc>
        <w:tc>
          <w:tcPr>
            <w:tcW w:w="565" w:type="dxa"/>
          </w:tcPr>
          <w:p w14:paraId="49A03C42" w14:textId="77777777" w:rsidR="00E156E3" w:rsidRPr="00B96BFA" w:rsidRDefault="00E156E3" w:rsidP="00E156E3">
            <w:pPr>
              <w:jc w:val="center"/>
              <w:rPr>
                <w:sz w:val="18"/>
                <w:szCs w:val="18"/>
              </w:rPr>
            </w:pPr>
          </w:p>
          <w:p w14:paraId="2334828D" w14:textId="77777777" w:rsidR="00E156E3" w:rsidRPr="00E716D0" w:rsidRDefault="00E156E3" w:rsidP="00E156E3">
            <w:pPr>
              <w:jc w:val="center"/>
              <w:rPr>
                <w:sz w:val="16"/>
                <w:szCs w:val="16"/>
              </w:rPr>
            </w:pPr>
          </w:p>
          <w:sdt>
            <w:sdtPr>
              <w:id w:val="-2734760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811525" w14:textId="0A660FD3" w:rsidR="00E156E3" w:rsidRPr="00A445E5" w:rsidRDefault="00DB697D" w:rsidP="00E156E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2715429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14EF93" w14:textId="2629D959" w:rsidR="00E156E3" w:rsidRDefault="00DB697D" w:rsidP="00E156E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537D104" w14:textId="77777777" w:rsidR="00E156E3" w:rsidRPr="00B96BFA" w:rsidRDefault="00E156E3" w:rsidP="00E156E3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19228257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5A4E89" w14:textId="1883C0EA" w:rsidR="00E156E3" w:rsidRDefault="00DB697D" w:rsidP="00E156E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5883AD91" w14:textId="77777777" w:rsidR="002973AC" w:rsidRPr="00B96BFA" w:rsidRDefault="002973AC" w:rsidP="002973AC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-12430252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A67EAC" w14:textId="12F73FA2" w:rsidR="002973AC" w:rsidRPr="00A445E5" w:rsidRDefault="00DB697D" w:rsidP="002973A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4567502" w14:textId="77777777" w:rsidR="002973AC" w:rsidRDefault="002973AC" w:rsidP="002973AC">
            <w:pPr>
              <w:jc w:val="center"/>
              <w:rPr>
                <w:sz w:val="20"/>
                <w:szCs w:val="20"/>
              </w:rPr>
            </w:pPr>
          </w:p>
          <w:p w14:paraId="63D3B679" w14:textId="77777777" w:rsidR="002973AC" w:rsidRPr="00B96BFA" w:rsidRDefault="002973AC" w:rsidP="002973AC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9401195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C0C3D9D" w14:textId="5F652CE0" w:rsidR="00E156E3" w:rsidRDefault="00DB697D" w:rsidP="002973A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0CA47AF8" w14:textId="77777777" w:rsidR="002973AC" w:rsidRPr="00A445E5" w:rsidRDefault="002973AC" w:rsidP="002973AC">
            <w:pPr>
              <w:jc w:val="center"/>
            </w:pPr>
          </w:p>
        </w:tc>
        <w:tc>
          <w:tcPr>
            <w:tcW w:w="669" w:type="dxa"/>
          </w:tcPr>
          <w:p w14:paraId="1D0E21C9" w14:textId="77777777" w:rsidR="00E156E3" w:rsidRPr="00B96BFA" w:rsidRDefault="00E156E3" w:rsidP="00E156E3">
            <w:pPr>
              <w:jc w:val="center"/>
              <w:rPr>
                <w:sz w:val="18"/>
                <w:szCs w:val="18"/>
              </w:rPr>
            </w:pPr>
          </w:p>
          <w:p w14:paraId="4232DD82" w14:textId="77777777" w:rsidR="00E156E3" w:rsidRPr="00E716D0" w:rsidRDefault="00E156E3" w:rsidP="00E156E3">
            <w:pPr>
              <w:jc w:val="center"/>
              <w:rPr>
                <w:sz w:val="16"/>
                <w:szCs w:val="16"/>
              </w:rPr>
            </w:pPr>
          </w:p>
          <w:sdt>
            <w:sdtPr>
              <w:id w:val="-6452854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46894A0" w14:textId="6184CB09" w:rsidR="00E156E3" w:rsidRPr="00A445E5" w:rsidRDefault="00DB697D" w:rsidP="00E156E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5883204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B1A9425" w14:textId="25161874" w:rsidR="00E156E3" w:rsidRDefault="00DB697D" w:rsidP="00E156E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5B21700" w14:textId="77777777" w:rsidR="00E156E3" w:rsidRPr="00B96BFA" w:rsidRDefault="00E156E3" w:rsidP="00E156E3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9153665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292063" w14:textId="6AD65A6B" w:rsidR="00E156E3" w:rsidRPr="00A445E5" w:rsidRDefault="00DB697D" w:rsidP="00E156E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20CC3116" w14:textId="77777777" w:rsidR="002973AC" w:rsidRPr="00B96BFA" w:rsidRDefault="002973AC" w:rsidP="002973AC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3942414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483D888" w14:textId="4E444604" w:rsidR="00E156E3" w:rsidRDefault="00DB697D" w:rsidP="002973A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116B471" w14:textId="77777777" w:rsidR="002973AC" w:rsidRDefault="002973AC" w:rsidP="002973AC">
            <w:pPr>
              <w:jc w:val="center"/>
            </w:pPr>
          </w:p>
          <w:p w14:paraId="3F15477D" w14:textId="77777777" w:rsidR="002973AC" w:rsidRPr="00B96BFA" w:rsidRDefault="002973AC" w:rsidP="002973AC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-16370242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646A97" w14:textId="568CAC18" w:rsidR="002973AC" w:rsidRDefault="00DB697D" w:rsidP="002973A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5D59F713" w14:textId="77777777" w:rsidR="002973AC" w:rsidRPr="00A445E5" w:rsidRDefault="002973AC" w:rsidP="002973AC">
            <w:pPr>
              <w:jc w:val="center"/>
            </w:pPr>
          </w:p>
        </w:tc>
      </w:tr>
      <w:tr w:rsidR="00B2043C" w14:paraId="2B10BE07" w14:textId="77777777" w:rsidTr="005461DE">
        <w:tc>
          <w:tcPr>
            <w:tcW w:w="9965" w:type="dxa"/>
            <w:gridSpan w:val="2"/>
          </w:tcPr>
          <w:p w14:paraId="453858D5" w14:textId="77777777" w:rsidR="00B2043C" w:rsidRPr="003E02F9" w:rsidRDefault="00B2043C" w:rsidP="00AB47FE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b/>
                <w:bCs/>
              </w:rPr>
            </w:pPr>
            <w:hyperlink r:id="rId71" w:history="1">
              <w:r w:rsidRPr="003E02F9">
                <w:rPr>
                  <w:rStyle w:val="BesuchterHyperlink"/>
                  <w:b/>
                  <w:bCs/>
                </w:rPr>
                <w:t>Persönliche Schutzausrüstung (PSA)</w:t>
              </w:r>
            </w:hyperlink>
          </w:p>
          <w:p w14:paraId="1DB4BBDF" w14:textId="77777777" w:rsidR="00B2043C" w:rsidRPr="00FC4187" w:rsidRDefault="00B2043C" w:rsidP="00FC4187">
            <w:pPr>
              <w:rPr>
                <w:bCs/>
                <w:sz w:val="16"/>
                <w:szCs w:val="16"/>
              </w:rPr>
            </w:pPr>
          </w:p>
          <w:p w14:paraId="39982158" w14:textId="77777777" w:rsidR="00B2043C" w:rsidRPr="00385ED2" w:rsidRDefault="00B2043C" w:rsidP="00FC4187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Style w:val="BesuchterHyperlink"/>
              </w:rPr>
            </w:pPr>
            <w:hyperlink r:id="rId72" w:history="1">
              <w:r w:rsidRPr="00385ED2">
                <w:rPr>
                  <w:rStyle w:val="BesuchterHyperlink"/>
                </w:rPr>
                <w:t>Wurde im Rahmen der Gefährdungsbeurteilung arbeitsplatz- und tätigkeitsbezogen festgelegt, welche PSA die Praxismitarbeiter tragen müssen?</w:t>
              </w:r>
            </w:hyperlink>
          </w:p>
          <w:p w14:paraId="1C4403D0" w14:textId="77777777" w:rsidR="00B2043C" w:rsidRDefault="00B2043C" w:rsidP="00FC4187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520A32">
              <w:rPr>
                <w:rFonts w:ascii="Arial" w:hAnsi="Arial" w:cs="Arial"/>
                <w:bCs/>
              </w:rPr>
              <w:t>Wird vom Praxisinhaber die PSA (Schutzbrille, Mund-Nasen</w:t>
            </w:r>
            <w:r w:rsidR="008D033B">
              <w:rPr>
                <w:rFonts w:ascii="Arial" w:hAnsi="Arial" w:cs="Arial"/>
                <w:bCs/>
              </w:rPr>
              <w:t>-S</w:t>
            </w:r>
            <w:r w:rsidRPr="00520A32">
              <w:rPr>
                <w:rFonts w:ascii="Arial" w:hAnsi="Arial" w:cs="Arial"/>
                <w:bCs/>
              </w:rPr>
              <w:t>chutz, Handschuhe, etc.) in ausreichender Anzahl bereitgestellt?</w:t>
            </w:r>
          </w:p>
          <w:p w14:paraId="78530A0A" w14:textId="65C18B58" w:rsidR="00B2043C" w:rsidRPr="00385ED2" w:rsidRDefault="00B2043C" w:rsidP="00FC4187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Style w:val="BesuchterHyperlink"/>
              </w:rPr>
            </w:pPr>
            <w:hyperlink r:id="rId73" w:history="1">
              <w:r w:rsidRPr="00385ED2">
                <w:rPr>
                  <w:rStyle w:val="BesuchterHyperlink"/>
                </w:rPr>
                <w:t xml:space="preserve">Werden die Praxismitarbeiter über die Notwendigkeit des Benutzens der PSA </w:t>
              </w:r>
              <w:r w:rsidRPr="00385ED2">
                <w:rPr>
                  <w:rStyle w:val="BesuchterHyperlink"/>
                  <w:b/>
                  <w:bCs/>
                </w:rPr>
                <w:t>vor Tätigkeitsaufnahme</w:t>
              </w:r>
              <w:r w:rsidRPr="00385ED2">
                <w:rPr>
                  <w:rStyle w:val="BesuchterHyperlink"/>
                </w:rPr>
                <w:t xml:space="preserve"> und anschließend </w:t>
              </w:r>
              <w:r w:rsidRPr="00385ED2">
                <w:rPr>
                  <w:rStyle w:val="BesuchterHyperlink"/>
                  <w:b/>
                  <w:bCs/>
                </w:rPr>
                <w:t>jährlich unterwiesen</w:t>
              </w:r>
              <w:r w:rsidRPr="00385ED2">
                <w:rPr>
                  <w:rStyle w:val="BesuchterHyperlink"/>
                </w:rPr>
                <w:t xml:space="preserve"> </w:t>
              </w:r>
              <w:r w:rsidRPr="00385ED2">
                <w:rPr>
                  <w:rStyle w:val="BesuchterHyperlink"/>
                  <w:b/>
                  <w:bCs/>
                </w:rPr>
                <w:t>(Dokumentation)</w:t>
              </w:r>
              <w:r w:rsidRPr="00385ED2">
                <w:rPr>
                  <w:rStyle w:val="BesuchterHyperlink"/>
                </w:rPr>
                <w:t>?</w:t>
              </w:r>
            </w:hyperlink>
          </w:p>
          <w:p w14:paraId="24B52CC7" w14:textId="77777777" w:rsidR="00B2043C" w:rsidRDefault="00B2043C" w:rsidP="00FC4187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C40E68">
              <w:rPr>
                <w:rFonts w:ascii="Arial" w:hAnsi="Arial" w:cs="Arial"/>
                <w:bCs/>
              </w:rPr>
              <w:t>Wird die bereitgestellte PSA von den Praxismitarbeitern benutzt und ist diese wirksam?</w:t>
            </w:r>
          </w:p>
          <w:p w14:paraId="55838D9B" w14:textId="77777777" w:rsidR="00014294" w:rsidRPr="00FC4187" w:rsidRDefault="00014294" w:rsidP="00FC4187">
            <w:pPr>
              <w:rPr>
                <w:bCs/>
                <w:sz w:val="16"/>
                <w:szCs w:val="16"/>
              </w:rPr>
            </w:pPr>
          </w:p>
        </w:tc>
        <w:tc>
          <w:tcPr>
            <w:tcW w:w="565" w:type="dxa"/>
          </w:tcPr>
          <w:p w14:paraId="32DC5FCE" w14:textId="77777777" w:rsidR="00B2043C" w:rsidRPr="00B96BFA" w:rsidRDefault="00B2043C" w:rsidP="00B2043C">
            <w:pPr>
              <w:jc w:val="center"/>
              <w:rPr>
                <w:sz w:val="18"/>
                <w:szCs w:val="18"/>
              </w:rPr>
            </w:pPr>
          </w:p>
          <w:p w14:paraId="4B543C46" w14:textId="77777777" w:rsidR="00B2043C" w:rsidRPr="004E5121" w:rsidRDefault="00B2043C" w:rsidP="00B2043C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19987968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992C7B" w14:textId="02C40AF0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044C6FD6" w14:textId="77777777" w:rsidR="00B2043C" w:rsidRDefault="00B2043C" w:rsidP="00B2043C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13886841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36B0FAE" w14:textId="2D4E67E8" w:rsidR="00B2043C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D453CC2" w14:textId="77777777" w:rsidR="00B2043C" w:rsidRPr="009B05CF" w:rsidRDefault="00B2043C" w:rsidP="00B2043C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-12683757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38C14F" w14:textId="264F1203" w:rsidR="00B2043C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05CBD94" w14:textId="77777777" w:rsidR="00B2043C" w:rsidRPr="009B05CF" w:rsidRDefault="00B2043C" w:rsidP="00B2043C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17968244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E1B459" w14:textId="2A8F4CC1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669" w:type="dxa"/>
          </w:tcPr>
          <w:p w14:paraId="1DD0B584" w14:textId="77777777" w:rsidR="00B2043C" w:rsidRPr="00B96BFA" w:rsidRDefault="00B2043C" w:rsidP="00B2043C">
            <w:pPr>
              <w:jc w:val="center"/>
              <w:rPr>
                <w:sz w:val="18"/>
                <w:szCs w:val="18"/>
              </w:rPr>
            </w:pPr>
          </w:p>
          <w:p w14:paraId="6AD0541B" w14:textId="77777777" w:rsidR="00B2043C" w:rsidRPr="004E5121" w:rsidRDefault="00B2043C" w:rsidP="00B2043C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10488427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53770C4" w14:textId="65CE46B7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4AEDEAD7" w14:textId="77777777" w:rsidR="00B2043C" w:rsidRDefault="00B2043C" w:rsidP="00B2043C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-4422274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571991" w14:textId="77667D52" w:rsidR="00B2043C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C7C92E3" w14:textId="77777777" w:rsidR="00B2043C" w:rsidRPr="009B05CF" w:rsidRDefault="00B2043C" w:rsidP="00B2043C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9485135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21BE5AF" w14:textId="6645755D" w:rsidR="00B2043C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53472E89" w14:textId="77777777" w:rsidR="00B2043C" w:rsidRPr="009B05CF" w:rsidRDefault="00B2043C" w:rsidP="00B2043C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9311629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CD10DF1" w14:textId="3E6DCB5A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</w:tr>
    </w:tbl>
    <w:p w14:paraId="33B8BF30" w14:textId="77777777" w:rsidR="00C3315C" w:rsidRDefault="00C3315C" w:rsidP="00AB47FE">
      <w:pPr>
        <w:pStyle w:val="Listenabsatz"/>
        <w:numPr>
          <w:ilvl w:val="0"/>
          <w:numId w:val="5"/>
        </w:numPr>
        <w:spacing w:after="0" w:line="240" w:lineRule="auto"/>
        <w:sectPr w:rsidR="00C3315C" w:rsidSect="005461DE">
          <w:pgSz w:w="11906" w:h="16838"/>
          <w:pgMar w:top="908" w:right="720" w:bottom="567" w:left="284" w:header="283" w:footer="283" w:gutter="0"/>
          <w:cols w:space="708"/>
          <w:docGrid w:linePitch="299"/>
        </w:sectPr>
      </w:pPr>
    </w:p>
    <w:tbl>
      <w:tblPr>
        <w:tblStyle w:val="Tabellenraster"/>
        <w:tblW w:w="11199" w:type="dxa"/>
        <w:tblInd w:w="108" w:type="dxa"/>
        <w:tblLook w:val="04A0" w:firstRow="1" w:lastRow="0" w:firstColumn="1" w:lastColumn="0" w:noHBand="0" w:noVBand="1"/>
      </w:tblPr>
      <w:tblGrid>
        <w:gridCol w:w="9965"/>
        <w:gridCol w:w="565"/>
        <w:gridCol w:w="669"/>
      </w:tblGrid>
      <w:tr w:rsidR="00C3315C" w14:paraId="0A0DB28D" w14:textId="77777777" w:rsidTr="00A94AEC">
        <w:tc>
          <w:tcPr>
            <w:tcW w:w="9965" w:type="dxa"/>
          </w:tcPr>
          <w:p w14:paraId="518B6B21" w14:textId="77777777" w:rsidR="00C3315C" w:rsidRPr="00136BD8" w:rsidRDefault="00C3315C" w:rsidP="00A94AEC">
            <w:pPr>
              <w:rPr>
                <w:b/>
                <w:bCs/>
              </w:rPr>
            </w:pPr>
          </w:p>
        </w:tc>
        <w:tc>
          <w:tcPr>
            <w:tcW w:w="565" w:type="dxa"/>
          </w:tcPr>
          <w:p w14:paraId="6C99B0E5" w14:textId="77777777" w:rsidR="00C3315C" w:rsidRPr="006F4DF2" w:rsidRDefault="00C3315C" w:rsidP="00A94AEC">
            <w:pPr>
              <w:jc w:val="center"/>
              <w:rPr>
                <w:b/>
                <w:bCs/>
              </w:rPr>
            </w:pPr>
            <w:r w:rsidRPr="006F4DF2">
              <w:rPr>
                <w:b/>
                <w:bCs/>
              </w:rPr>
              <w:t>Ja</w:t>
            </w:r>
          </w:p>
        </w:tc>
        <w:tc>
          <w:tcPr>
            <w:tcW w:w="669" w:type="dxa"/>
          </w:tcPr>
          <w:p w14:paraId="5F242E36" w14:textId="77777777" w:rsidR="00C3315C" w:rsidRPr="006F4DF2" w:rsidRDefault="00C3315C" w:rsidP="00A94AEC">
            <w:pPr>
              <w:ind w:left="-124" w:right="-108"/>
              <w:jc w:val="center"/>
              <w:rPr>
                <w:b/>
                <w:bCs/>
              </w:rPr>
            </w:pPr>
            <w:r w:rsidRPr="006F4DF2">
              <w:rPr>
                <w:b/>
                <w:bCs/>
              </w:rPr>
              <w:t>Nein</w:t>
            </w:r>
          </w:p>
        </w:tc>
      </w:tr>
      <w:tr w:rsidR="00B2043C" w14:paraId="24CBA79A" w14:textId="77777777" w:rsidTr="005461DE">
        <w:tc>
          <w:tcPr>
            <w:tcW w:w="9965" w:type="dxa"/>
          </w:tcPr>
          <w:p w14:paraId="3C56E68A" w14:textId="77777777" w:rsidR="00B2043C" w:rsidRPr="003E02F9" w:rsidRDefault="00B2043C" w:rsidP="00AB47FE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rStyle w:val="BesuchterHyperlink"/>
                <w:b/>
                <w:bCs/>
              </w:rPr>
            </w:pPr>
            <w:hyperlink r:id="rId74" w:history="1">
              <w:r w:rsidRPr="003E02F9">
                <w:rPr>
                  <w:rStyle w:val="BesuchterHyperlink"/>
                  <w:b/>
                  <w:bCs/>
                </w:rPr>
                <w:t>Prüfpflichten</w:t>
              </w:r>
            </w:hyperlink>
          </w:p>
          <w:p w14:paraId="6CD7075C" w14:textId="77777777" w:rsidR="00B2043C" w:rsidRPr="00A445E5" w:rsidRDefault="00B2043C" w:rsidP="00470368">
            <w:pPr>
              <w:rPr>
                <w:sz w:val="16"/>
                <w:szCs w:val="16"/>
              </w:rPr>
            </w:pPr>
          </w:p>
          <w:p w14:paraId="10423C5A" w14:textId="77777777" w:rsidR="00B2043C" w:rsidRPr="003E02F9" w:rsidRDefault="00B2043C" w:rsidP="00B2043C">
            <w:pPr>
              <w:pStyle w:val="Listenabsatz"/>
              <w:spacing w:after="0" w:line="240" w:lineRule="auto"/>
              <w:ind w:left="612"/>
              <w:rPr>
                <w:rStyle w:val="BesuchterHyperlink"/>
                <w:b/>
                <w:bCs/>
                <w:i/>
                <w:iCs/>
              </w:rPr>
            </w:pPr>
            <w:hyperlink r:id="rId75" w:history="1">
              <w:r w:rsidRPr="003E02F9">
                <w:rPr>
                  <w:rStyle w:val="BesuchterHyperlink"/>
                  <w:b/>
                  <w:bCs/>
                  <w:i/>
                  <w:iCs/>
                </w:rPr>
                <w:t>Elektrische Anlagen und Betriebsmittel</w:t>
              </w:r>
            </w:hyperlink>
            <w:r w:rsidR="00E6268E" w:rsidRPr="003E02F9">
              <w:rPr>
                <w:rStyle w:val="BesuchterHyperlink"/>
                <w:b/>
                <w:bCs/>
                <w:i/>
                <w:iCs/>
              </w:rPr>
              <w:t>:</w:t>
            </w:r>
          </w:p>
          <w:p w14:paraId="5811F9C6" w14:textId="77777777" w:rsidR="00B2043C" w:rsidRPr="00A445E5" w:rsidRDefault="00B2043C" w:rsidP="00470368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A445E5">
              <w:rPr>
                <w:rFonts w:ascii="Arial" w:hAnsi="Arial" w:cs="Arial"/>
                <w:bCs/>
              </w:rPr>
              <w:t>W</w:t>
            </w:r>
            <w:r>
              <w:rPr>
                <w:rFonts w:ascii="Arial" w:hAnsi="Arial" w:cs="Arial"/>
                <w:bCs/>
              </w:rPr>
              <w:t>e</w:t>
            </w:r>
            <w:r w:rsidRPr="00A445E5">
              <w:rPr>
                <w:rFonts w:ascii="Arial" w:hAnsi="Arial" w:cs="Arial"/>
                <w:bCs/>
              </w:rPr>
              <w:t>rden die elektrischen Anlagen und Betriebsmittel entsprechend den Vorgaben der BetrSichV</w:t>
            </w:r>
            <w:r>
              <w:rPr>
                <w:rFonts w:ascii="Arial" w:hAnsi="Arial" w:cs="Arial"/>
                <w:bCs/>
              </w:rPr>
              <w:t xml:space="preserve"> und </w:t>
            </w:r>
            <w:r w:rsidR="00261A68">
              <w:rPr>
                <w:rFonts w:ascii="Arial" w:hAnsi="Arial" w:cs="Arial"/>
                <w:bCs/>
              </w:rPr>
              <w:t xml:space="preserve">UVV </w:t>
            </w:r>
            <w:r>
              <w:rPr>
                <w:rFonts w:ascii="Arial" w:hAnsi="Arial" w:cs="Arial"/>
                <w:bCs/>
              </w:rPr>
              <w:t xml:space="preserve">DGUV Vorschrift 3 </w:t>
            </w:r>
            <w:r w:rsidRPr="00A445E5">
              <w:rPr>
                <w:rFonts w:ascii="Arial" w:hAnsi="Arial" w:cs="Arial"/>
                <w:bCs/>
              </w:rPr>
              <w:t xml:space="preserve">geprüft und </w:t>
            </w:r>
            <w:r>
              <w:rPr>
                <w:rFonts w:ascii="Arial" w:hAnsi="Arial" w:cs="Arial"/>
                <w:bCs/>
              </w:rPr>
              <w:t xml:space="preserve">die Prüfung </w:t>
            </w:r>
            <w:r w:rsidRPr="00A445E5">
              <w:rPr>
                <w:rFonts w:ascii="Arial" w:hAnsi="Arial" w:cs="Arial"/>
                <w:bCs/>
              </w:rPr>
              <w:t>dokumentiert?</w:t>
            </w:r>
          </w:p>
          <w:p w14:paraId="44A7F9CB" w14:textId="77777777" w:rsidR="00B2043C" w:rsidRPr="00A445E5" w:rsidRDefault="00B2043C" w:rsidP="00470368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A445E5">
              <w:rPr>
                <w:rFonts w:ascii="Arial" w:hAnsi="Arial" w:cs="Arial"/>
                <w:bCs/>
              </w:rPr>
              <w:t xml:space="preserve">Liegen </w:t>
            </w:r>
            <w:r w:rsidRPr="000D04DA">
              <w:rPr>
                <w:rFonts w:ascii="Arial" w:hAnsi="Arial" w:cs="Arial"/>
                <w:b/>
                <w:bCs/>
                <w:u w:val="single"/>
              </w:rPr>
              <w:t>aktuelle</w:t>
            </w:r>
            <w:r w:rsidRPr="000D04DA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Gebrauch</w:t>
            </w:r>
            <w:r w:rsidRPr="00A445E5">
              <w:rPr>
                <w:rFonts w:ascii="Arial" w:hAnsi="Arial" w:cs="Arial"/>
                <w:bCs/>
              </w:rPr>
              <w:t>san</w:t>
            </w:r>
            <w:r>
              <w:rPr>
                <w:rFonts w:ascii="Arial" w:hAnsi="Arial" w:cs="Arial"/>
                <w:bCs/>
              </w:rPr>
              <w:t>weisungen</w:t>
            </w:r>
            <w:r w:rsidRPr="00A445E5">
              <w:rPr>
                <w:rFonts w:ascii="Arial" w:hAnsi="Arial" w:cs="Arial"/>
                <w:bCs/>
              </w:rPr>
              <w:t xml:space="preserve"> der Gerätehersteller vor?</w:t>
            </w:r>
          </w:p>
          <w:p w14:paraId="7B26CAEB" w14:textId="77777777" w:rsidR="00B2043C" w:rsidRPr="00470368" w:rsidRDefault="00B2043C" w:rsidP="00470368">
            <w:pPr>
              <w:rPr>
                <w:bCs/>
                <w:sz w:val="16"/>
                <w:szCs w:val="16"/>
              </w:rPr>
            </w:pPr>
          </w:p>
          <w:p w14:paraId="1A4381F9" w14:textId="77777777" w:rsidR="00B2043C" w:rsidRPr="003E02F9" w:rsidRDefault="00B2043C" w:rsidP="00B2043C">
            <w:pPr>
              <w:pStyle w:val="Listenabsatz"/>
              <w:spacing w:after="0" w:line="240" w:lineRule="auto"/>
              <w:ind w:left="612"/>
              <w:rPr>
                <w:rStyle w:val="BesuchterHyperlink"/>
                <w:b/>
                <w:bCs/>
                <w:i/>
                <w:iCs/>
              </w:rPr>
            </w:pPr>
            <w:hyperlink r:id="rId76" w:history="1">
              <w:r w:rsidRPr="003E02F9">
                <w:rPr>
                  <w:rStyle w:val="BesuchterHyperlink"/>
                  <w:b/>
                  <w:bCs/>
                  <w:i/>
                  <w:iCs/>
                </w:rPr>
                <w:t>Druckgeräte</w:t>
              </w:r>
            </w:hyperlink>
            <w:r w:rsidR="00E6268E" w:rsidRPr="003E02F9">
              <w:rPr>
                <w:rStyle w:val="BesuchterHyperlink"/>
                <w:b/>
                <w:bCs/>
                <w:i/>
                <w:iCs/>
              </w:rPr>
              <w:t>:</w:t>
            </w:r>
          </w:p>
          <w:p w14:paraId="2ADDF6D0" w14:textId="77777777" w:rsidR="00B2043C" w:rsidRDefault="00B2043C" w:rsidP="00470368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</w:rPr>
            </w:pPr>
            <w:r w:rsidRPr="00A445E5">
              <w:rPr>
                <w:rFonts w:ascii="Arial" w:hAnsi="Arial" w:cs="Arial"/>
              </w:rPr>
              <w:t>Werden Druckgeräte (z.</w:t>
            </w:r>
            <w:r w:rsidR="00323C74">
              <w:rPr>
                <w:rFonts w:ascii="Arial" w:hAnsi="Arial" w:cs="Arial"/>
              </w:rPr>
              <w:t xml:space="preserve"> </w:t>
            </w:r>
            <w:r w:rsidRPr="00A445E5">
              <w:rPr>
                <w:rFonts w:ascii="Arial" w:hAnsi="Arial" w:cs="Arial"/>
              </w:rPr>
              <w:t>B. Kompressor) entsprechend den Vorgaben der Betr</w:t>
            </w:r>
            <w:r>
              <w:rPr>
                <w:rFonts w:ascii="Arial" w:hAnsi="Arial" w:cs="Arial"/>
              </w:rPr>
              <w:t>S</w:t>
            </w:r>
            <w:r w:rsidRPr="00A445E5">
              <w:rPr>
                <w:rFonts w:ascii="Arial" w:hAnsi="Arial" w:cs="Arial"/>
              </w:rPr>
              <w:t>ichV geprüft und dokumentiert (Prüfbuch)?</w:t>
            </w:r>
          </w:p>
          <w:p w14:paraId="20525CBC" w14:textId="77777777" w:rsidR="00B2043C" w:rsidRPr="00A445E5" w:rsidRDefault="00B2043C" w:rsidP="00470368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A445E5">
              <w:rPr>
                <w:rFonts w:ascii="Arial" w:hAnsi="Arial" w:cs="Arial"/>
                <w:bCs/>
              </w:rPr>
              <w:t xml:space="preserve">Liegen </w:t>
            </w:r>
            <w:r w:rsidRPr="000D04DA">
              <w:rPr>
                <w:rFonts w:ascii="Arial" w:hAnsi="Arial" w:cs="Arial"/>
                <w:b/>
                <w:bCs/>
                <w:u w:val="single"/>
              </w:rPr>
              <w:t>aktuelle</w:t>
            </w:r>
            <w:r w:rsidRPr="000D04DA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Gebrauch</w:t>
            </w:r>
            <w:r w:rsidRPr="00A445E5">
              <w:rPr>
                <w:rFonts w:ascii="Arial" w:hAnsi="Arial" w:cs="Arial"/>
                <w:bCs/>
              </w:rPr>
              <w:t>san</w:t>
            </w:r>
            <w:r>
              <w:rPr>
                <w:rFonts w:ascii="Arial" w:hAnsi="Arial" w:cs="Arial"/>
                <w:bCs/>
              </w:rPr>
              <w:t>weisungen</w:t>
            </w:r>
            <w:r w:rsidRPr="00A445E5">
              <w:rPr>
                <w:rFonts w:ascii="Arial" w:hAnsi="Arial" w:cs="Arial"/>
                <w:bCs/>
              </w:rPr>
              <w:t xml:space="preserve"> der Gerätehersteller vor?</w:t>
            </w:r>
          </w:p>
          <w:p w14:paraId="12BC639A" w14:textId="77777777" w:rsidR="00B2043C" w:rsidRPr="00470368" w:rsidRDefault="00B2043C" w:rsidP="00470368">
            <w:pPr>
              <w:rPr>
                <w:sz w:val="16"/>
                <w:szCs w:val="16"/>
              </w:rPr>
            </w:pPr>
          </w:p>
          <w:p w14:paraId="6045D379" w14:textId="77777777" w:rsidR="00B2043C" w:rsidRPr="003E02F9" w:rsidRDefault="00B2043C" w:rsidP="00B2043C">
            <w:pPr>
              <w:pStyle w:val="Listenabsatz"/>
              <w:spacing w:after="0" w:line="240" w:lineRule="auto"/>
              <w:ind w:left="612"/>
              <w:rPr>
                <w:rStyle w:val="BesuchterHyperlink"/>
                <w:b/>
                <w:bCs/>
                <w:i/>
                <w:iCs/>
              </w:rPr>
            </w:pPr>
            <w:hyperlink r:id="rId77" w:history="1">
              <w:r w:rsidRPr="003E02F9">
                <w:rPr>
                  <w:rStyle w:val="BesuchterHyperlink"/>
                  <w:b/>
                  <w:bCs/>
                  <w:i/>
                  <w:iCs/>
                </w:rPr>
                <w:t>Aktive Medizinprodukte</w:t>
              </w:r>
            </w:hyperlink>
            <w:r w:rsidR="00E6268E" w:rsidRPr="003E02F9">
              <w:rPr>
                <w:rStyle w:val="BesuchterHyperlink"/>
                <w:b/>
                <w:bCs/>
                <w:i/>
                <w:iCs/>
              </w:rPr>
              <w:t>:</w:t>
            </w:r>
          </w:p>
          <w:p w14:paraId="71CEC290" w14:textId="77777777" w:rsidR="00B2043C" w:rsidRPr="00A445E5" w:rsidRDefault="00B2043C" w:rsidP="00470368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</w:rPr>
            </w:pPr>
            <w:r w:rsidRPr="00A445E5">
              <w:rPr>
                <w:rFonts w:ascii="Arial" w:hAnsi="Arial" w:cs="Arial"/>
              </w:rPr>
              <w:t>Werden die sicherheitstechnischen Kontrollen für Anlage-1-Geräte gemäß MPBetreibV durchgeführt und dokumentiert?</w:t>
            </w:r>
          </w:p>
          <w:p w14:paraId="240B06F3" w14:textId="77777777" w:rsidR="00B2043C" w:rsidRPr="00A445E5" w:rsidRDefault="00B2043C" w:rsidP="00470368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</w:rPr>
            </w:pPr>
            <w:r w:rsidRPr="00A445E5">
              <w:rPr>
                <w:rFonts w:ascii="Arial" w:hAnsi="Arial" w:cs="Arial"/>
              </w:rPr>
              <w:t xml:space="preserve">Liegen </w:t>
            </w:r>
            <w:r w:rsidRPr="000D04DA">
              <w:rPr>
                <w:rFonts w:ascii="Arial" w:hAnsi="Arial" w:cs="Arial"/>
                <w:b/>
                <w:u w:val="single"/>
              </w:rPr>
              <w:t>aktuelle</w:t>
            </w:r>
            <w:r w:rsidRPr="00A445E5">
              <w:rPr>
                <w:rFonts w:ascii="Arial" w:hAnsi="Arial" w:cs="Arial"/>
              </w:rPr>
              <w:t xml:space="preserve"> Gebrauchsanweisungen der Gerätehersteller vor?</w:t>
            </w:r>
          </w:p>
          <w:p w14:paraId="56165CD6" w14:textId="77777777" w:rsidR="00B2043C" w:rsidRPr="00A445E5" w:rsidRDefault="00B2043C" w:rsidP="00470368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</w:rPr>
            </w:pPr>
            <w:r w:rsidRPr="00A445E5">
              <w:rPr>
                <w:rFonts w:ascii="Arial" w:hAnsi="Arial" w:cs="Arial"/>
              </w:rPr>
              <w:t xml:space="preserve">Wird ein </w:t>
            </w:r>
            <w:hyperlink r:id="rId78" w:history="1">
              <w:r w:rsidRPr="003E0341">
                <w:rPr>
                  <w:rStyle w:val="BesuchterHyperlink"/>
                </w:rPr>
                <w:t>Bestandsverzeichnis</w:t>
              </w:r>
            </w:hyperlink>
            <w:r w:rsidRPr="00A445E5">
              <w:rPr>
                <w:rFonts w:ascii="Arial" w:hAnsi="Arial" w:cs="Arial"/>
              </w:rPr>
              <w:t xml:space="preserve"> und ein </w:t>
            </w:r>
            <w:hyperlink r:id="rId79" w:history="1">
              <w:r w:rsidRPr="003E0341">
                <w:rPr>
                  <w:rStyle w:val="BesuchterHyperlink"/>
                </w:rPr>
                <w:t>Medizinproduktebuch</w:t>
              </w:r>
            </w:hyperlink>
            <w:r w:rsidRPr="00A445E5">
              <w:rPr>
                <w:rFonts w:ascii="Arial" w:hAnsi="Arial" w:cs="Arial"/>
              </w:rPr>
              <w:t xml:space="preserve"> </w:t>
            </w:r>
            <w:r w:rsidR="00261A68">
              <w:rPr>
                <w:rFonts w:ascii="Arial" w:hAnsi="Arial" w:cs="Arial"/>
              </w:rPr>
              <w:t>(</w:t>
            </w:r>
            <w:r w:rsidR="00261A68" w:rsidRPr="00A445E5">
              <w:rPr>
                <w:rFonts w:ascii="Arial" w:hAnsi="Arial" w:cs="Arial"/>
              </w:rPr>
              <w:t>Anlage-1-Geräte</w:t>
            </w:r>
            <w:r w:rsidR="00261A68">
              <w:rPr>
                <w:rFonts w:ascii="Arial" w:hAnsi="Arial" w:cs="Arial"/>
              </w:rPr>
              <w:t>)</w:t>
            </w:r>
            <w:r w:rsidR="00261A68" w:rsidRPr="00A445E5">
              <w:rPr>
                <w:rFonts w:ascii="Arial" w:hAnsi="Arial" w:cs="Arial"/>
              </w:rPr>
              <w:t xml:space="preserve"> </w:t>
            </w:r>
            <w:r w:rsidRPr="00A445E5">
              <w:rPr>
                <w:rFonts w:ascii="Arial" w:hAnsi="Arial" w:cs="Arial"/>
              </w:rPr>
              <w:t>gemäß MPBetreibV geführt und regelmäßig aktualisiert?</w:t>
            </w:r>
          </w:p>
          <w:p w14:paraId="32F45F4D" w14:textId="77777777" w:rsidR="00B2043C" w:rsidRPr="00470368" w:rsidRDefault="00B2043C" w:rsidP="00470368">
            <w:pPr>
              <w:rPr>
                <w:sz w:val="16"/>
                <w:szCs w:val="16"/>
              </w:rPr>
            </w:pPr>
          </w:p>
          <w:p w14:paraId="63F8D37A" w14:textId="77777777" w:rsidR="00B2043C" w:rsidRPr="003E02F9" w:rsidRDefault="00B2043C" w:rsidP="00B2043C">
            <w:pPr>
              <w:pStyle w:val="Listenabsatz"/>
              <w:spacing w:after="0" w:line="240" w:lineRule="auto"/>
              <w:ind w:left="612"/>
              <w:rPr>
                <w:rStyle w:val="BesuchterHyperlink"/>
                <w:bCs/>
                <w:iCs/>
              </w:rPr>
            </w:pPr>
            <w:hyperlink r:id="rId80" w:history="1">
              <w:r w:rsidRPr="003E02F9">
                <w:rPr>
                  <w:rStyle w:val="BesuchterHyperlink"/>
                  <w:b/>
                  <w:bCs/>
                  <w:i/>
                  <w:iCs/>
                </w:rPr>
                <w:t>Amalgamabscheider</w:t>
              </w:r>
            </w:hyperlink>
            <w:r w:rsidR="00E6268E" w:rsidRPr="003E02F9">
              <w:rPr>
                <w:rStyle w:val="BesuchterHyperlink"/>
                <w:bCs/>
                <w:iCs/>
              </w:rPr>
              <w:t>:</w:t>
            </w:r>
          </w:p>
          <w:p w14:paraId="5BD5EC99" w14:textId="4EC45AA7" w:rsidR="00B2043C" w:rsidRPr="003E0341" w:rsidRDefault="00B2043C" w:rsidP="00470368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Style w:val="BesuchterHyperlink"/>
              </w:rPr>
            </w:pPr>
            <w:hyperlink r:id="rId81" w:history="1">
              <w:r w:rsidRPr="003E0341">
                <w:rPr>
                  <w:rStyle w:val="BesuchterHyperlink"/>
                </w:rPr>
                <w:t xml:space="preserve">Wurde der ordnungsgemäße Zustand des Amalgamabscheiders vor Inbetriebnahme und dann alle </w:t>
              </w:r>
              <w:r w:rsidRPr="003E02F9">
                <w:rPr>
                  <w:rStyle w:val="BesuchterHyperlink"/>
                  <w:b/>
                  <w:bCs/>
                </w:rPr>
                <w:t>5 Jahre durch eine befähigte Person</w:t>
              </w:r>
              <w:r w:rsidRPr="003E0341">
                <w:rPr>
                  <w:rStyle w:val="BesuchterHyperlink"/>
                </w:rPr>
                <w:t xml:space="preserve"> (Depot/Gerätehersteller) geprüft und dokumentiert?</w:t>
              </w:r>
            </w:hyperlink>
          </w:p>
          <w:p w14:paraId="38E29E65" w14:textId="77777777" w:rsidR="00B2043C" w:rsidRDefault="00B2043C" w:rsidP="00470368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A445E5">
              <w:rPr>
                <w:rFonts w:ascii="Arial" w:hAnsi="Arial" w:cs="Arial"/>
                <w:bCs/>
              </w:rPr>
              <w:t xml:space="preserve">Liegen </w:t>
            </w:r>
            <w:r w:rsidRPr="000D04DA">
              <w:rPr>
                <w:rFonts w:ascii="Arial" w:hAnsi="Arial" w:cs="Arial"/>
                <w:b/>
                <w:bCs/>
                <w:u w:val="single"/>
              </w:rPr>
              <w:t>aktuelle</w:t>
            </w:r>
            <w:r w:rsidRPr="00A445E5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Gebrauch</w:t>
            </w:r>
            <w:r w:rsidRPr="00A445E5">
              <w:rPr>
                <w:rFonts w:ascii="Arial" w:hAnsi="Arial" w:cs="Arial"/>
                <w:bCs/>
              </w:rPr>
              <w:t>san</w:t>
            </w:r>
            <w:r>
              <w:rPr>
                <w:rFonts w:ascii="Arial" w:hAnsi="Arial" w:cs="Arial"/>
                <w:bCs/>
              </w:rPr>
              <w:t>weisungen</w:t>
            </w:r>
            <w:r w:rsidRPr="00A445E5">
              <w:rPr>
                <w:rFonts w:ascii="Arial" w:hAnsi="Arial" w:cs="Arial"/>
                <w:bCs/>
              </w:rPr>
              <w:t xml:space="preserve"> der Gerätehersteller vor?</w:t>
            </w:r>
          </w:p>
          <w:p w14:paraId="3791570D" w14:textId="77777777" w:rsidR="00113A54" w:rsidRPr="007904D0" w:rsidRDefault="00113A54" w:rsidP="00113A54">
            <w:pPr>
              <w:rPr>
                <w:bCs/>
                <w:sz w:val="16"/>
                <w:szCs w:val="16"/>
              </w:rPr>
            </w:pPr>
          </w:p>
          <w:p w14:paraId="2E779D17" w14:textId="2EC0F5D2" w:rsidR="00113A54" w:rsidRPr="00EF1B98" w:rsidRDefault="00EF1B98" w:rsidP="00113A54">
            <w:pPr>
              <w:pStyle w:val="Listenabsatz"/>
              <w:spacing w:after="0" w:line="240" w:lineRule="auto"/>
              <w:ind w:left="612"/>
              <w:rPr>
                <w:rStyle w:val="Hyperlink"/>
                <w:rFonts w:ascii="Arial" w:hAnsi="Arial"/>
                <w:b/>
                <w:i/>
                <w:iCs/>
              </w:rPr>
            </w:pPr>
            <w:r>
              <w:rPr>
                <w:rFonts w:ascii="Arial" w:hAnsi="Arial"/>
                <w:b/>
                <w:i/>
                <w:iCs/>
              </w:rPr>
              <w:fldChar w:fldCharType="begin"/>
            </w:r>
            <w:r>
              <w:rPr>
                <w:rFonts w:ascii="Arial" w:hAnsi="Arial"/>
                <w:b/>
                <w:i/>
                <w:iCs/>
              </w:rPr>
              <w:instrText>HYPERLINK "https://phb.lzk-bw.de/PHB-CD/QM-Anhang/Gefaehrdungsbeurteilungen/Checkliste_Pruefpflichten.doc"</w:instrText>
            </w:r>
            <w:r>
              <w:rPr>
                <w:rFonts w:ascii="Arial" w:hAnsi="Arial"/>
                <w:b/>
                <w:i/>
                <w:iCs/>
              </w:rPr>
            </w:r>
            <w:r>
              <w:rPr>
                <w:rFonts w:ascii="Arial" w:hAnsi="Arial"/>
                <w:b/>
                <w:i/>
                <w:iCs/>
              </w:rPr>
              <w:fldChar w:fldCharType="separate"/>
            </w:r>
            <w:r w:rsidR="00113A54" w:rsidRPr="00EF1B98">
              <w:rPr>
                <w:rStyle w:val="Hyperlink"/>
                <w:rFonts w:ascii="Arial" w:hAnsi="Arial"/>
                <w:b/>
                <w:i/>
                <w:iCs/>
              </w:rPr>
              <w:t>Leitern und Tritte (Aufstiegshilfen):</w:t>
            </w:r>
          </w:p>
          <w:p w14:paraId="5C9496A1" w14:textId="6245DBDD" w:rsidR="00113A54" w:rsidRDefault="00EF1B98" w:rsidP="00113A54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  <w:b/>
                <w:i/>
                <w:iCs/>
              </w:rPr>
              <w:fldChar w:fldCharType="end"/>
            </w:r>
            <w:r w:rsidR="00113A54">
              <w:rPr>
                <w:rFonts w:ascii="Arial" w:hAnsi="Arial" w:cs="Arial"/>
                <w:bCs/>
              </w:rPr>
              <w:t xml:space="preserve">Der Arbeitgeber (Praxisinhaber) legt gemäß Betriebssicherheitsverordnung grundsätzlich Art, Umfang und Fristen von Prüfungen und die notwendigen Voraussetzungen der Prüfperson (befähigte Person gemäß TRBS) eigenverantwortlich fest. </w:t>
            </w:r>
            <w:r w:rsidR="00571106">
              <w:rPr>
                <w:rFonts w:ascii="Arial" w:hAnsi="Arial" w:cs="Arial"/>
                <w:bCs/>
              </w:rPr>
              <w:t>Hierbei hat er die Vorgaben der DGUV und der Hersteller-Gebrauchsanweisung zu berücksichtigen.</w:t>
            </w:r>
          </w:p>
          <w:p w14:paraId="353D3C00" w14:textId="34CF74CA" w:rsidR="00571106" w:rsidRPr="00571106" w:rsidRDefault="00571106" w:rsidP="00113A54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  <w:color w:val="800080"/>
              </w:rPr>
            </w:pPr>
            <w:hyperlink r:id="rId82" w:history="1">
              <w:r w:rsidRPr="00571106">
                <w:rPr>
                  <w:rStyle w:val="Hyperlink"/>
                  <w:rFonts w:ascii="Arial" w:hAnsi="Arial" w:cs="Arial"/>
                  <w:bCs/>
                </w:rPr>
                <w:t>Sind die Prüfungen der Leitern und Tritte (Aufstiegshilfen) dokumentiert?</w:t>
              </w:r>
            </w:hyperlink>
          </w:p>
          <w:p w14:paraId="68E36959" w14:textId="77777777" w:rsidR="00B2043C" w:rsidRPr="00470368" w:rsidRDefault="00B2043C" w:rsidP="00470368">
            <w:pPr>
              <w:rPr>
                <w:sz w:val="16"/>
                <w:szCs w:val="16"/>
              </w:rPr>
            </w:pPr>
          </w:p>
        </w:tc>
        <w:tc>
          <w:tcPr>
            <w:tcW w:w="565" w:type="dxa"/>
          </w:tcPr>
          <w:p w14:paraId="774D614E" w14:textId="77777777" w:rsidR="00B2043C" w:rsidRPr="00A445E5" w:rsidRDefault="00B2043C" w:rsidP="00B2043C">
            <w:pPr>
              <w:jc w:val="center"/>
            </w:pPr>
          </w:p>
          <w:p w14:paraId="6E9AF5B4" w14:textId="77777777" w:rsidR="00B2043C" w:rsidRPr="00A445E5" w:rsidRDefault="00B2043C" w:rsidP="00B2043C">
            <w:pPr>
              <w:jc w:val="center"/>
              <w:rPr>
                <w:sz w:val="16"/>
                <w:szCs w:val="16"/>
              </w:rPr>
            </w:pPr>
          </w:p>
          <w:p w14:paraId="49D0EAB5" w14:textId="77777777" w:rsidR="00B2043C" w:rsidRPr="00A445E5" w:rsidRDefault="00B2043C" w:rsidP="00B2043C">
            <w:pPr>
              <w:jc w:val="center"/>
            </w:pPr>
          </w:p>
          <w:sdt>
            <w:sdtPr>
              <w:id w:val="-1609275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C90661" w14:textId="4D1EACB9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106B545" w14:textId="77777777" w:rsidR="00B2043C" w:rsidRPr="00575812" w:rsidRDefault="00B2043C" w:rsidP="00B2043C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4695587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64DF9F" w14:textId="2CD85EC7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5DE3C282" w14:textId="77777777" w:rsidR="00B2043C" w:rsidRPr="00575812" w:rsidRDefault="00B2043C" w:rsidP="00B2043C">
            <w:pPr>
              <w:jc w:val="center"/>
              <w:rPr>
                <w:sz w:val="18"/>
                <w:szCs w:val="18"/>
              </w:rPr>
            </w:pPr>
          </w:p>
          <w:p w14:paraId="05A9D6B6" w14:textId="77777777" w:rsidR="00B2043C" w:rsidRPr="004E5121" w:rsidRDefault="00B2043C" w:rsidP="00B2043C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3885014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9EC3A8" w14:textId="16CDBC95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8C4DF11" w14:textId="77777777" w:rsidR="00B2043C" w:rsidRPr="006A2597" w:rsidRDefault="00B2043C" w:rsidP="00B2043C">
            <w:pPr>
              <w:jc w:val="center"/>
              <w:rPr>
                <w:sz w:val="16"/>
                <w:szCs w:val="16"/>
              </w:rPr>
            </w:pPr>
          </w:p>
          <w:sdt>
            <w:sdtPr>
              <w:id w:val="10544338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AE839D" w14:textId="0492AC12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8FC0237" w14:textId="77777777" w:rsidR="00B2043C" w:rsidRPr="00575812" w:rsidRDefault="00B2043C" w:rsidP="00B2043C">
            <w:pPr>
              <w:jc w:val="center"/>
              <w:rPr>
                <w:sz w:val="18"/>
                <w:szCs w:val="18"/>
              </w:rPr>
            </w:pPr>
          </w:p>
          <w:p w14:paraId="36EDCC33" w14:textId="77777777" w:rsidR="00B2043C" w:rsidRPr="00575812" w:rsidRDefault="00B2043C" w:rsidP="00B2043C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1998348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BFA0A9" w14:textId="405B0DDD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1834EF5" w14:textId="77777777" w:rsidR="00B2043C" w:rsidRPr="00575812" w:rsidRDefault="00B2043C" w:rsidP="00B2043C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18677418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578E580" w14:textId="2C6B3769" w:rsidR="00B2043C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3933107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A090079" w14:textId="04BE1019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1663D270" w14:textId="77777777" w:rsidR="00B2043C" w:rsidRPr="00575812" w:rsidRDefault="00B2043C" w:rsidP="00B2043C">
            <w:pPr>
              <w:jc w:val="center"/>
              <w:rPr>
                <w:sz w:val="20"/>
                <w:szCs w:val="20"/>
              </w:rPr>
            </w:pPr>
          </w:p>
          <w:p w14:paraId="0E8CDA2C" w14:textId="0B064C5B" w:rsidR="00B2043C" w:rsidRDefault="00B2043C" w:rsidP="00B2043C">
            <w:pPr>
              <w:jc w:val="center"/>
              <w:rPr>
                <w:sz w:val="20"/>
                <w:szCs w:val="20"/>
              </w:rPr>
            </w:pPr>
          </w:p>
          <w:p w14:paraId="0BABF430" w14:textId="77777777" w:rsidR="00575812" w:rsidRPr="00575812" w:rsidRDefault="00575812" w:rsidP="00B2043C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-6657049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6F96A8" w14:textId="736E64C5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6308465" w14:textId="77777777" w:rsidR="00571106" w:rsidRDefault="00571106" w:rsidP="00571106">
            <w:pPr>
              <w:jc w:val="center"/>
            </w:pPr>
          </w:p>
          <w:p w14:paraId="6E53FADE" w14:textId="77777777" w:rsidR="00571106" w:rsidRPr="00575812" w:rsidRDefault="00571106" w:rsidP="00571106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12176678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CC113C" w14:textId="77777777" w:rsidR="00571106" w:rsidRPr="00A445E5" w:rsidRDefault="00571106" w:rsidP="00571106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77E517C" w14:textId="77777777" w:rsidR="000462C4" w:rsidRDefault="000462C4" w:rsidP="000462C4">
            <w:pPr>
              <w:jc w:val="center"/>
            </w:pPr>
          </w:p>
          <w:p w14:paraId="0408CB68" w14:textId="77777777" w:rsidR="000462C4" w:rsidRPr="00575812" w:rsidRDefault="000462C4" w:rsidP="000462C4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17802960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0700196" w14:textId="77777777" w:rsidR="000462C4" w:rsidRPr="00A445E5" w:rsidRDefault="000462C4" w:rsidP="000462C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56F3908F" w14:textId="0DD66C2C" w:rsidR="00B2043C" w:rsidRDefault="00B2043C" w:rsidP="00B2043C">
            <w:pPr>
              <w:jc w:val="center"/>
            </w:pPr>
          </w:p>
          <w:p w14:paraId="4CC9CE51" w14:textId="77777777" w:rsidR="000462C4" w:rsidRDefault="000462C4" w:rsidP="00B2043C">
            <w:pPr>
              <w:jc w:val="center"/>
            </w:pPr>
          </w:p>
          <w:p w14:paraId="760097CB" w14:textId="77777777" w:rsidR="00DB697D" w:rsidRPr="00575812" w:rsidRDefault="00DB697D" w:rsidP="00B2043C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104515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6A09E9" w14:textId="357F6348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430AEB96" w14:textId="77777777" w:rsidR="00B2043C" w:rsidRPr="000462C4" w:rsidRDefault="00B2043C" w:rsidP="00B2043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9" w:type="dxa"/>
          </w:tcPr>
          <w:p w14:paraId="14FCBF53" w14:textId="77777777" w:rsidR="00B2043C" w:rsidRPr="00A445E5" w:rsidRDefault="00B2043C" w:rsidP="00B2043C">
            <w:pPr>
              <w:jc w:val="center"/>
            </w:pPr>
          </w:p>
          <w:p w14:paraId="3F4480DC" w14:textId="77777777" w:rsidR="00B2043C" w:rsidRPr="00A445E5" w:rsidRDefault="00B2043C" w:rsidP="00B2043C">
            <w:pPr>
              <w:jc w:val="center"/>
              <w:rPr>
                <w:sz w:val="16"/>
                <w:szCs w:val="16"/>
              </w:rPr>
            </w:pPr>
          </w:p>
          <w:p w14:paraId="42104A1E" w14:textId="77777777" w:rsidR="00B2043C" w:rsidRPr="00A445E5" w:rsidRDefault="00B2043C" w:rsidP="00B2043C">
            <w:pPr>
              <w:jc w:val="center"/>
            </w:pPr>
          </w:p>
          <w:sdt>
            <w:sdtPr>
              <w:id w:val="19177411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5F844B5" w14:textId="03457DE3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20708522" w14:textId="77777777" w:rsidR="00B2043C" w:rsidRPr="00575812" w:rsidRDefault="00B2043C" w:rsidP="00B2043C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16199465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7B037BB" w14:textId="556E772E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5E56B442" w14:textId="77777777" w:rsidR="00B2043C" w:rsidRPr="00575812" w:rsidRDefault="00B2043C" w:rsidP="00B2043C">
            <w:pPr>
              <w:jc w:val="center"/>
              <w:rPr>
                <w:sz w:val="18"/>
                <w:szCs w:val="18"/>
              </w:rPr>
            </w:pPr>
          </w:p>
          <w:p w14:paraId="3F4E3213" w14:textId="77777777" w:rsidR="00B2043C" w:rsidRPr="004E5121" w:rsidRDefault="00B2043C" w:rsidP="00B2043C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19020911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E3E489" w14:textId="68F9B461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02C32940" w14:textId="77777777" w:rsidR="00B2043C" w:rsidRPr="006A2597" w:rsidRDefault="00B2043C" w:rsidP="00B2043C">
            <w:pPr>
              <w:jc w:val="center"/>
              <w:rPr>
                <w:sz w:val="16"/>
                <w:szCs w:val="16"/>
              </w:rPr>
            </w:pPr>
          </w:p>
          <w:sdt>
            <w:sdtPr>
              <w:id w:val="-19960160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1228AF" w14:textId="58A07B46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17AF9067" w14:textId="77777777" w:rsidR="00B2043C" w:rsidRPr="00575812" w:rsidRDefault="00B2043C" w:rsidP="00B2043C">
            <w:pPr>
              <w:jc w:val="center"/>
              <w:rPr>
                <w:sz w:val="18"/>
                <w:szCs w:val="18"/>
              </w:rPr>
            </w:pPr>
          </w:p>
          <w:p w14:paraId="45438D32" w14:textId="77777777" w:rsidR="00B2043C" w:rsidRPr="00575812" w:rsidRDefault="00B2043C" w:rsidP="00B2043C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2289244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8C7F78" w14:textId="3C8D80A1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803034C" w14:textId="77777777" w:rsidR="00B2043C" w:rsidRPr="00575812" w:rsidRDefault="00B2043C" w:rsidP="00B2043C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9115078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6A2593E" w14:textId="580FE440" w:rsidR="00B2043C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6542236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D46892C" w14:textId="377B5D57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06093B2C" w14:textId="77777777" w:rsidR="00B2043C" w:rsidRPr="00575812" w:rsidRDefault="00B2043C" w:rsidP="00B2043C">
            <w:pPr>
              <w:jc w:val="center"/>
              <w:rPr>
                <w:sz w:val="20"/>
                <w:szCs w:val="20"/>
              </w:rPr>
            </w:pPr>
          </w:p>
          <w:p w14:paraId="2B2FC6D3" w14:textId="5EC38098" w:rsidR="00B2043C" w:rsidRDefault="00B2043C" w:rsidP="00B2043C">
            <w:pPr>
              <w:jc w:val="center"/>
              <w:rPr>
                <w:sz w:val="20"/>
                <w:szCs w:val="20"/>
              </w:rPr>
            </w:pPr>
          </w:p>
          <w:p w14:paraId="0D29390A" w14:textId="77777777" w:rsidR="00575812" w:rsidRPr="00575812" w:rsidRDefault="00575812" w:rsidP="00B2043C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-6399578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A63517A" w14:textId="7D40D59D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20567ECD" w14:textId="77777777" w:rsidR="00571106" w:rsidRDefault="00571106" w:rsidP="00571106">
            <w:pPr>
              <w:jc w:val="center"/>
            </w:pPr>
          </w:p>
          <w:p w14:paraId="314B53D1" w14:textId="77777777" w:rsidR="00571106" w:rsidRPr="00575812" w:rsidRDefault="00571106" w:rsidP="00571106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758287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1DB4E7F" w14:textId="77777777" w:rsidR="00571106" w:rsidRPr="00A445E5" w:rsidRDefault="00571106" w:rsidP="00571106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7FAF12D7" w14:textId="77777777" w:rsidR="000462C4" w:rsidRDefault="000462C4" w:rsidP="000462C4">
            <w:pPr>
              <w:jc w:val="center"/>
            </w:pPr>
          </w:p>
          <w:p w14:paraId="7A72BABD" w14:textId="77777777" w:rsidR="000462C4" w:rsidRPr="00575812" w:rsidRDefault="000462C4" w:rsidP="000462C4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20140684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72CF96" w14:textId="77777777" w:rsidR="000462C4" w:rsidRPr="00A445E5" w:rsidRDefault="000462C4" w:rsidP="000462C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4F39C15C" w14:textId="61ECC2B9" w:rsidR="00B2043C" w:rsidRDefault="00B2043C" w:rsidP="00B2043C">
            <w:pPr>
              <w:jc w:val="center"/>
            </w:pPr>
          </w:p>
          <w:p w14:paraId="0476ACF0" w14:textId="77777777" w:rsidR="000462C4" w:rsidRPr="00DB697D" w:rsidRDefault="000462C4" w:rsidP="00B2043C">
            <w:pPr>
              <w:jc w:val="center"/>
            </w:pPr>
          </w:p>
          <w:p w14:paraId="5FA7E166" w14:textId="77777777" w:rsidR="00DB697D" w:rsidRPr="00575812" w:rsidRDefault="00DB697D" w:rsidP="00B2043C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16930313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9A3BAE" w14:textId="69AF04E6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54F06125" w14:textId="77777777" w:rsidR="00B2043C" w:rsidRPr="000462C4" w:rsidRDefault="00B2043C" w:rsidP="00B2043C">
            <w:pPr>
              <w:jc w:val="center"/>
              <w:rPr>
                <w:sz w:val="16"/>
                <w:szCs w:val="16"/>
              </w:rPr>
            </w:pPr>
          </w:p>
        </w:tc>
      </w:tr>
      <w:tr w:rsidR="002973AC" w14:paraId="35F262EA" w14:textId="77777777" w:rsidTr="005461DE">
        <w:tc>
          <w:tcPr>
            <w:tcW w:w="9965" w:type="dxa"/>
          </w:tcPr>
          <w:p w14:paraId="47D44F5A" w14:textId="77777777" w:rsidR="002973AC" w:rsidRPr="003E02F9" w:rsidRDefault="002973AC" w:rsidP="002973AC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rStyle w:val="BesuchterHyperlink"/>
                <w:b/>
                <w:bCs/>
              </w:rPr>
            </w:pPr>
            <w:hyperlink r:id="rId83" w:history="1">
              <w:r w:rsidRPr="003E02F9">
                <w:rPr>
                  <w:rStyle w:val="BesuchterHyperlink"/>
                  <w:b/>
                  <w:bCs/>
                </w:rPr>
                <w:t>Röntgen</w:t>
              </w:r>
            </w:hyperlink>
          </w:p>
          <w:p w14:paraId="36F50796" w14:textId="77777777" w:rsidR="002973AC" w:rsidRPr="00663ADD" w:rsidRDefault="002973AC" w:rsidP="00663ADD">
            <w:pPr>
              <w:rPr>
                <w:sz w:val="16"/>
                <w:szCs w:val="16"/>
              </w:rPr>
            </w:pPr>
          </w:p>
          <w:p w14:paraId="7130E1CD" w14:textId="77777777" w:rsidR="002973AC" w:rsidRPr="00A445E5" w:rsidRDefault="002973AC" w:rsidP="00663ADD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</w:rPr>
            </w:pPr>
            <w:r w:rsidRPr="00A445E5">
              <w:rPr>
                <w:rFonts w:ascii="Arial" w:hAnsi="Arial" w:cs="Arial"/>
              </w:rPr>
              <w:t xml:space="preserve">Wurde der Betrieb einer Röntgeneinrichtung </w:t>
            </w:r>
            <w:r>
              <w:rPr>
                <w:rFonts w:ascii="Arial" w:hAnsi="Arial" w:cs="Arial"/>
              </w:rPr>
              <w:t xml:space="preserve">fristgerecht </w:t>
            </w:r>
            <w:r w:rsidRPr="00A445E5">
              <w:rPr>
                <w:rFonts w:ascii="Arial" w:hAnsi="Arial" w:cs="Arial"/>
              </w:rPr>
              <w:t>vor Inbetriebnahme beim zuständigen Regierungspräsidium angezeigt (nach Anzeigebestätigung: Anmeldung bei der zuständigen Bezirkszahnärztekammer)?</w:t>
            </w:r>
          </w:p>
          <w:p w14:paraId="7B536D48" w14:textId="77777777" w:rsidR="002973AC" w:rsidRPr="00A445E5" w:rsidRDefault="002973AC" w:rsidP="00663ADD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</w:rPr>
            </w:pPr>
            <w:r w:rsidRPr="00A445E5">
              <w:rPr>
                <w:rFonts w:ascii="Arial" w:hAnsi="Arial" w:cs="Arial"/>
              </w:rPr>
              <w:t xml:space="preserve">Wird die Fachkunde/ Kenntnisse im Strahlenschutz, regelmäßig </w:t>
            </w:r>
            <w:r w:rsidRPr="00A445E5">
              <w:rPr>
                <w:rFonts w:ascii="Arial" w:hAnsi="Arial" w:cs="Arial"/>
                <w:b/>
              </w:rPr>
              <w:t>(spätestens alle 5 Jahre)</w:t>
            </w:r>
            <w:r w:rsidRPr="00A445E5">
              <w:rPr>
                <w:rFonts w:ascii="Arial" w:hAnsi="Arial" w:cs="Arial"/>
              </w:rPr>
              <w:t xml:space="preserve"> aktualisiert</w:t>
            </w:r>
            <w:r>
              <w:rPr>
                <w:rFonts w:ascii="Arial" w:hAnsi="Arial" w:cs="Arial"/>
              </w:rPr>
              <w:t xml:space="preserve"> (Praxistipp: Teilnahmebescheinigungen aufbewahren)</w:t>
            </w:r>
            <w:r w:rsidRPr="00A445E5">
              <w:rPr>
                <w:rFonts w:ascii="Arial" w:hAnsi="Arial" w:cs="Arial"/>
              </w:rPr>
              <w:t>?</w:t>
            </w:r>
          </w:p>
          <w:p w14:paraId="4A944E14" w14:textId="77777777" w:rsidR="002973AC" w:rsidRPr="00A445E5" w:rsidRDefault="002973AC" w:rsidP="00663ADD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</w:rPr>
            </w:pPr>
            <w:r w:rsidRPr="00A445E5">
              <w:rPr>
                <w:rFonts w:ascii="Arial" w:hAnsi="Arial" w:cs="Arial"/>
              </w:rPr>
              <w:t>Werden alle weiteren Anforderungen (z.</w:t>
            </w:r>
            <w:r w:rsidR="00323C74">
              <w:rPr>
                <w:rFonts w:ascii="Arial" w:hAnsi="Arial" w:cs="Arial"/>
              </w:rPr>
              <w:t xml:space="preserve"> </w:t>
            </w:r>
            <w:r w:rsidRPr="00A445E5">
              <w:rPr>
                <w:rFonts w:ascii="Arial" w:hAnsi="Arial" w:cs="Arial"/>
              </w:rPr>
              <w:t xml:space="preserve">B. baulich, organisatorisch, Qualitätssicherung, Sachverständigenprüfung, </w:t>
            </w:r>
            <w:r>
              <w:rPr>
                <w:rFonts w:ascii="Arial" w:hAnsi="Arial" w:cs="Arial"/>
              </w:rPr>
              <w:t xml:space="preserve">evtl. Wartung, </w:t>
            </w:r>
            <w:r w:rsidRPr="00A445E5">
              <w:rPr>
                <w:rFonts w:ascii="Arial" w:hAnsi="Arial" w:cs="Arial"/>
              </w:rPr>
              <w:t>Patientendokumentation) umgesetzt?</w:t>
            </w:r>
          </w:p>
          <w:p w14:paraId="368436E6" w14:textId="16125A94" w:rsidR="002973AC" w:rsidRPr="003E0341" w:rsidRDefault="002973AC" w:rsidP="00663ADD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Style w:val="BesuchterHyperlink"/>
              </w:rPr>
            </w:pPr>
            <w:hyperlink r:id="rId84" w:history="1">
              <w:r w:rsidRPr="003E0341">
                <w:rPr>
                  <w:rStyle w:val="BesuchterHyperlink"/>
                </w:rPr>
                <w:t xml:space="preserve">Werden die Praxismitarbeiter vor erstmaligem Zutritt zum Kontrollbereich und anschließend </w:t>
              </w:r>
              <w:r w:rsidRPr="003E02F9">
                <w:rPr>
                  <w:rStyle w:val="BesuchterHyperlink"/>
                  <w:b/>
                  <w:bCs/>
                </w:rPr>
                <w:t>jährlich unterwiesen (Dokumentation)</w:t>
              </w:r>
              <w:r w:rsidRPr="003E0341">
                <w:rPr>
                  <w:rStyle w:val="BesuchterHyperlink"/>
                </w:rPr>
                <w:t>?</w:t>
              </w:r>
            </w:hyperlink>
          </w:p>
          <w:p w14:paraId="093AE309" w14:textId="77777777" w:rsidR="002973AC" w:rsidRPr="006D7F52" w:rsidRDefault="002973AC" w:rsidP="00663ADD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sz w:val="16"/>
                <w:szCs w:val="16"/>
              </w:rPr>
            </w:pPr>
            <w:r w:rsidRPr="00A445E5">
              <w:rPr>
                <w:rFonts w:ascii="Arial" w:hAnsi="Arial" w:cs="Arial"/>
              </w:rPr>
              <w:t xml:space="preserve">Werden die Beschäftigungsbeschränkungen für Jugendliche und werdende </w:t>
            </w:r>
            <w:r>
              <w:rPr>
                <w:rFonts w:ascii="Arial" w:hAnsi="Arial" w:cs="Arial"/>
              </w:rPr>
              <w:t xml:space="preserve">/ </w:t>
            </w:r>
            <w:r w:rsidRPr="00A445E5">
              <w:rPr>
                <w:rFonts w:ascii="Arial" w:hAnsi="Arial" w:cs="Arial"/>
              </w:rPr>
              <w:t>stillende Mütter eingehalten?</w:t>
            </w:r>
          </w:p>
          <w:p w14:paraId="28355E92" w14:textId="1B6422A6" w:rsidR="006D7F52" w:rsidRPr="006D7F52" w:rsidRDefault="006D7F52" w:rsidP="006D7F52">
            <w:pPr>
              <w:ind w:left="315"/>
              <w:rPr>
                <w:sz w:val="16"/>
                <w:szCs w:val="16"/>
              </w:rPr>
            </w:pPr>
            <w:r w:rsidRPr="006D7F52">
              <w:rPr>
                <w:sz w:val="16"/>
                <w:szCs w:val="16"/>
                <w:u w:val="single"/>
              </w:rPr>
              <w:t>Weiterführende Informationen im PRAXIS-Handbuch:</w:t>
            </w:r>
            <w:r w:rsidRPr="006D7F52">
              <w:rPr>
                <w:sz w:val="16"/>
                <w:szCs w:val="16"/>
                <w:u w:val="single"/>
              </w:rPr>
              <w:br/>
            </w:r>
            <w:r>
              <w:rPr>
                <w:sz w:val="16"/>
                <w:szCs w:val="16"/>
              </w:rPr>
              <w:t xml:space="preserve">- </w:t>
            </w:r>
            <w:hyperlink r:id="rId85" w:history="1">
              <w:r w:rsidRPr="004073F5">
                <w:rPr>
                  <w:rStyle w:val="BesuchterHyperlink"/>
                  <w:sz w:val="16"/>
                  <w:szCs w:val="16"/>
                </w:rPr>
                <w:t>Checkliste für die DVT-Strahlenschutz-Begehung (StrlSchG, Regierungspräsidien</w:t>
              </w:r>
            </w:hyperlink>
            <w:r w:rsidRPr="004073F5">
              <w:rPr>
                <w:rStyle w:val="BesuchterHyperlink"/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br/>
              <w:t xml:space="preserve">- </w:t>
            </w:r>
            <w:hyperlink r:id="rId86" w:history="1">
              <w:r w:rsidRPr="004073F5">
                <w:rPr>
                  <w:rStyle w:val="BesuchterHyperlink"/>
                  <w:sz w:val="16"/>
                  <w:szCs w:val="16"/>
                </w:rPr>
                <w:t>DVT-Strahlenschutz-Begehung - Fragen und Antworten (FAQ)</w:t>
              </w:r>
            </w:hyperlink>
            <w:r>
              <w:rPr>
                <w:sz w:val="16"/>
                <w:szCs w:val="16"/>
              </w:rPr>
              <w:br/>
              <w:t xml:space="preserve">- </w:t>
            </w:r>
            <w:hyperlink r:id="rId87" w:history="1">
              <w:r w:rsidRPr="004073F5">
                <w:rPr>
                  <w:rStyle w:val="BesuchterHyperlink"/>
                  <w:sz w:val="16"/>
                  <w:szCs w:val="16"/>
                </w:rPr>
                <w:t>Checkliste für die 2D-Strahlenschutz-Begehung (StrlSchG, Regierungspräsidien)</w:t>
              </w:r>
            </w:hyperlink>
          </w:p>
          <w:p w14:paraId="33247CB4" w14:textId="77777777" w:rsidR="002973AC" w:rsidRPr="00014294" w:rsidRDefault="002973AC" w:rsidP="002973AC">
            <w:pPr>
              <w:pStyle w:val="KeinLeerraum"/>
              <w:rPr>
                <w:sz w:val="16"/>
                <w:szCs w:val="16"/>
              </w:rPr>
            </w:pPr>
          </w:p>
        </w:tc>
        <w:tc>
          <w:tcPr>
            <w:tcW w:w="565" w:type="dxa"/>
          </w:tcPr>
          <w:p w14:paraId="19D0D438" w14:textId="77777777" w:rsidR="002973AC" w:rsidRPr="00575812" w:rsidRDefault="002973AC" w:rsidP="002973AC">
            <w:pPr>
              <w:jc w:val="center"/>
              <w:rPr>
                <w:sz w:val="18"/>
                <w:szCs w:val="18"/>
              </w:rPr>
            </w:pPr>
          </w:p>
          <w:p w14:paraId="7B6A1F1D" w14:textId="77777777" w:rsidR="002973AC" w:rsidRPr="00A445E5" w:rsidRDefault="002973AC" w:rsidP="002973AC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14869309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1389346" w14:textId="2C38ADF4" w:rsidR="002973AC" w:rsidRPr="00A445E5" w:rsidRDefault="00DB697D" w:rsidP="002973A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276A218" w14:textId="77777777" w:rsidR="002973AC" w:rsidRPr="00A445E5" w:rsidRDefault="002973AC" w:rsidP="002973AC">
            <w:pPr>
              <w:jc w:val="center"/>
            </w:pPr>
          </w:p>
          <w:p w14:paraId="7C355F5D" w14:textId="77777777" w:rsidR="002973AC" w:rsidRPr="00A445E5" w:rsidRDefault="002973AC" w:rsidP="002973AC">
            <w:pPr>
              <w:jc w:val="center"/>
            </w:pPr>
          </w:p>
          <w:sdt>
            <w:sdtPr>
              <w:id w:val="-5772138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985B2A" w14:textId="6D4A458C" w:rsidR="002973AC" w:rsidRPr="00A445E5" w:rsidRDefault="00DB697D" w:rsidP="002973A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DEE0EC8" w14:textId="77777777" w:rsidR="002973AC" w:rsidRPr="00575812" w:rsidRDefault="002973AC" w:rsidP="002973AC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19407128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B9F528" w14:textId="236ACF39" w:rsidR="002973AC" w:rsidRPr="00A445E5" w:rsidRDefault="00DB697D" w:rsidP="002973A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28FEEBF4" w14:textId="77777777" w:rsidR="002973AC" w:rsidRPr="00575812" w:rsidRDefault="002973AC" w:rsidP="002973AC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-1864575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6AEC32F" w14:textId="40B18987" w:rsidR="002973AC" w:rsidRPr="00A445E5" w:rsidRDefault="00DB697D" w:rsidP="002973A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0982D039" w14:textId="77777777" w:rsidR="002973AC" w:rsidRPr="00575812" w:rsidRDefault="002973AC" w:rsidP="002973AC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15104135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A7ACEA1" w14:textId="6224AF14" w:rsidR="002973AC" w:rsidRPr="00A445E5" w:rsidRDefault="00DB697D" w:rsidP="002973A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5455F1F8" w14:textId="77777777" w:rsidR="002973AC" w:rsidRPr="00A445E5" w:rsidRDefault="002973AC" w:rsidP="002973AC">
            <w:pPr>
              <w:jc w:val="center"/>
            </w:pPr>
          </w:p>
        </w:tc>
        <w:tc>
          <w:tcPr>
            <w:tcW w:w="669" w:type="dxa"/>
          </w:tcPr>
          <w:p w14:paraId="00309E20" w14:textId="77777777" w:rsidR="002973AC" w:rsidRPr="00575812" w:rsidRDefault="002973AC" w:rsidP="002973AC">
            <w:pPr>
              <w:jc w:val="center"/>
              <w:rPr>
                <w:sz w:val="18"/>
                <w:szCs w:val="18"/>
              </w:rPr>
            </w:pPr>
          </w:p>
          <w:p w14:paraId="642EDBBC" w14:textId="77777777" w:rsidR="002973AC" w:rsidRPr="00A445E5" w:rsidRDefault="002973AC" w:rsidP="002973AC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7653750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B09848" w14:textId="1C7389B5" w:rsidR="002973AC" w:rsidRPr="00A445E5" w:rsidRDefault="00DB697D" w:rsidP="002973A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5CEFA58" w14:textId="77777777" w:rsidR="002973AC" w:rsidRPr="00A445E5" w:rsidRDefault="002973AC" w:rsidP="002973AC">
            <w:pPr>
              <w:jc w:val="center"/>
            </w:pPr>
          </w:p>
          <w:p w14:paraId="6066C2EE" w14:textId="77777777" w:rsidR="002973AC" w:rsidRPr="00A445E5" w:rsidRDefault="002973AC" w:rsidP="002973AC">
            <w:pPr>
              <w:jc w:val="center"/>
            </w:pPr>
          </w:p>
          <w:sdt>
            <w:sdtPr>
              <w:id w:val="6662090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5110CE" w14:textId="35B4E340" w:rsidR="002973AC" w:rsidRPr="00A445E5" w:rsidRDefault="00DB697D" w:rsidP="002973A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7DFEA1B3" w14:textId="77777777" w:rsidR="002973AC" w:rsidRPr="00575812" w:rsidRDefault="002973AC" w:rsidP="002973AC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19005850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8E3B53" w14:textId="16C9A9EB" w:rsidR="002973AC" w:rsidRPr="00A445E5" w:rsidRDefault="00DB697D" w:rsidP="002973A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786BD2F" w14:textId="77777777" w:rsidR="002973AC" w:rsidRPr="00575812" w:rsidRDefault="002973AC" w:rsidP="002973AC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16631268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14B2B4" w14:textId="6962DCBA" w:rsidR="002973AC" w:rsidRPr="00A445E5" w:rsidRDefault="00DB697D" w:rsidP="002973A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0187C2F" w14:textId="77777777" w:rsidR="002973AC" w:rsidRPr="00575812" w:rsidRDefault="002973AC" w:rsidP="002973AC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-18275036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60D3EB" w14:textId="31D7C213" w:rsidR="002973AC" w:rsidRPr="00A445E5" w:rsidRDefault="00DB697D" w:rsidP="002973A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BAEA4BB" w14:textId="77777777" w:rsidR="002973AC" w:rsidRPr="00A445E5" w:rsidRDefault="002973AC" w:rsidP="002973AC">
            <w:pPr>
              <w:jc w:val="center"/>
            </w:pPr>
          </w:p>
        </w:tc>
      </w:tr>
      <w:tr w:rsidR="00C11097" w14:paraId="384B3502" w14:textId="77777777" w:rsidTr="005461DE">
        <w:tc>
          <w:tcPr>
            <w:tcW w:w="9965" w:type="dxa"/>
          </w:tcPr>
          <w:p w14:paraId="2EC981B4" w14:textId="77777777" w:rsidR="00C11097" w:rsidRPr="003E02F9" w:rsidRDefault="00C11097" w:rsidP="00C11097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rStyle w:val="BesuchterHyperlink"/>
                <w:b/>
                <w:bCs/>
              </w:rPr>
            </w:pPr>
            <w:hyperlink r:id="rId88" w:history="1">
              <w:r w:rsidRPr="003E02F9">
                <w:rPr>
                  <w:rStyle w:val="BesuchterHyperlink"/>
                  <w:b/>
                  <w:bCs/>
                </w:rPr>
                <w:t>Sicherheits- und Gesundheitsschutzkennzeichnung</w:t>
              </w:r>
            </w:hyperlink>
          </w:p>
          <w:p w14:paraId="03818FF1" w14:textId="77777777" w:rsidR="00C11097" w:rsidRPr="00A445E5" w:rsidRDefault="00C11097" w:rsidP="00C11097">
            <w:pPr>
              <w:rPr>
                <w:sz w:val="16"/>
                <w:szCs w:val="16"/>
              </w:rPr>
            </w:pPr>
          </w:p>
          <w:p w14:paraId="1C7BB0D9" w14:textId="59B2D9B3" w:rsidR="00C11097" w:rsidRPr="003E0341" w:rsidRDefault="00C11097" w:rsidP="00663ADD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Style w:val="BesuchterHyperlink"/>
              </w:rPr>
            </w:pPr>
            <w:hyperlink r:id="rId89" w:history="1">
              <w:r w:rsidRPr="003E0341">
                <w:rPr>
                  <w:rStyle w:val="BesuchterHyperlink"/>
                </w:rPr>
                <w:t xml:space="preserve">Werden die </w:t>
              </w:r>
              <w:r w:rsidR="00663ADD" w:rsidRPr="003E0341">
                <w:rPr>
                  <w:rStyle w:val="BesuchterHyperlink"/>
                </w:rPr>
                <w:t xml:space="preserve">Praxismitarbeiter </w:t>
              </w:r>
              <w:r w:rsidRPr="003E0341">
                <w:rPr>
                  <w:rStyle w:val="BesuchterHyperlink"/>
                </w:rPr>
                <w:t xml:space="preserve">über die Bedeutung der eingesetzten Sicherheits- und Gesundheitsschutzkennzeichnung (Gebots-, Verbots-, Rettungs-, Brandschutz-, Warnzeichen) in der </w:t>
              </w:r>
              <w:r w:rsidRPr="003E02F9">
                <w:rPr>
                  <w:rStyle w:val="BesuchterHyperlink"/>
                  <w:b/>
                  <w:bCs/>
                </w:rPr>
                <w:t>jährlichen</w:t>
              </w:r>
              <w:r w:rsidRPr="003E0341">
                <w:rPr>
                  <w:rStyle w:val="BesuchterHyperlink"/>
                </w:rPr>
                <w:t xml:space="preserve"> Mitarbeiterunterweisung </w:t>
              </w:r>
              <w:r w:rsidRPr="003E02F9">
                <w:rPr>
                  <w:rStyle w:val="BesuchterHyperlink"/>
                  <w:b/>
                  <w:bCs/>
                </w:rPr>
                <w:t>unterwiesen (dokumentiert)</w:t>
              </w:r>
              <w:r w:rsidRPr="003E0341">
                <w:rPr>
                  <w:rStyle w:val="BesuchterHyperlink"/>
                </w:rPr>
                <w:t>?</w:t>
              </w:r>
            </w:hyperlink>
          </w:p>
          <w:p w14:paraId="503C3352" w14:textId="77777777" w:rsidR="00C11097" w:rsidRPr="00663ADD" w:rsidRDefault="00C11097" w:rsidP="00663ADD">
            <w:pPr>
              <w:rPr>
                <w:sz w:val="16"/>
                <w:szCs w:val="16"/>
              </w:rPr>
            </w:pPr>
          </w:p>
        </w:tc>
        <w:tc>
          <w:tcPr>
            <w:tcW w:w="565" w:type="dxa"/>
          </w:tcPr>
          <w:p w14:paraId="3089BD5D" w14:textId="77777777" w:rsidR="00C11097" w:rsidRPr="00575812" w:rsidRDefault="00C11097" w:rsidP="00C11097">
            <w:pPr>
              <w:jc w:val="center"/>
              <w:rPr>
                <w:sz w:val="20"/>
                <w:szCs w:val="20"/>
              </w:rPr>
            </w:pPr>
          </w:p>
          <w:p w14:paraId="2F3253D4" w14:textId="77777777" w:rsidR="00C11097" w:rsidRPr="00A445E5" w:rsidRDefault="00C11097" w:rsidP="00C11097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17860757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8C6CAF3" w14:textId="67D2335D" w:rsidR="00C11097" w:rsidRPr="00A445E5" w:rsidRDefault="00DB697D" w:rsidP="00C11097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D64AB70" w14:textId="77777777" w:rsidR="00C11097" w:rsidRPr="00A445E5" w:rsidRDefault="00C11097" w:rsidP="00C11097">
            <w:pPr>
              <w:jc w:val="center"/>
            </w:pPr>
          </w:p>
        </w:tc>
        <w:tc>
          <w:tcPr>
            <w:tcW w:w="669" w:type="dxa"/>
          </w:tcPr>
          <w:p w14:paraId="5A11B563" w14:textId="77777777" w:rsidR="00C11097" w:rsidRPr="00575812" w:rsidRDefault="00C11097" w:rsidP="00C11097">
            <w:pPr>
              <w:jc w:val="center"/>
              <w:rPr>
                <w:sz w:val="20"/>
                <w:szCs w:val="20"/>
              </w:rPr>
            </w:pPr>
          </w:p>
          <w:p w14:paraId="74687EAA" w14:textId="77777777" w:rsidR="00C11097" w:rsidRPr="00A445E5" w:rsidRDefault="00C11097" w:rsidP="00C11097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2338610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D02895" w14:textId="7FE33BD8" w:rsidR="00C11097" w:rsidRPr="00A445E5" w:rsidRDefault="00DB697D" w:rsidP="00C11097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7B1BA77" w14:textId="77777777" w:rsidR="00C11097" w:rsidRPr="00A445E5" w:rsidRDefault="00C11097" w:rsidP="00C11097">
            <w:pPr>
              <w:jc w:val="center"/>
            </w:pPr>
          </w:p>
        </w:tc>
      </w:tr>
    </w:tbl>
    <w:p w14:paraId="7163A4A4" w14:textId="77777777" w:rsidR="00C3315C" w:rsidRDefault="00C3315C" w:rsidP="00AB47FE">
      <w:pPr>
        <w:pStyle w:val="Listenabsatz"/>
        <w:numPr>
          <w:ilvl w:val="0"/>
          <w:numId w:val="5"/>
        </w:numPr>
        <w:spacing w:after="0" w:line="240" w:lineRule="auto"/>
        <w:sectPr w:rsidR="00C3315C" w:rsidSect="005461DE">
          <w:pgSz w:w="11906" w:h="16838"/>
          <w:pgMar w:top="908" w:right="720" w:bottom="567" w:left="284" w:header="283" w:footer="283" w:gutter="0"/>
          <w:cols w:space="708"/>
          <w:docGrid w:linePitch="299"/>
        </w:sectPr>
      </w:pPr>
    </w:p>
    <w:tbl>
      <w:tblPr>
        <w:tblStyle w:val="Tabellenraster"/>
        <w:tblW w:w="11199" w:type="dxa"/>
        <w:tblInd w:w="108" w:type="dxa"/>
        <w:tblLook w:val="04A0" w:firstRow="1" w:lastRow="0" w:firstColumn="1" w:lastColumn="0" w:noHBand="0" w:noVBand="1"/>
      </w:tblPr>
      <w:tblGrid>
        <w:gridCol w:w="9965"/>
        <w:gridCol w:w="565"/>
        <w:gridCol w:w="669"/>
      </w:tblGrid>
      <w:tr w:rsidR="00C3315C" w14:paraId="0702AEA6" w14:textId="77777777" w:rsidTr="007953D1">
        <w:tc>
          <w:tcPr>
            <w:tcW w:w="9965" w:type="dxa"/>
          </w:tcPr>
          <w:p w14:paraId="3DF980F1" w14:textId="77777777" w:rsidR="00C3315C" w:rsidRPr="00136BD8" w:rsidRDefault="00C3315C" w:rsidP="00A94AEC">
            <w:pPr>
              <w:rPr>
                <w:b/>
                <w:bCs/>
              </w:rPr>
            </w:pPr>
          </w:p>
        </w:tc>
        <w:tc>
          <w:tcPr>
            <w:tcW w:w="565" w:type="dxa"/>
          </w:tcPr>
          <w:p w14:paraId="27D4822E" w14:textId="77777777" w:rsidR="00C3315C" w:rsidRPr="006F4DF2" w:rsidRDefault="00C3315C" w:rsidP="00A94AEC">
            <w:pPr>
              <w:jc w:val="center"/>
              <w:rPr>
                <w:b/>
                <w:bCs/>
              </w:rPr>
            </w:pPr>
            <w:r w:rsidRPr="006F4DF2">
              <w:rPr>
                <w:b/>
                <w:bCs/>
              </w:rPr>
              <w:t>Ja</w:t>
            </w:r>
          </w:p>
        </w:tc>
        <w:tc>
          <w:tcPr>
            <w:tcW w:w="669" w:type="dxa"/>
          </w:tcPr>
          <w:p w14:paraId="1E92F661" w14:textId="77777777" w:rsidR="00C3315C" w:rsidRPr="006F4DF2" w:rsidRDefault="00C3315C" w:rsidP="00A94AEC">
            <w:pPr>
              <w:ind w:left="-124" w:right="-108"/>
              <w:jc w:val="center"/>
              <w:rPr>
                <w:b/>
                <w:bCs/>
              </w:rPr>
            </w:pPr>
            <w:r w:rsidRPr="006F4DF2">
              <w:rPr>
                <w:b/>
                <w:bCs/>
              </w:rPr>
              <w:t>Nein</w:t>
            </w:r>
          </w:p>
        </w:tc>
      </w:tr>
      <w:tr w:rsidR="00B2043C" w14:paraId="4B762054" w14:textId="77777777" w:rsidTr="007953D1">
        <w:tc>
          <w:tcPr>
            <w:tcW w:w="9965" w:type="dxa"/>
          </w:tcPr>
          <w:p w14:paraId="383D5608" w14:textId="7F8DA04A" w:rsidR="00B2043C" w:rsidRPr="003E02F9" w:rsidRDefault="00B2043C" w:rsidP="00AB47FE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rStyle w:val="BesuchterHyperlink"/>
                <w:b/>
                <w:bCs/>
              </w:rPr>
            </w:pPr>
            <w:hyperlink r:id="rId90" w:history="1">
              <w:r w:rsidRPr="003E02F9">
                <w:rPr>
                  <w:rStyle w:val="BesuchterHyperlink"/>
                  <w:b/>
                  <w:bCs/>
                </w:rPr>
                <w:t>Unterweisung</w:t>
              </w:r>
            </w:hyperlink>
          </w:p>
          <w:p w14:paraId="241A559D" w14:textId="77777777" w:rsidR="00B2043C" w:rsidRPr="00A445E5" w:rsidRDefault="00B2043C" w:rsidP="00663ADD">
            <w:pPr>
              <w:rPr>
                <w:sz w:val="16"/>
                <w:szCs w:val="16"/>
              </w:rPr>
            </w:pPr>
          </w:p>
          <w:p w14:paraId="2153204F" w14:textId="1B5343F2" w:rsidR="00B2043C" w:rsidRPr="003E0341" w:rsidRDefault="00B2043C" w:rsidP="00663ADD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Style w:val="BesuchterHyperlink"/>
              </w:rPr>
            </w:pPr>
            <w:hyperlink r:id="rId91" w:history="1">
              <w:r w:rsidRPr="003E0341">
                <w:rPr>
                  <w:rStyle w:val="BesuchterHyperlink"/>
                </w:rPr>
                <w:t xml:space="preserve">Werden die </w:t>
              </w:r>
              <w:r w:rsidRPr="003E02F9">
                <w:rPr>
                  <w:rStyle w:val="BesuchterHyperlink"/>
                  <w:b/>
                  <w:bCs/>
                </w:rPr>
                <w:t>Praxismitarbeiter</w:t>
              </w:r>
              <w:r w:rsidRPr="003E0341">
                <w:rPr>
                  <w:rStyle w:val="BesuchterHyperlink"/>
                </w:rPr>
                <w:t xml:space="preserve"> vor Arbeitsaufnahme und bei wesentlichen Änderungen jährlich, beschäftigte </w:t>
              </w:r>
              <w:r w:rsidRPr="003E02F9">
                <w:rPr>
                  <w:rStyle w:val="BesuchterHyperlink"/>
                  <w:b/>
                  <w:bCs/>
                </w:rPr>
                <w:t>Jugendliche (zwischen 15-17 Jahren) halbjährlich unterwiesen (Dokumentation, Aufbewahrungsfrist: 5 Jahre)?</w:t>
              </w:r>
            </w:hyperlink>
          </w:p>
          <w:p w14:paraId="0D0B39FD" w14:textId="6A5E3002" w:rsidR="00165BEA" w:rsidRPr="003A5E39" w:rsidRDefault="00165BEA" w:rsidP="00663ADD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Style w:val="Hyperlink"/>
                <w:rFonts w:ascii="Arial" w:hAnsi="Arial" w:cs="Arial"/>
                <w:color w:val="auto"/>
                <w:sz w:val="16"/>
                <w:szCs w:val="16"/>
              </w:rPr>
            </w:pPr>
            <w:hyperlink r:id="rId92" w:history="1">
              <w:r w:rsidRPr="003A5E39">
                <w:rPr>
                  <w:rStyle w:val="Hyperlink"/>
                  <w:rFonts w:ascii="Arial" w:hAnsi="Arial"/>
                </w:rPr>
                <w:t>Werden die Praxismitarbeiter auf Grund ihres Arbeitsplatzes und ihrer Tätigkeit unterwiesen</w:t>
              </w:r>
            </w:hyperlink>
            <w:r w:rsidRPr="003A5E39">
              <w:rPr>
                <w:rStyle w:val="BesuchterHyperlink"/>
                <w:color w:val="auto"/>
              </w:rPr>
              <w:t xml:space="preserve"> und ist dies ggf. </w:t>
            </w:r>
            <w:hyperlink r:id="rId93" w:history="1">
              <w:r w:rsidRPr="003A5E39">
                <w:rPr>
                  <w:rStyle w:val="Hyperlink"/>
                  <w:rFonts w:ascii="Arial" w:hAnsi="Arial"/>
                </w:rPr>
                <w:t>personenbezogen festgelegt</w:t>
              </w:r>
            </w:hyperlink>
            <w:r w:rsidRPr="003A5E39">
              <w:rPr>
                <w:rStyle w:val="BesuchterHyperlink"/>
                <w:color w:val="auto"/>
              </w:rPr>
              <w:t>?</w:t>
            </w:r>
          </w:p>
          <w:p w14:paraId="02BC56BC" w14:textId="77777777" w:rsidR="00EF2636" w:rsidRPr="003A5E39" w:rsidRDefault="00EF2636" w:rsidP="00EF2636">
            <w:pPr>
              <w:pStyle w:val="Listenabsatz"/>
              <w:spacing w:after="0" w:line="240" w:lineRule="auto"/>
              <w:ind w:left="599"/>
              <w:rPr>
                <w:rFonts w:ascii="Arial" w:hAnsi="Arial" w:cs="Arial"/>
                <w:sz w:val="16"/>
                <w:szCs w:val="16"/>
              </w:rPr>
            </w:pPr>
          </w:p>
          <w:p w14:paraId="0E582A24" w14:textId="6DFA232C" w:rsidR="00165BEA" w:rsidRPr="00165BEA" w:rsidRDefault="00165BEA" w:rsidP="00165BEA">
            <w:pPr>
              <w:ind w:left="31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Mögliche Unterweisungsinhalte können sein: </w:t>
            </w:r>
            <w:r w:rsidRPr="00165BEA">
              <w:rPr>
                <w:sz w:val="16"/>
                <w:szCs w:val="16"/>
              </w:rPr>
              <w:t>Arbeitsmedizinische Vorsorge</w:t>
            </w:r>
            <w:r w:rsidRPr="00165BEA"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>und</w:t>
            </w:r>
            <w:r w:rsidRPr="00165BEA">
              <w:rPr>
                <w:sz w:val="16"/>
                <w:szCs w:val="16"/>
              </w:rPr>
              <w:t xml:space="preserve"> Immunisierung</w:t>
            </w:r>
            <w:r>
              <w:rPr>
                <w:sz w:val="16"/>
                <w:szCs w:val="16"/>
              </w:rPr>
              <w:t>,</w:t>
            </w:r>
            <w:r w:rsidRPr="00165BEA">
              <w:rPr>
                <w:sz w:val="16"/>
                <w:szCs w:val="16"/>
              </w:rPr>
              <w:t xml:space="preserve"> Arbeitsschutz &amp; Unfallverhütung</w:t>
            </w:r>
            <w:r>
              <w:rPr>
                <w:sz w:val="16"/>
                <w:szCs w:val="16"/>
              </w:rPr>
              <w:t xml:space="preserve">, </w:t>
            </w:r>
            <w:r w:rsidRPr="00165BEA">
              <w:rPr>
                <w:sz w:val="16"/>
                <w:szCs w:val="16"/>
              </w:rPr>
              <w:t>Biostoffe</w:t>
            </w:r>
            <w:r>
              <w:rPr>
                <w:sz w:val="16"/>
                <w:szCs w:val="16"/>
              </w:rPr>
              <w:t>,</w:t>
            </w:r>
            <w:r w:rsidRPr="00165BEA">
              <w:rPr>
                <w:sz w:val="16"/>
                <w:szCs w:val="16"/>
              </w:rPr>
              <w:t xml:space="preserve"> Brandschutz</w:t>
            </w:r>
            <w:r>
              <w:rPr>
                <w:sz w:val="16"/>
                <w:szCs w:val="16"/>
              </w:rPr>
              <w:t xml:space="preserve">, </w:t>
            </w:r>
            <w:r w:rsidRPr="00165BEA">
              <w:rPr>
                <w:sz w:val="16"/>
                <w:szCs w:val="16"/>
              </w:rPr>
              <w:t>Druckgeräte (z. B. Kompressor)</w:t>
            </w:r>
            <w:r>
              <w:rPr>
                <w:sz w:val="16"/>
                <w:szCs w:val="16"/>
              </w:rPr>
              <w:t>,</w:t>
            </w:r>
            <w:r w:rsidRPr="00165BEA">
              <w:rPr>
                <w:sz w:val="16"/>
                <w:szCs w:val="16"/>
              </w:rPr>
              <w:t xml:space="preserve"> Elektrische Anlagen und Betriebsmittel</w:t>
            </w:r>
            <w:r>
              <w:rPr>
                <w:sz w:val="16"/>
                <w:szCs w:val="16"/>
              </w:rPr>
              <w:t>,</w:t>
            </w:r>
            <w:r w:rsidRPr="00165BEA">
              <w:rPr>
                <w:sz w:val="16"/>
                <w:szCs w:val="16"/>
              </w:rPr>
              <w:t xml:space="preserve"> Erste Hilfe</w:t>
            </w:r>
            <w:r>
              <w:rPr>
                <w:sz w:val="16"/>
                <w:szCs w:val="16"/>
              </w:rPr>
              <w:t xml:space="preserve">, </w:t>
            </w:r>
            <w:r w:rsidRPr="00165BEA">
              <w:rPr>
                <w:sz w:val="16"/>
                <w:szCs w:val="16"/>
              </w:rPr>
              <w:t>Gefahrstoffe</w:t>
            </w:r>
            <w:r>
              <w:rPr>
                <w:sz w:val="16"/>
                <w:szCs w:val="16"/>
              </w:rPr>
              <w:t>,</w:t>
            </w:r>
            <w:r w:rsidRPr="00165BEA">
              <w:rPr>
                <w:sz w:val="16"/>
                <w:szCs w:val="16"/>
              </w:rPr>
              <w:t xml:space="preserve"> Hochfrequenzgeräte (z. B. Elektrotom)</w:t>
            </w:r>
            <w:r>
              <w:rPr>
                <w:sz w:val="16"/>
                <w:szCs w:val="16"/>
              </w:rPr>
              <w:t xml:space="preserve">, </w:t>
            </w:r>
            <w:r w:rsidRPr="00165BEA">
              <w:rPr>
                <w:sz w:val="16"/>
                <w:szCs w:val="16"/>
              </w:rPr>
              <w:t>Hygiene</w:t>
            </w:r>
            <w:r>
              <w:rPr>
                <w:sz w:val="16"/>
                <w:szCs w:val="16"/>
              </w:rPr>
              <w:t>,</w:t>
            </w:r>
            <w:r w:rsidRPr="00165BEA">
              <w:rPr>
                <w:sz w:val="16"/>
                <w:szCs w:val="16"/>
              </w:rPr>
              <w:t xml:space="preserve"> Jugendliche (Beschäftigte zw</w:t>
            </w:r>
            <w:r w:rsidR="00CB5764">
              <w:rPr>
                <w:sz w:val="16"/>
                <w:szCs w:val="16"/>
              </w:rPr>
              <w:t>ischen</w:t>
            </w:r>
            <w:r w:rsidRPr="00165BEA">
              <w:rPr>
                <w:sz w:val="16"/>
                <w:szCs w:val="16"/>
              </w:rPr>
              <w:t xml:space="preserve"> 15 – &lt; 18 Jahre)</w:t>
            </w:r>
            <w:r w:rsidR="00CB5764">
              <w:rPr>
                <w:sz w:val="16"/>
                <w:szCs w:val="16"/>
              </w:rPr>
              <w:t xml:space="preserve">, </w:t>
            </w:r>
            <w:r w:rsidRPr="00165BEA">
              <w:rPr>
                <w:sz w:val="16"/>
                <w:szCs w:val="16"/>
              </w:rPr>
              <w:t>Laser</w:t>
            </w:r>
            <w:r w:rsidR="00CB5764">
              <w:rPr>
                <w:sz w:val="16"/>
                <w:szCs w:val="16"/>
              </w:rPr>
              <w:t xml:space="preserve">, </w:t>
            </w:r>
            <w:r w:rsidRPr="00165BEA">
              <w:rPr>
                <w:sz w:val="16"/>
                <w:szCs w:val="16"/>
              </w:rPr>
              <w:t>Medizinprodukte</w:t>
            </w:r>
            <w:r w:rsidR="00CB5764">
              <w:rPr>
                <w:sz w:val="16"/>
                <w:szCs w:val="16"/>
              </w:rPr>
              <w:t>,</w:t>
            </w:r>
            <w:r w:rsidRPr="00165BEA">
              <w:rPr>
                <w:sz w:val="16"/>
                <w:szCs w:val="16"/>
              </w:rPr>
              <w:t xml:space="preserve"> Persönliche Schutzausrüstung</w:t>
            </w:r>
            <w:r w:rsidR="00CB5764">
              <w:rPr>
                <w:sz w:val="16"/>
                <w:szCs w:val="16"/>
              </w:rPr>
              <w:t>,</w:t>
            </w:r>
            <w:r w:rsidRPr="00165BEA">
              <w:rPr>
                <w:sz w:val="16"/>
                <w:szCs w:val="16"/>
              </w:rPr>
              <w:t xml:space="preserve"> Röntgen/ Strahlenschutz</w:t>
            </w:r>
            <w:r w:rsidR="00CB5764">
              <w:rPr>
                <w:sz w:val="16"/>
                <w:szCs w:val="16"/>
              </w:rPr>
              <w:t>.</w:t>
            </w:r>
          </w:p>
          <w:p w14:paraId="67555143" w14:textId="77777777" w:rsidR="00B2043C" w:rsidRPr="00663ADD" w:rsidRDefault="00B2043C" w:rsidP="00B2043C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5" w:type="dxa"/>
          </w:tcPr>
          <w:p w14:paraId="4F1B724C" w14:textId="77777777" w:rsidR="00B2043C" w:rsidRPr="00575812" w:rsidRDefault="00B2043C" w:rsidP="00B2043C">
            <w:pPr>
              <w:jc w:val="center"/>
              <w:rPr>
                <w:sz w:val="20"/>
                <w:szCs w:val="20"/>
              </w:rPr>
            </w:pPr>
          </w:p>
          <w:p w14:paraId="6AFCAA38" w14:textId="77777777" w:rsidR="00B2043C" w:rsidRPr="00A445E5" w:rsidRDefault="00B2043C" w:rsidP="00B2043C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9546035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A1B13A9" w14:textId="18E88D19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7BCE3B31" w14:textId="77777777" w:rsidR="00165BEA" w:rsidRDefault="00165BEA" w:rsidP="00165BEA">
            <w:pPr>
              <w:jc w:val="center"/>
              <w:rPr>
                <w:sz w:val="20"/>
                <w:szCs w:val="20"/>
              </w:rPr>
            </w:pPr>
          </w:p>
          <w:p w14:paraId="31C1D04C" w14:textId="77777777" w:rsidR="00165BEA" w:rsidRPr="00575812" w:rsidRDefault="00165BEA" w:rsidP="00165BEA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18019086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360B312" w14:textId="4B1E8D77" w:rsidR="00B2043C" w:rsidRDefault="00DB697D" w:rsidP="00165BEA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5FC2B3F8" w14:textId="77777777" w:rsidR="00165BEA" w:rsidRPr="00A445E5" w:rsidRDefault="00165BEA" w:rsidP="00165BEA">
            <w:pPr>
              <w:jc w:val="center"/>
            </w:pPr>
          </w:p>
        </w:tc>
        <w:tc>
          <w:tcPr>
            <w:tcW w:w="669" w:type="dxa"/>
          </w:tcPr>
          <w:p w14:paraId="4B7F29CE" w14:textId="77777777" w:rsidR="00B2043C" w:rsidRPr="00575812" w:rsidRDefault="00B2043C" w:rsidP="00B2043C">
            <w:pPr>
              <w:jc w:val="center"/>
              <w:rPr>
                <w:sz w:val="20"/>
                <w:szCs w:val="20"/>
              </w:rPr>
            </w:pPr>
          </w:p>
          <w:p w14:paraId="68738F36" w14:textId="77777777" w:rsidR="00B2043C" w:rsidRPr="00A445E5" w:rsidRDefault="00B2043C" w:rsidP="00B2043C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-7434880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44A007B" w14:textId="45B25A84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16013DD0" w14:textId="77777777" w:rsidR="00165BEA" w:rsidRDefault="00165BEA" w:rsidP="00165BEA">
            <w:pPr>
              <w:jc w:val="center"/>
              <w:rPr>
                <w:sz w:val="20"/>
                <w:szCs w:val="20"/>
              </w:rPr>
            </w:pPr>
          </w:p>
          <w:p w14:paraId="48AD00D8" w14:textId="77777777" w:rsidR="00165BEA" w:rsidRPr="00575812" w:rsidRDefault="00165BEA" w:rsidP="00165BEA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14261054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0645B9" w14:textId="7AD94D53" w:rsidR="00B2043C" w:rsidRDefault="00DB697D" w:rsidP="00165BEA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7BAD8938" w14:textId="77777777" w:rsidR="00165BEA" w:rsidRPr="00A445E5" w:rsidRDefault="00165BEA" w:rsidP="00165BEA">
            <w:pPr>
              <w:jc w:val="center"/>
            </w:pPr>
          </w:p>
        </w:tc>
      </w:tr>
      <w:tr w:rsidR="007953D1" w:rsidRPr="00A445E5" w14:paraId="29AEBC43" w14:textId="77777777" w:rsidTr="007953D1">
        <w:tc>
          <w:tcPr>
            <w:tcW w:w="9965" w:type="dxa"/>
          </w:tcPr>
          <w:p w14:paraId="3DA9845C" w14:textId="22296D3C" w:rsidR="007953D1" w:rsidRPr="007953D1" w:rsidRDefault="007953D1" w:rsidP="00740498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rStyle w:val="Hyperlink"/>
                <w:rFonts w:ascii="Arial" w:hAnsi="Arial"/>
                <w:b/>
                <w:bCs/>
              </w:rPr>
            </w:pPr>
            <w:r>
              <w:rPr>
                <w:rStyle w:val="BesuchterHyperlink"/>
                <w:b/>
                <w:bCs/>
              </w:rPr>
              <w:fldChar w:fldCharType="begin"/>
            </w:r>
            <w:r>
              <w:rPr>
                <w:rStyle w:val="BesuchterHyperlink"/>
                <w:b/>
                <w:bCs/>
              </w:rPr>
              <w:instrText>HYPERLINK "https://phb.lzk-bw.de/PHB-CD/QM/Leitfaden_Arbeitsschutz.doc"</w:instrText>
            </w:r>
            <w:r>
              <w:rPr>
                <w:rStyle w:val="BesuchterHyperlink"/>
                <w:b/>
                <w:bCs/>
              </w:rPr>
            </w:r>
            <w:r>
              <w:rPr>
                <w:rStyle w:val="BesuchterHyperlink"/>
                <w:b/>
                <w:bCs/>
              </w:rPr>
              <w:fldChar w:fldCharType="separate"/>
            </w:r>
            <w:r w:rsidRPr="007953D1">
              <w:rPr>
                <w:rStyle w:val="Hyperlink"/>
                <w:rFonts w:ascii="Arial" w:hAnsi="Arial"/>
                <w:b/>
                <w:bCs/>
              </w:rPr>
              <w:t>Sicherheitsbeauftragte und Arbeitsschutzausschuss (ASA)</w:t>
            </w:r>
          </w:p>
          <w:p w14:paraId="2B478A60" w14:textId="382637ED" w:rsidR="007953D1" w:rsidRPr="00A445E5" w:rsidRDefault="007953D1" w:rsidP="00740498">
            <w:pPr>
              <w:rPr>
                <w:sz w:val="16"/>
                <w:szCs w:val="16"/>
              </w:rPr>
            </w:pPr>
            <w:r>
              <w:rPr>
                <w:rStyle w:val="BesuchterHyperlink"/>
                <w:rFonts w:eastAsia="Calibri" w:cs="Times New Roman"/>
                <w:b/>
                <w:bCs/>
                <w:lang w:eastAsia="en-US"/>
              </w:rPr>
              <w:fldChar w:fldCharType="end"/>
            </w:r>
          </w:p>
          <w:p w14:paraId="72944D41" w14:textId="39733F87" w:rsidR="007953D1" w:rsidRDefault="007953D1" w:rsidP="00271659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Style w:val="BesuchterHyperlink"/>
              </w:rPr>
            </w:pPr>
            <w:r>
              <w:rPr>
                <w:rStyle w:val="BesuchterHyperlink"/>
              </w:rPr>
              <w:t xml:space="preserve">Sicherheitsbeauftragte (SiBe): </w:t>
            </w:r>
            <w:r w:rsidR="00271659">
              <w:rPr>
                <w:rStyle w:val="BesuchterHyperlink"/>
              </w:rPr>
              <w:t xml:space="preserve">Sind an einem Praxis-Standort </w:t>
            </w:r>
            <w:r w:rsidR="00271659" w:rsidRPr="00271659">
              <w:rPr>
                <w:rStyle w:val="BesuchterHyperlink"/>
              </w:rPr>
              <w:t xml:space="preserve">regelmäßig mehr als zwanzig </w:t>
            </w:r>
            <w:r w:rsidR="00271659">
              <w:rPr>
                <w:rStyle w:val="BesuchterHyperlink"/>
              </w:rPr>
              <w:t>Personen b</w:t>
            </w:r>
            <w:r w:rsidR="00271659" w:rsidRPr="00271659">
              <w:rPr>
                <w:rStyle w:val="BesuchterHyperlink"/>
              </w:rPr>
              <w:t>eschäftigt</w:t>
            </w:r>
            <w:r w:rsidR="00271659">
              <w:rPr>
                <w:rStyle w:val="BesuchterHyperlink"/>
              </w:rPr>
              <w:t xml:space="preserve">, ist eine </w:t>
            </w:r>
            <w:r w:rsidR="00271659" w:rsidRPr="00271659">
              <w:rPr>
                <w:rStyle w:val="BesuchterHyperlink"/>
              </w:rPr>
              <w:t xml:space="preserve">erforderliche Anzahl </w:t>
            </w:r>
            <w:r w:rsidR="00271659">
              <w:rPr>
                <w:rStyle w:val="BesuchterHyperlink"/>
              </w:rPr>
              <w:t xml:space="preserve">der Beschäftigten an diesem Praxis-Standort </w:t>
            </w:r>
            <w:r w:rsidR="00271659" w:rsidRPr="00271659">
              <w:rPr>
                <w:rStyle w:val="BesuchterHyperlink"/>
              </w:rPr>
              <w:t xml:space="preserve">(z. B. zwei angestellte Personen) </w:t>
            </w:r>
            <w:r w:rsidR="00271659">
              <w:rPr>
                <w:rStyle w:val="BesuchterHyperlink"/>
              </w:rPr>
              <w:t xml:space="preserve">zur/zum Sicherheitsbeauftragten </w:t>
            </w:r>
            <w:hyperlink r:id="rId94" w:history="1">
              <w:r w:rsidR="00271659" w:rsidRPr="00271659">
                <w:rPr>
                  <w:rStyle w:val="Hyperlink"/>
                  <w:rFonts w:ascii="Arial" w:hAnsi="Arial"/>
                  <w:b/>
                  <w:bCs/>
                </w:rPr>
                <w:t>aus</w:t>
              </w:r>
              <w:r w:rsidR="00271659">
                <w:rPr>
                  <w:rStyle w:val="Hyperlink"/>
                  <w:rFonts w:ascii="Arial" w:hAnsi="Arial"/>
                  <w:b/>
                  <w:bCs/>
                </w:rPr>
                <w:t>- und fortgebildet</w:t>
              </w:r>
              <w:r w:rsidR="00271659">
                <w:rPr>
                  <w:rStyle w:val="Hyperlink"/>
                  <w:rFonts w:ascii="Arial" w:hAnsi="Arial"/>
                </w:rPr>
                <w:t xml:space="preserve"> </w:t>
              </w:r>
            </w:hyperlink>
            <w:r w:rsidR="00271659">
              <w:rPr>
                <w:rStyle w:val="BesuchterHyperlink"/>
              </w:rPr>
              <w:t xml:space="preserve">und zur/zum Sicherheitsbeauftragten </w:t>
            </w:r>
            <w:hyperlink r:id="rId95" w:history="1">
              <w:r w:rsidR="00271659" w:rsidRPr="00271659">
                <w:rPr>
                  <w:rStyle w:val="Hyperlink"/>
                  <w:rFonts w:ascii="Arial" w:hAnsi="Arial"/>
                  <w:b/>
                  <w:bCs/>
                </w:rPr>
                <w:t>bestell</w:t>
              </w:r>
              <w:r w:rsidR="00271659">
                <w:rPr>
                  <w:rStyle w:val="Hyperlink"/>
                  <w:rFonts w:ascii="Arial" w:hAnsi="Arial"/>
                  <w:b/>
                  <w:bCs/>
                </w:rPr>
                <w:t>t</w:t>
              </w:r>
            </w:hyperlink>
            <w:r w:rsidR="00271659">
              <w:rPr>
                <w:rStyle w:val="BesuchterHyperlink"/>
              </w:rPr>
              <w:t>.</w:t>
            </w:r>
          </w:p>
          <w:p w14:paraId="55568A8E" w14:textId="206A278B" w:rsidR="00271659" w:rsidRPr="003E0341" w:rsidRDefault="00271659" w:rsidP="00271659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Style w:val="BesuchterHyperlink"/>
              </w:rPr>
            </w:pPr>
            <w:r>
              <w:rPr>
                <w:rStyle w:val="BesuchterHyperlink"/>
              </w:rPr>
              <w:t xml:space="preserve">Arbeitsschutzausschuss (ASA): Sind in einer Praxis </w:t>
            </w:r>
            <w:r w:rsidRPr="00271659">
              <w:rPr>
                <w:rStyle w:val="BesuchterHyperlink"/>
              </w:rPr>
              <w:t>mehr</w:t>
            </w:r>
            <w:r>
              <w:rPr>
                <w:rStyle w:val="BesuchterHyperlink"/>
              </w:rPr>
              <w:t xml:space="preserve"> </w:t>
            </w:r>
            <w:r w:rsidRPr="00271659">
              <w:rPr>
                <w:rStyle w:val="BesuchterHyperlink"/>
              </w:rPr>
              <w:t xml:space="preserve">als zwanzig </w:t>
            </w:r>
            <w:r w:rsidR="008A04EE">
              <w:rPr>
                <w:rStyle w:val="BesuchterHyperlink"/>
              </w:rPr>
              <w:t xml:space="preserve">Vollzeit-Beschäftigte tätig, ist ein Arbeitsschutzausschuss (ASA) gebildet, tagt dieser </w:t>
            </w:r>
            <w:r w:rsidR="008A04EE" w:rsidRPr="008A04EE">
              <w:rPr>
                <w:rStyle w:val="BesuchterHyperlink"/>
              </w:rPr>
              <w:t>mindestens einmal viertel</w:t>
            </w:r>
            <w:r w:rsidR="008A04EE">
              <w:rPr>
                <w:rStyle w:val="BesuchterHyperlink"/>
              </w:rPr>
              <w:t>-</w:t>
            </w:r>
            <w:r w:rsidR="008A04EE" w:rsidRPr="008A04EE">
              <w:rPr>
                <w:rStyle w:val="BesuchterHyperlink"/>
              </w:rPr>
              <w:t xml:space="preserve">jährlich </w:t>
            </w:r>
            <w:r w:rsidR="008A04EE">
              <w:rPr>
                <w:rStyle w:val="BesuchterHyperlink"/>
              </w:rPr>
              <w:t xml:space="preserve">und werden die ASA-Sitzungen </w:t>
            </w:r>
            <w:hyperlink r:id="rId96" w:history="1">
              <w:r w:rsidR="008A04EE" w:rsidRPr="008A04EE">
                <w:rPr>
                  <w:rStyle w:val="Hyperlink"/>
                  <w:rFonts w:ascii="Arial" w:hAnsi="Arial"/>
                  <w:b/>
                  <w:bCs/>
                </w:rPr>
                <w:t>dokumentiert</w:t>
              </w:r>
            </w:hyperlink>
            <w:r w:rsidR="008A04EE">
              <w:rPr>
                <w:rStyle w:val="BesuchterHyperlink"/>
              </w:rPr>
              <w:t>?</w:t>
            </w:r>
          </w:p>
          <w:p w14:paraId="3E64A249" w14:textId="77777777" w:rsidR="007953D1" w:rsidRPr="00663ADD" w:rsidRDefault="007953D1" w:rsidP="00740498">
            <w:pPr>
              <w:rPr>
                <w:sz w:val="16"/>
                <w:szCs w:val="16"/>
              </w:rPr>
            </w:pPr>
          </w:p>
        </w:tc>
        <w:tc>
          <w:tcPr>
            <w:tcW w:w="565" w:type="dxa"/>
          </w:tcPr>
          <w:p w14:paraId="35B2A51C" w14:textId="77777777" w:rsidR="007953D1" w:rsidRPr="00575812" w:rsidRDefault="007953D1" w:rsidP="00740498">
            <w:pPr>
              <w:jc w:val="center"/>
              <w:rPr>
                <w:sz w:val="20"/>
                <w:szCs w:val="20"/>
              </w:rPr>
            </w:pPr>
          </w:p>
          <w:p w14:paraId="2174EDCD" w14:textId="77777777" w:rsidR="007953D1" w:rsidRPr="00A445E5" w:rsidRDefault="007953D1" w:rsidP="00740498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18990432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DD3A804" w14:textId="0FE54174" w:rsidR="007953D1" w:rsidRPr="00A445E5" w:rsidRDefault="008A04EE" w:rsidP="0074049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F87BC72" w14:textId="77777777" w:rsidR="008A04EE" w:rsidRPr="008A04EE" w:rsidRDefault="008A04EE" w:rsidP="008A04EE">
            <w:pPr>
              <w:jc w:val="center"/>
              <w:rPr>
                <w:sz w:val="20"/>
                <w:szCs w:val="20"/>
              </w:rPr>
            </w:pPr>
          </w:p>
          <w:p w14:paraId="1D1A719B" w14:textId="77777777" w:rsidR="008A04EE" w:rsidRPr="008A04EE" w:rsidRDefault="008A04EE" w:rsidP="008A04EE">
            <w:pPr>
              <w:jc w:val="center"/>
              <w:rPr>
                <w:sz w:val="20"/>
                <w:szCs w:val="20"/>
              </w:rPr>
            </w:pPr>
          </w:p>
          <w:p w14:paraId="013AA4DF" w14:textId="77777777" w:rsidR="008A04EE" w:rsidRPr="008A04EE" w:rsidRDefault="008A04EE" w:rsidP="008A04EE">
            <w:pPr>
              <w:jc w:val="center"/>
            </w:pPr>
          </w:p>
          <w:sdt>
            <w:sdtPr>
              <w:id w:val="14757932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5554A8A" w14:textId="77777777" w:rsidR="008A04EE" w:rsidRPr="00A445E5" w:rsidRDefault="008A04EE" w:rsidP="008A04E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5BE1736C" w14:textId="77777777" w:rsidR="007953D1" w:rsidRPr="00A445E5" w:rsidRDefault="007953D1" w:rsidP="00740498">
            <w:pPr>
              <w:jc w:val="center"/>
            </w:pPr>
          </w:p>
        </w:tc>
        <w:tc>
          <w:tcPr>
            <w:tcW w:w="669" w:type="dxa"/>
          </w:tcPr>
          <w:p w14:paraId="7315EB7F" w14:textId="77777777" w:rsidR="007953D1" w:rsidRPr="00575812" w:rsidRDefault="007953D1" w:rsidP="00740498">
            <w:pPr>
              <w:jc w:val="center"/>
              <w:rPr>
                <w:sz w:val="20"/>
                <w:szCs w:val="20"/>
              </w:rPr>
            </w:pPr>
          </w:p>
          <w:p w14:paraId="2AF84B3E" w14:textId="77777777" w:rsidR="007953D1" w:rsidRPr="00A445E5" w:rsidRDefault="007953D1" w:rsidP="00740498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16175975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26B56C7" w14:textId="77777777" w:rsidR="007953D1" w:rsidRPr="00A445E5" w:rsidRDefault="007953D1" w:rsidP="0074049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4D1400FF" w14:textId="77777777" w:rsidR="008A04EE" w:rsidRPr="008A04EE" w:rsidRDefault="008A04EE" w:rsidP="008A04EE">
            <w:pPr>
              <w:jc w:val="center"/>
              <w:rPr>
                <w:sz w:val="20"/>
                <w:szCs w:val="20"/>
              </w:rPr>
            </w:pPr>
          </w:p>
          <w:p w14:paraId="04D03F7D" w14:textId="77777777" w:rsidR="008A04EE" w:rsidRPr="008A04EE" w:rsidRDefault="008A04EE" w:rsidP="008A04EE">
            <w:pPr>
              <w:jc w:val="center"/>
              <w:rPr>
                <w:sz w:val="20"/>
                <w:szCs w:val="20"/>
              </w:rPr>
            </w:pPr>
          </w:p>
          <w:p w14:paraId="259C3287" w14:textId="77777777" w:rsidR="008A04EE" w:rsidRPr="008A04EE" w:rsidRDefault="008A04EE" w:rsidP="008A04EE">
            <w:pPr>
              <w:jc w:val="center"/>
            </w:pPr>
          </w:p>
          <w:sdt>
            <w:sdtPr>
              <w:id w:val="18423518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77205D" w14:textId="77777777" w:rsidR="008A04EE" w:rsidRPr="00A445E5" w:rsidRDefault="008A04EE" w:rsidP="008A04E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AECCE2F" w14:textId="77777777" w:rsidR="008A04EE" w:rsidRPr="00A445E5" w:rsidRDefault="008A04EE" w:rsidP="00740498">
            <w:pPr>
              <w:jc w:val="center"/>
            </w:pPr>
          </w:p>
        </w:tc>
      </w:tr>
    </w:tbl>
    <w:p w14:paraId="7267C971" w14:textId="77777777" w:rsidR="007953D1" w:rsidRDefault="007953D1" w:rsidP="00C26E95">
      <w:pPr>
        <w:pStyle w:val="KeinLeerraum"/>
        <w:jc w:val="both"/>
      </w:pPr>
    </w:p>
    <w:p w14:paraId="11E6A73F" w14:textId="77777777" w:rsidR="001512DB" w:rsidRDefault="001512DB" w:rsidP="00C26E95">
      <w:pPr>
        <w:pStyle w:val="KeinLeerraum"/>
        <w:jc w:val="both"/>
      </w:pPr>
    </w:p>
    <w:tbl>
      <w:tblPr>
        <w:tblW w:w="112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3682"/>
        <w:gridCol w:w="1450"/>
        <w:gridCol w:w="1701"/>
        <w:gridCol w:w="1417"/>
        <w:gridCol w:w="1559"/>
      </w:tblGrid>
      <w:tr w:rsidR="00D15C77" w:rsidRPr="008220E1" w14:paraId="150BAEC8" w14:textId="77777777" w:rsidTr="005461DE">
        <w:trPr>
          <w:trHeight w:val="457"/>
        </w:trPr>
        <w:tc>
          <w:tcPr>
            <w:tcW w:w="1418" w:type="dxa"/>
            <w:shd w:val="clear" w:color="auto" w:fill="auto"/>
          </w:tcPr>
          <w:p w14:paraId="58AAE265" w14:textId="77777777" w:rsidR="00FA0D44" w:rsidRPr="00872189" w:rsidRDefault="00FA0D44" w:rsidP="00980859">
            <w:pPr>
              <w:spacing w:before="120" w:after="120"/>
              <w:rPr>
                <w:sz w:val="16"/>
                <w:szCs w:val="16"/>
              </w:rPr>
            </w:pPr>
            <w:r w:rsidRPr="00872189">
              <w:rPr>
                <w:sz w:val="16"/>
                <w:szCs w:val="16"/>
              </w:rPr>
              <w:t>Bearbeitet von:</w:t>
            </w:r>
          </w:p>
        </w:tc>
        <w:tc>
          <w:tcPr>
            <w:tcW w:w="3682" w:type="dxa"/>
            <w:shd w:val="clear" w:color="auto" w:fill="auto"/>
          </w:tcPr>
          <w:p w14:paraId="2EBC139C" w14:textId="77777777" w:rsidR="00FA0D44" w:rsidRPr="00D3370D" w:rsidRDefault="00FA0D44" w:rsidP="00980859">
            <w:pPr>
              <w:spacing w:before="120" w:after="120"/>
              <w:rPr>
                <w:sz w:val="10"/>
                <w:szCs w:val="10"/>
              </w:rPr>
            </w:pPr>
            <w:r w:rsidRPr="00D3370D">
              <w:rPr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3370D">
              <w:rPr>
                <w:sz w:val="10"/>
                <w:szCs w:val="10"/>
              </w:rPr>
              <w:instrText xml:space="preserve"> FORMTEXT </w:instrText>
            </w:r>
            <w:r w:rsidRPr="00D3370D">
              <w:rPr>
                <w:sz w:val="10"/>
                <w:szCs w:val="10"/>
              </w:rPr>
            </w:r>
            <w:r w:rsidRPr="00D3370D">
              <w:rPr>
                <w:sz w:val="10"/>
                <w:szCs w:val="10"/>
              </w:rPr>
              <w:fldChar w:fldCharType="separate"/>
            </w:r>
            <w:r w:rsidRPr="00D3370D">
              <w:rPr>
                <w:noProof/>
                <w:sz w:val="10"/>
                <w:szCs w:val="10"/>
              </w:rPr>
              <w:t> </w:t>
            </w:r>
            <w:r w:rsidRPr="00D3370D">
              <w:rPr>
                <w:noProof/>
                <w:sz w:val="10"/>
                <w:szCs w:val="10"/>
              </w:rPr>
              <w:t> </w:t>
            </w:r>
            <w:r w:rsidRPr="00D3370D">
              <w:rPr>
                <w:noProof/>
                <w:sz w:val="10"/>
                <w:szCs w:val="10"/>
              </w:rPr>
              <w:t> </w:t>
            </w:r>
            <w:r w:rsidRPr="00D3370D">
              <w:rPr>
                <w:noProof/>
                <w:sz w:val="10"/>
                <w:szCs w:val="10"/>
              </w:rPr>
              <w:t> </w:t>
            </w:r>
            <w:r w:rsidRPr="00D3370D">
              <w:rPr>
                <w:noProof/>
                <w:sz w:val="10"/>
                <w:szCs w:val="10"/>
              </w:rPr>
              <w:t> </w:t>
            </w:r>
            <w:r w:rsidRPr="00D3370D">
              <w:rPr>
                <w:sz w:val="10"/>
                <w:szCs w:val="10"/>
              </w:rPr>
              <w:fldChar w:fldCharType="end"/>
            </w:r>
          </w:p>
        </w:tc>
        <w:tc>
          <w:tcPr>
            <w:tcW w:w="1450" w:type="dxa"/>
            <w:shd w:val="clear" w:color="auto" w:fill="auto"/>
          </w:tcPr>
          <w:p w14:paraId="00491620" w14:textId="77777777" w:rsidR="00FA0D44" w:rsidRPr="00D15C77" w:rsidRDefault="00FA0D44" w:rsidP="00980859">
            <w:pPr>
              <w:spacing w:before="120" w:after="120"/>
              <w:rPr>
                <w:sz w:val="16"/>
                <w:szCs w:val="16"/>
              </w:rPr>
            </w:pPr>
            <w:r w:rsidRPr="00D15C77">
              <w:rPr>
                <w:sz w:val="16"/>
                <w:szCs w:val="16"/>
              </w:rPr>
              <w:t>Bearbeitet am:</w:t>
            </w:r>
          </w:p>
        </w:tc>
        <w:tc>
          <w:tcPr>
            <w:tcW w:w="1701" w:type="dxa"/>
            <w:shd w:val="clear" w:color="auto" w:fill="auto"/>
          </w:tcPr>
          <w:p w14:paraId="0EE283EC" w14:textId="77777777" w:rsidR="00FA0D44" w:rsidRPr="00D3370D" w:rsidRDefault="00FA0D44" w:rsidP="00980859">
            <w:pPr>
              <w:spacing w:before="120" w:after="120"/>
              <w:rPr>
                <w:sz w:val="10"/>
                <w:szCs w:val="10"/>
              </w:rPr>
            </w:pPr>
            <w:r w:rsidRPr="00D3370D">
              <w:rPr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3370D">
              <w:rPr>
                <w:sz w:val="10"/>
                <w:szCs w:val="10"/>
              </w:rPr>
              <w:instrText xml:space="preserve"> FORMTEXT </w:instrText>
            </w:r>
            <w:r w:rsidRPr="00D3370D">
              <w:rPr>
                <w:sz w:val="10"/>
                <w:szCs w:val="10"/>
              </w:rPr>
            </w:r>
            <w:r w:rsidRPr="00D3370D">
              <w:rPr>
                <w:sz w:val="10"/>
                <w:szCs w:val="10"/>
              </w:rPr>
              <w:fldChar w:fldCharType="separate"/>
            </w:r>
            <w:r w:rsidRPr="00D3370D">
              <w:rPr>
                <w:noProof/>
                <w:sz w:val="10"/>
                <w:szCs w:val="10"/>
              </w:rPr>
              <w:t> </w:t>
            </w:r>
            <w:r w:rsidRPr="00D3370D">
              <w:rPr>
                <w:noProof/>
                <w:sz w:val="10"/>
                <w:szCs w:val="10"/>
              </w:rPr>
              <w:t> </w:t>
            </w:r>
            <w:r w:rsidRPr="00D3370D">
              <w:rPr>
                <w:noProof/>
                <w:sz w:val="10"/>
                <w:szCs w:val="10"/>
              </w:rPr>
              <w:t> </w:t>
            </w:r>
            <w:r w:rsidRPr="00D3370D">
              <w:rPr>
                <w:noProof/>
                <w:sz w:val="10"/>
                <w:szCs w:val="10"/>
              </w:rPr>
              <w:t> </w:t>
            </w:r>
            <w:r w:rsidRPr="00D3370D">
              <w:rPr>
                <w:noProof/>
                <w:sz w:val="10"/>
                <w:szCs w:val="10"/>
              </w:rPr>
              <w:t> </w:t>
            </w:r>
            <w:r w:rsidRPr="00D3370D">
              <w:rPr>
                <w:sz w:val="10"/>
                <w:szCs w:val="10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14:paraId="22EBB45A" w14:textId="77777777" w:rsidR="00FA0D44" w:rsidRPr="00D15C77" w:rsidRDefault="00FA0D44" w:rsidP="00980859">
            <w:pPr>
              <w:spacing w:before="120" w:after="120"/>
              <w:rPr>
                <w:sz w:val="16"/>
                <w:szCs w:val="16"/>
              </w:rPr>
            </w:pPr>
            <w:r w:rsidRPr="00D15C77">
              <w:rPr>
                <w:sz w:val="16"/>
                <w:szCs w:val="16"/>
              </w:rPr>
              <w:t>Beendet am:</w:t>
            </w:r>
          </w:p>
        </w:tc>
        <w:tc>
          <w:tcPr>
            <w:tcW w:w="1559" w:type="dxa"/>
          </w:tcPr>
          <w:p w14:paraId="4772AAB5" w14:textId="77777777" w:rsidR="00FA0D44" w:rsidRPr="00D3370D" w:rsidRDefault="00FA0D44" w:rsidP="00980859">
            <w:pPr>
              <w:spacing w:before="120" w:after="120"/>
              <w:rPr>
                <w:sz w:val="10"/>
                <w:szCs w:val="10"/>
              </w:rPr>
            </w:pPr>
          </w:p>
        </w:tc>
      </w:tr>
    </w:tbl>
    <w:p w14:paraId="7C3CFE01" w14:textId="77777777" w:rsidR="00467E42" w:rsidRDefault="00467E42" w:rsidP="00467E42">
      <w:pPr>
        <w:pStyle w:val="KeinLeerraum"/>
      </w:pPr>
    </w:p>
    <w:p w14:paraId="4AE953EA" w14:textId="77777777" w:rsidR="00C26E95" w:rsidRDefault="00C26E95" w:rsidP="00467E42">
      <w:pPr>
        <w:pStyle w:val="KeinLeerraum"/>
      </w:pPr>
    </w:p>
    <w:sectPr w:rsidR="00C26E95" w:rsidSect="005461DE">
      <w:pgSz w:w="11906" w:h="16838"/>
      <w:pgMar w:top="908" w:right="720" w:bottom="567" w:left="284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1CF3A0" w14:textId="77777777" w:rsidR="00684520" w:rsidRDefault="00684520">
      <w:r>
        <w:separator/>
      </w:r>
    </w:p>
  </w:endnote>
  <w:endnote w:type="continuationSeparator" w:id="0">
    <w:p w14:paraId="4C52349C" w14:textId="77777777" w:rsidR="00684520" w:rsidRDefault="00684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2CEFF" w14:textId="15CF3F07" w:rsidR="0044415B" w:rsidRPr="00032AD1" w:rsidRDefault="0044415B" w:rsidP="00C26E95">
    <w:pPr>
      <w:tabs>
        <w:tab w:val="center" w:pos="5670"/>
        <w:tab w:val="right" w:pos="11199"/>
      </w:tabs>
      <w:rPr>
        <w:rFonts w:eastAsia="Times New Roman"/>
        <w:sz w:val="20"/>
        <w:szCs w:val="20"/>
      </w:rPr>
    </w:pPr>
    <w:r w:rsidRPr="00032AD1">
      <w:rPr>
        <w:rFonts w:eastAsia="Times New Roman"/>
        <w:sz w:val="20"/>
        <w:szCs w:val="20"/>
      </w:rPr>
      <w:t>© LZK BW</w:t>
    </w:r>
    <w:r>
      <w:rPr>
        <w:rFonts w:eastAsia="Times New Roman"/>
        <w:sz w:val="20"/>
        <w:szCs w:val="20"/>
      </w:rPr>
      <w:t xml:space="preserve"> </w:t>
    </w:r>
    <w:r w:rsidR="00121AC2">
      <w:rPr>
        <w:rFonts w:eastAsia="Times New Roman"/>
        <w:sz w:val="20"/>
        <w:szCs w:val="20"/>
      </w:rPr>
      <w:t>10</w:t>
    </w:r>
    <w:r>
      <w:rPr>
        <w:rFonts w:eastAsia="Times New Roman"/>
        <w:sz w:val="20"/>
        <w:szCs w:val="20"/>
      </w:rPr>
      <w:t>/20</w:t>
    </w:r>
    <w:r w:rsidR="006D7F52">
      <w:rPr>
        <w:rFonts w:eastAsia="Times New Roman"/>
        <w:sz w:val="20"/>
        <w:szCs w:val="20"/>
      </w:rPr>
      <w:t>2</w:t>
    </w:r>
    <w:r w:rsidR="00F95A89">
      <w:rPr>
        <w:rFonts w:eastAsia="Times New Roman"/>
        <w:sz w:val="20"/>
        <w:szCs w:val="20"/>
      </w:rPr>
      <w:t>4</w:t>
    </w:r>
    <w:r w:rsidRPr="00032AD1">
      <w:rPr>
        <w:rFonts w:eastAsia="Times New Roman"/>
        <w:sz w:val="20"/>
        <w:szCs w:val="20"/>
      </w:rPr>
      <w:tab/>
    </w:r>
    <w:r>
      <w:rPr>
        <w:rFonts w:eastAsia="Times New Roman"/>
        <w:sz w:val="20"/>
        <w:szCs w:val="20"/>
      </w:rPr>
      <w:t>Checkliste Arbeitsschutz &amp; Arbeitsmedizin</w:t>
    </w:r>
    <w:r>
      <w:rPr>
        <w:rFonts w:eastAsia="Times New Roman"/>
        <w:sz w:val="20"/>
        <w:szCs w:val="20"/>
      </w:rPr>
      <w:tab/>
    </w:r>
    <w:r w:rsidRPr="00032AD1">
      <w:rPr>
        <w:rFonts w:eastAsia="Times New Roman"/>
        <w:sz w:val="20"/>
        <w:szCs w:val="20"/>
      </w:rPr>
      <w:t xml:space="preserve">Seite </w:t>
    </w:r>
    <w:r w:rsidRPr="00032AD1">
      <w:rPr>
        <w:rFonts w:eastAsia="Times New Roman"/>
        <w:sz w:val="20"/>
        <w:szCs w:val="20"/>
      </w:rPr>
      <w:fldChar w:fldCharType="begin"/>
    </w:r>
    <w:r w:rsidRPr="00032AD1">
      <w:rPr>
        <w:rFonts w:eastAsia="Times New Roman"/>
        <w:sz w:val="20"/>
        <w:szCs w:val="20"/>
      </w:rPr>
      <w:instrText xml:space="preserve"> PAGE </w:instrText>
    </w:r>
    <w:r w:rsidRPr="00032AD1">
      <w:rPr>
        <w:rFonts w:eastAsia="Times New Roman"/>
        <w:sz w:val="20"/>
        <w:szCs w:val="20"/>
      </w:rPr>
      <w:fldChar w:fldCharType="separate"/>
    </w:r>
    <w:r>
      <w:rPr>
        <w:rFonts w:eastAsia="Times New Roman"/>
        <w:noProof/>
        <w:sz w:val="20"/>
        <w:szCs w:val="20"/>
      </w:rPr>
      <w:t>1</w:t>
    </w:r>
    <w:r w:rsidRPr="00032AD1">
      <w:rPr>
        <w:rFonts w:eastAsia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D7A739" w14:textId="77777777" w:rsidR="00684520" w:rsidRDefault="00684520">
      <w:r>
        <w:separator/>
      </w:r>
    </w:p>
  </w:footnote>
  <w:footnote w:type="continuationSeparator" w:id="0">
    <w:p w14:paraId="7C6561AB" w14:textId="77777777" w:rsidR="00684520" w:rsidRDefault="006845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309F9" w14:textId="0D4EFC31" w:rsidR="0044415B" w:rsidRDefault="00706E5A" w:rsidP="00351A96">
    <w:pPr>
      <w:pStyle w:val="Kopfzeile"/>
      <w:tabs>
        <w:tab w:val="clear" w:pos="4536"/>
        <w:tab w:val="clear" w:pos="9072"/>
        <w:tab w:val="left" w:pos="945"/>
      </w:tabs>
    </w:pPr>
    <w:r w:rsidRPr="00B009BE">
      <w:rPr>
        <w:noProof/>
      </w:rPr>
      <w:drawing>
        <wp:anchor distT="0" distB="0" distL="114300" distR="114300" simplePos="0" relativeHeight="251659264" behindDoc="0" locked="0" layoutInCell="1" allowOverlap="1" wp14:anchorId="53EFCDFA" wp14:editId="410DB2B5">
          <wp:simplePos x="0" y="0"/>
          <wp:positionH relativeFrom="margin">
            <wp:posOffset>5828334</wp:posOffset>
          </wp:positionH>
          <wp:positionV relativeFrom="paragraph">
            <wp:posOffset>12700</wp:posOffset>
          </wp:positionV>
          <wp:extent cx="1324610" cy="266065"/>
          <wp:effectExtent l="0" t="0" r="8890" b="635"/>
          <wp:wrapNone/>
          <wp:docPr id="1854265595" name="Grafik 18542655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4610" cy="266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009BE">
      <w:rPr>
        <w:noProof/>
      </w:rPr>
      <w:drawing>
        <wp:anchor distT="0" distB="0" distL="114300" distR="114300" simplePos="0" relativeHeight="251660288" behindDoc="0" locked="0" layoutInCell="1" allowOverlap="1" wp14:anchorId="200DC74B" wp14:editId="4FA2AE81">
          <wp:simplePos x="0" y="0"/>
          <wp:positionH relativeFrom="column">
            <wp:posOffset>80341</wp:posOffset>
          </wp:positionH>
          <wp:positionV relativeFrom="paragraph">
            <wp:posOffset>3175</wp:posOffset>
          </wp:positionV>
          <wp:extent cx="3139440" cy="577850"/>
          <wp:effectExtent l="0" t="0" r="3810" b="0"/>
          <wp:wrapNone/>
          <wp:docPr id="1437793568" name="Grafik 14377935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39440" cy="577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5D27D62" w14:textId="5ABE944D" w:rsidR="0044415B" w:rsidRDefault="0044415B" w:rsidP="00351A96">
    <w:pPr>
      <w:pStyle w:val="Kopfzeile"/>
      <w:tabs>
        <w:tab w:val="clear" w:pos="4536"/>
        <w:tab w:val="clear" w:pos="9072"/>
        <w:tab w:val="left" w:pos="945"/>
      </w:tabs>
      <w:rPr>
        <w:sz w:val="16"/>
        <w:szCs w:val="16"/>
      </w:rPr>
    </w:pPr>
  </w:p>
  <w:p w14:paraId="6DA8697A" w14:textId="77777777" w:rsidR="00706E5A" w:rsidRDefault="00706E5A" w:rsidP="00351A96">
    <w:pPr>
      <w:pStyle w:val="Kopfzeile"/>
      <w:tabs>
        <w:tab w:val="clear" w:pos="4536"/>
        <w:tab w:val="clear" w:pos="9072"/>
        <w:tab w:val="left" w:pos="945"/>
      </w:tabs>
      <w:rPr>
        <w:sz w:val="16"/>
        <w:szCs w:val="16"/>
      </w:rPr>
    </w:pPr>
  </w:p>
  <w:p w14:paraId="5BDA0E4C" w14:textId="77777777" w:rsidR="00706E5A" w:rsidRDefault="00706E5A" w:rsidP="00351A96">
    <w:pPr>
      <w:pStyle w:val="Kopfzeile"/>
      <w:tabs>
        <w:tab w:val="clear" w:pos="4536"/>
        <w:tab w:val="clear" w:pos="9072"/>
        <w:tab w:val="left" w:pos="945"/>
      </w:tabs>
      <w:rPr>
        <w:sz w:val="16"/>
        <w:szCs w:val="16"/>
      </w:rPr>
    </w:pPr>
  </w:p>
  <w:p w14:paraId="186E357D" w14:textId="77777777" w:rsidR="00706E5A" w:rsidRDefault="00706E5A" w:rsidP="00351A96">
    <w:pPr>
      <w:pStyle w:val="Kopfzeile"/>
      <w:tabs>
        <w:tab w:val="clear" w:pos="4536"/>
        <w:tab w:val="clear" w:pos="9072"/>
        <w:tab w:val="left" w:pos="945"/>
      </w:tabs>
      <w:rPr>
        <w:sz w:val="16"/>
        <w:szCs w:val="16"/>
      </w:rPr>
    </w:pPr>
  </w:p>
  <w:p w14:paraId="35B6333A" w14:textId="77777777" w:rsidR="00706E5A" w:rsidRPr="00B65CF7" w:rsidRDefault="00706E5A" w:rsidP="00351A96">
    <w:pPr>
      <w:pStyle w:val="Kopfzeile"/>
      <w:tabs>
        <w:tab w:val="clear" w:pos="4536"/>
        <w:tab w:val="clear" w:pos="9072"/>
        <w:tab w:val="left" w:pos="945"/>
      </w:tabs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4C71E9"/>
    <w:multiLevelType w:val="hybridMultilevel"/>
    <w:tmpl w:val="66043FAC"/>
    <w:lvl w:ilvl="0" w:tplc="0407000F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2167C"/>
    <w:multiLevelType w:val="hybridMultilevel"/>
    <w:tmpl w:val="8272B670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143069"/>
    <w:multiLevelType w:val="hybridMultilevel"/>
    <w:tmpl w:val="255CA71C"/>
    <w:lvl w:ilvl="0" w:tplc="77FC971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CE965A6"/>
    <w:multiLevelType w:val="hybridMultilevel"/>
    <w:tmpl w:val="23A61294"/>
    <w:lvl w:ilvl="0" w:tplc="3034917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3052C"/>
    <w:multiLevelType w:val="hybridMultilevel"/>
    <w:tmpl w:val="F17CA57A"/>
    <w:lvl w:ilvl="0" w:tplc="B94ACD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290123"/>
    <w:multiLevelType w:val="hybridMultilevel"/>
    <w:tmpl w:val="6DEC98DE"/>
    <w:lvl w:ilvl="0" w:tplc="2C38AEC4">
      <w:start w:val="1"/>
      <w:numFmt w:val="decimal"/>
      <w:lvlText w:val="%1."/>
      <w:lvlJc w:val="left"/>
      <w:pPr>
        <w:ind w:left="612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E61119"/>
    <w:multiLevelType w:val="hybridMultilevel"/>
    <w:tmpl w:val="66043FAC"/>
    <w:lvl w:ilvl="0" w:tplc="0407000F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4D719F"/>
    <w:multiLevelType w:val="hybridMultilevel"/>
    <w:tmpl w:val="7C788310"/>
    <w:lvl w:ilvl="0" w:tplc="04070013">
      <w:start w:val="1"/>
      <w:numFmt w:val="upperRoman"/>
      <w:lvlText w:val="%1."/>
      <w:lvlJc w:val="right"/>
      <w:pPr>
        <w:ind w:left="61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B93C70"/>
    <w:multiLevelType w:val="hybridMultilevel"/>
    <w:tmpl w:val="66043FAC"/>
    <w:lvl w:ilvl="0" w:tplc="0407000F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5F5EF3"/>
    <w:multiLevelType w:val="hybridMultilevel"/>
    <w:tmpl w:val="F0D488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4E7E16"/>
    <w:multiLevelType w:val="hybridMultilevel"/>
    <w:tmpl w:val="E2E27E56"/>
    <w:lvl w:ilvl="0" w:tplc="0407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6209A"/>
    <w:multiLevelType w:val="hybridMultilevel"/>
    <w:tmpl w:val="66043FAC"/>
    <w:lvl w:ilvl="0" w:tplc="0407000F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7200230">
    <w:abstractNumId w:val="3"/>
  </w:num>
  <w:num w:numId="2" w16cid:durableId="983004138">
    <w:abstractNumId w:val="9"/>
  </w:num>
  <w:num w:numId="3" w16cid:durableId="278031451">
    <w:abstractNumId w:val="2"/>
  </w:num>
  <w:num w:numId="4" w16cid:durableId="1378700023">
    <w:abstractNumId w:val="4"/>
  </w:num>
  <w:num w:numId="5" w16cid:durableId="463080486">
    <w:abstractNumId w:val="5"/>
  </w:num>
  <w:num w:numId="6" w16cid:durableId="1873494579">
    <w:abstractNumId w:val="0"/>
  </w:num>
  <w:num w:numId="7" w16cid:durableId="475800673">
    <w:abstractNumId w:val="6"/>
  </w:num>
  <w:num w:numId="8" w16cid:durableId="103159559">
    <w:abstractNumId w:val="8"/>
  </w:num>
  <w:num w:numId="9" w16cid:durableId="756630480">
    <w:abstractNumId w:val="11"/>
  </w:num>
  <w:num w:numId="10" w16cid:durableId="1122501798">
    <w:abstractNumId w:val="10"/>
  </w:num>
  <w:num w:numId="11" w16cid:durableId="1048842326">
    <w:abstractNumId w:val="7"/>
  </w:num>
  <w:num w:numId="12" w16cid:durableId="18369944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18B"/>
    <w:rsid w:val="00014294"/>
    <w:rsid w:val="00044DA0"/>
    <w:rsid w:val="000462C4"/>
    <w:rsid w:val="00047FBF"/>
    <w:rsid w:val="00047FCC"/>
    <w:rsid w:val="0005033A"/>
    <w:rsid w:val="000D04DA"/>
    <w:rsid w:val="000E6C6F"/>
    <w:rsid w:val="000F5A12"/>
    <w:rsid w:val="0010782D"/>
    <w:rsid w:val="00113A54"/>
    <w:rsid w:val="00121AC2"/>
    <w:rsid w:val="00124535"/>
    <w:rsid w:val="00136BD8"/>
    <w:rsid w:val="00141142"/>
    <w:rsid w:val="001512DB"/>
    <w:rsid w:val="0015298E"/>
    <w:rsid w:val="001640D9"/>
    <w:rsid w:val="00165BEA"/>
    <w:rsid w:val="00165DC0"/>
    <w:rsid w:val="00166483"/>
    <w:rsid w:val="00182DF2"/>
    <w:rsid w:val="00191054"/>
    <w:rsid w:val="00197C4F"/>
    <w:rsid w:val="001D68B4"/>
    <w:rsid w:val="001E4A8E"/>
    <w:rsid w:val="00201A1C"/>
    <w:rsid w:val="00242235"/>
    <w:rsid w:val="00243FBF"/>
    <w:rsid w:val="002610B3"/>
    <w:rsid w:val="00261A68"/>
    <w:rsid w:val="00270FDE"/>
    <w:rsid w:val="00271659"/>
    <w:rsid w:val="002771C0"/>
    <w:rsid w:val="00280171"/>
    <w:rsid w:val="002816C3"/>
    <w:rsid w:val="00282612"/>
    <w:rsid w:val="002973AC"/>
    <w:rsid w:val="00310D12"/>
    <w:rsid w:val="00323C74"/>
    <w:rsid w:val="003343CA"/>
    <w:rsid w:val="003366AB"/>
    <w:rsid w:val="00337F20"/>
    <w:rsid w:val="00351A96"/>
    <w:rsid w:val="003532A8"/>
    <w:rsid w:val="0036120D"/>
    <w:rsid w:val="003667E1"/>
    <w:rsid w:val="00385ED2"/>
    <w:rsid w:val="00390F45"/>
    <w:rsid w:val="00395FB9"/>
    <w:rsid w:val="003A5E39"/>
    <w:rsid w:val="003A773D"/>
    <w:rsid w:val="003C3A63"/>
    <w:rsid w:val="003C3AFF"/>
    <w:rsid w:val="003C5E02"/>
    <w:rsid w:val="003D487F"/>
    <w:rsid w:val="003E02F9"/>
    <w:rsid w:val="003E0341"/>
    <w:rsid w:val="003E2F87"/>
    <w:rsid w:val="003F7B60"/>
    <w:rsid w:val="00401B80"/>
    <w:rsid w:val="00403F77"/>
    <w:rsid w:val="004073F5"/>
    <w:rsid w:val="00407787"/>
    <w:rsid w:val="0044415B"/>
    <w:rsid w:val="004502A6"/>
    <w:rsid w:val="00450A31"/>
    <w:rsid w:val="00467E42"/>
    <w:rsid w:val="00470368"/>
    <w:rsid w:val="004830FE"/>
    <w:rsid w:val="004C2302"/>
    <w:rsid w:val="004D7910"/>
    <w:rsid w:val="005125B8"/>
    <w:rsid w:val="00516054"/>
    <w:rsid w:val="0054044B"/>
    <w:rsid w:val="00543B19"/>
    <w:rsid w:val="005461DE"/>
    <w:rsid w:val="005473AF"/>
    <w:rsid w:val="00557828"/>
    <w:rsid w:val="00566DF9"/>
    <w:rsid w:val="00571106"/>
    <w:rsid w:val="00575812"/>
    <w:rsid w:val="005D5BFC"/>
    <w:rsid w:val="005D6E41"/>
    <w:rsid w:val="00606719"/>
    <w:rsid w:val="00622CD7"/>
    <w:rsid w:val="00625235"/>
    <w:rsid w:val="006275A7"/>
    <w:rsid w:val="00645E46"/>
    <w:rsid w:val="006608BE"/>
    <w:rsid w:val="00663ADD"/>
    <w:rsid w:val="006774CB"/>
    <w:rsid w:val="00681A0D"/>
    <w:rsid w:val="00684520"/>
    <w:rsid w:val="006A169A"/>
    <w:rsid w:val="006D39D2"/>
    <w:rsid w:val="006D7F52"/>
    <w:rsid w:val="006E2584"/>
    <w:rsid w:val="006E601B"/>
    <w:rsid w:val="006F4DF2"/>
    <w:rsid w:val="006F665B"/>
    <w:rsid w:val="00706E5A"/>
    <w:rsid w:val="00721793"/>
    <w:rsid w:val="007319A7"/>
    <w:rsid w:val="00743B02"/>
    <w:rsid w:val="00753EB0"/>
    <w:rsid w:val="00765D8D"/>
    <w:rsid w:val="00771F36"/>
    <w:rsid w:val="00785436"/>
    <w:rsid w:val="007904D0"/>
    <w:rsid w:val="007953D1"/>
    <w:rsid w:val="007C61A2"/>
    <w:rsid w:val="007D1082"/>
    <w:rsid w:val="007D47AB"/>
    <w:rsid w:val="007D48E5"/>
    <w:rsid w:val="007F38D6"/>
    <w:rsid w:val="0080292F"/>
    <w:rsid w:val="00827A4C"/>
    <w:rsid w:val="00836880"/>
    <w:rsid w:val="00847A93"/>
    <w:rsid w:val="00872189"/>
    <w:rsid w:val="0087232C"/>
    <w:rsid w:val="0088715C"/>
    <w:rsid w:val="008A04EE"/>
    <w:rsid w:val="008B37A8"/>
    <w:rsid w:val="008C37E5"/>
    <w:rsid w:val="008C5F44"/>
    <w:rsid w:val="008D033B"/>
    <w:rsid w:val="008D4450"/>
    <w:rsid w:val="008E476B"/>
    <w:rsid w:val="00980859"/>
    <w:rsid w:val="00984991"/>
    <w:rsid w:val="00990FCC"/>
    <w:rsid w:val="009A49A8"/>
    <w:rsid w:val="009B05CF"/>
    <w:rsid w:val="009B7503"/>
    <w:rsid w:val="009D2C90"/>
    <w:rsid w:val="009D433C"/>
    <w:rsid w:val="009E6EAF"/>
    <w:rsid w:val="00A05723"/>
    <w:rsid w:val="00A06FF1"/>
    <w:rsid w:val="00A17513"/>
    <w:rsid w:val="00A2016E"/>
    <w:rsid w:val="00A343FE"/>
    <w:rsid w:val="00A42473"/>
    <w:rsid w:val="00A6246D"/>
    <w:rsid w:val="00A733D6"/>
    <w:rsid w:val="00AB01E4"/>
    <w:rsid w:val="00AB47FE"/>
    <w:rsid w:val="00AF0F61"/>
    <w:rsid w:val="00B2043C"/>
    <w:rsid w:val="00B500B7"/>
    <w:rsid w:val="00B65CF7"/>
    <w:rsid w:val="00B662A6"/>
    <w:rsid w:val="00B7481C"/>
    <w:rsid w:val="00B96BFA"/>
    <w:rsid w:val="00BA41E4"/>
    <w:rsid w:val="00BB6E6B"/>
    <w:rsid w:val="00BD64C1"/>
    <w:rsid w:val="00BE2A79"/>
    <w:rsid w:val="00C11097"/>
    <w:rsid w:val="00C12BF1"/>
    <w:rsid w:val="00C14109"/>
    <w:rsid w:val="00C25EAF"/>
    <w:rsid w:val="00C26E95"/>
    <w:rsid w:val="00C3315C"/>
    <w:rsid w:val="00C335BF"/>
    <w:rsid w:val="00C47E2C"/>
    <w:rsid w:val="00C51A05"/>
    <w:rsid w:val="00C52F5C"/>
    <w:rsid w:val="00C657D9"/>
    <w:rsid w:val="00CA1D06"/>
    <w:rsid w:val="00CA25B0"/>
    <w:rsid w:val="00CB4B97"/>
    <w:rsid w:val="00CB5764"/>
    <w:rsid w:val="00CB59E3"/>
    <w:rsid w:val="00CC73B2"/>
    <w:rsid w:val="00D15C77"/>
    <w:rsid w:val="00D22481"/>
    <w:rsid w:val="00D6642C"/>
    <w:rsid w:val="00D74A61"/>
    <w:rsid w:val="00D75F98"/>
    <w:rsid w:val="00D77544"/>
    <w:rsid w:val="00D80187"/>
    <w:rsid w:val="00D94B23"/>
    <w:rsid w:val="00DA6751"/>
    <w:rsid w:val="00DB1D23"/>
    <w:rsid w:val="00DB2A93"/>
    <w:rsid w:val="00DB2BEE"/>
    <w:rsid w:val="00DB697D"/>
    <w:rsid w:val="00DC0E68"/>
    <w:rsid w:val="00DC2FC4"/>
    <w:rsid w:val="00DD6CCC"/>
    <w:rsid w:val="00DE15E0"/>
    <w:rsid w:val="00DE3964"/>
    <w:rsid w:val="00DF169A"/>
    <w:rsid w:val="00DF32A4"/>
    <w:rsid w:val="00E156E3"/>
    <w:rsid w:val="00E44B9C"/>
    <w:rsid w:val="00E47E53"/>
    <w:rsid w:val="00E6268E"/>
    <w:rsid w:val="00E66AD8"/>
    <w:rsid w:val="00E67700"/>
    <w:rsid w:val="00E82DA9"/>
    <w:rsid w:val="00E90F1B"/>
    <w:rsid w:val="00E96A97"/>
    <w:rsid w:val="00ED4627"/>
    <w:rsid w:val="00EE48CA"/>
    <w:rsid w:val="00EE5D3C"/>
    <w:rsid w:val="00EF10CA"/>
    <w:rsid w:val="00EF1B98"/>
    <w:rsid w:val="00EF2636"/>
    <w:rsid w:val="00F0057D"/>
    <w:rsid w:val="00F1218B"/>
    <w:rsid w:val="00F31934"/>
    <w:rsid w:val="00F475EA"/>
    <w:rsid w:val="00F50E78"/>
    <w:rsid w:val="00F57FE2"/>
    <w:rsid w:val="00F61508"/>
    <w:rsid w:val="00F80987"/>
    <w:rsid w:val="00F95A89"/>
    <w:rsid w:val="00FA0D44"/>
    <w:rsid w:val="00FA17C5"/>
    <w:rsid w:val="00FA7512"/>
    <w:rsid w:val="00FB381A"/>
    <w:rsid w:val="00FC4187"/>
    <w:rsid w:val="00FF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705208"/>
  <w15:docId w15:val="{8AF5F45F-97DA-44B9-B542-89D282E38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3315C"/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qFormat/>
    <w:rsid w:val="00DB2A93"/>
    <w:pPr>
      <w:keepNext/>
      <w:spacing w:before="240" w:after="60"/>
      <w:outlineLvl w:val="0"/>
    </w:pPr>
    <w:rPr>
      <w:rFonts w:eastAsia="Times New Roman" w:cs="Times New Roman"/>
      <w:b/>
      <w:bCs/>
      <w:kern w:val="32"/>
      <w:sz w:val="32"/>
      <w:szCs w:val="32"/>
      <w:u w:val="single"/>
    </w:rPr>
  </w:style>
  <w:style w:type="paragraph" w:styleId="berschrift2">
    <w:name w:val="heading 2"/>
    <w:basedOn w:val="Standard"/>
    <w:next w:val="Standard"/>
    <w:link w:val="berschrift2Zchn"/>
    <w:qFormat/>
    <w:rsid w:val="00DB2A93"/>
    <w:pPr>
      <w:keepNext/>
      <w:spacing w:before="240" w:after="60"/>
      <w:outlineLvl w:val="1"/>
    </w:pPr>
    <w:rPr>
      <w:rFonts w:eastAsia="Times New Roman" w:cs="Times New Roman"/>
      <w:b/>
      <w:bCs/>
      <w:iCs/>
      <w:sz w:val="28"/>
      <w:szCs w:val="28"/>
      <w:u w:val="single"/>
    </w:rPr>
  </w:style>
  <w:style w:type="paragraph" w:styleId="berschrift3">
    <w:name w:val="heading 3"/>
    <w:basedOn w:val="Standard"/>
    <w:next w:val="Standard"/>
    <w:link w:val="berschrift3Zchn"/>
    <w:qFormat/>
    <w:rsid w:val="00A42473"/>
    <w:pPr>
      <w:keepNext/>
      <w:spacing w:before="240" w:after="60"/>
      <w:outlineLvl w:val="2"/>
    </w:pPr>
    <w:rPr>
      <w:rFonts w:eastAsia="Times New Roman" w:cs="Times New Roman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DB2A9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DB2A93"/>
    <w:pPr>
      <w:tabs>
        <w:tab w:val="center" w:pos="4536"/>
        <w:tab w:val="right" w:pos="9072"/>
      </w:tabs>
    </w:pPr>
  </w:style>
  <w:style w:type="character" w:customStyle="1" w:styleId="berschrift2Zchn">
    <w:name w:val="Überschrift 2 Zchn"/>
    <w:link w:val="berschrift2"/>
    <w:rsid w:val="00DB2A93"/>
    <w:rPr>
      <w:rFonts w:ascii="Arial" w:eastAsia="Times New Roman" w:hAnsi="Arial" w:cs="Times New Roman"/>
      <w:b/>
      <w:bCs/>
      <w:iCs/>
      <w:sz w:val="28"/>
      <w:szCs w:val="28"/>
      <w:u w:val="single"/>
    </w:rPr>
  </w:style>
  <w:style w:type="character" w:customStyle="1" w:styleId="berschrift1Zchn">
    <w:name w:val="Überschrift 1 Zchn"/>
    <w:link w:val="berschrift1"/>
    <w:rsid w:val="00DB2A93"/>
    <w:rPr>
      <w:rFonts w:ascii="Arial" w:eastAsia="Times New Roman" w:hAnsi="Arial" w:cs="Times New Roman"/>
      <w:b/>
      <w:bCs/>
      <w:kern w:val="32"/>
      <w:sz w:val="32"/>
      <w:szCs w:val="32"/>
      <w:u w:val="single"/>
    </w:rPr>
  </w:style>
  <w:style w:type="character" w:customStyle="1" w:styleId="berschrift3Zchn">
    <w:name w:val="Überschrift 3 Zchn"/>
    <w:link w:val="berschrift3"/>
    <w:rsid w:val="00A42473"/>
    <w:rPr>
      <w:rFonts w:ascii="Arial" w:eastAsia="Times New Roman" w:hAnsi="Arial" w:cs="Times New Roman"/>
      <w:b/>
      <w:bCs/>
      <w:sz w:val="26"/>
      <w:szCs w:val="26"/>
    </w:rPr>
  </w:style>
  <w:style w:type="paragraph" w:styleId="KeinLeerraum">
    <w:name w:val="No Spacing"/>
    <w:uiPriority w:val="1"/>
    <w:qFormat/>
    <w:rsid w:val="00F1218B"/>
    <w:rPr>
      <w:rFonts w:ascii="Arial" w:hAnsi="Arial" w:cs="Arial"/>
      <w:sz w:val="22"/>
      <w:szCs w:val="22"/>
    </w:rPr>
  </w:style>
  <w:style w:type="table" w:styleId="Tabellenraster">
    <w:name w:val="Table Grid"/>
    <w:basedOn w:val="NormaleTabelle"/>
    <w:rsid w:val="00F121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1218B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B2043C"/>
    <w:rPr>
      <w:rFonts w:ascii="Arial" w:hAnsi="Arial" w:cs="Arial"/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B2043C"/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rsid w:val="006F665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6F665B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nhideWhenUsed/>
    <w:rsid w:val="00C25EAF"/>
    <w:rPr>
      <w:color w:val="800080"/>
      <w:u w:val="non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25EA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semiHidden/>
    <w:unhideWhenUsed/>
    <w:rsid w:val="00FB381A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rsid w:val="00323C74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323C7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323C74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323C7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323C74"/>
    <w:rPr>
      <w:rFonts w:ascii="Arial" w:hAnsi="Arial" w:cs="Arial"/>
      <w:b/>
      <w:bCs/>
    </w:rPr>
  </w:style>
  <w:style w:type="character" w:customStyle="1" w:styleId="BesuchterHyperlink">
    <w:name w:val="Besuchter Hyperlink"/>
    <w:basedOn w:val="Hyperlink"/>
    <w:uiPriority w:val="1"/>
    <w:qFormat/>
    <w:rsid w:val="00DE3964"/>
    <w:rPr>
      <w:rFonts w:ascii="Arial" w:hAnsi="Arial"/>
      <w:color w:val="80008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doNotUseLongFileNames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phb.lzk-bw.de/PHB-CD/QM-Anhang/VA/Arbeitsschutz/VA-Arbeitsunfall_Wegeunfall.docx" TargetMode="External"/><Relationship Id="rId21" Type="http://schemas.openxmlformats.org/officeDocument/2006/relationships/hyperlink" Target="https://www.lzk-bw.de/PHB/PHB-CD/QM-Anhang/Formulare/Arbeitsmedizinische_Vorsorge/Vorsorgekartei.doc" TargetMode="External"/><Relationship Id="rId42" Type="http://schemas.openxmlformats.org/officeDocument/2006/relationships/hyperlink" Target="https://www.lzk-bw.de/PHB/PHB-CD/QM-Anhang/Formulare/Arbeitsschutz/Bestellung_Brandschutzhelfer.doc" TargetMode="External"/><Relationship Id="rId47" Type="http://schemas.openxmlformats.org/officeDocument/2006/relationships/hyperlink" Target="https://phb.lzk-bw.de/PHB-CD/QM-Anhang/Unterweisungen/Unterweisungserklaerung/Unterweisungserklaerung.docx" TargetMode="External"/><Relationship Id="rId63" Type="http://schemas.openxmlformats.org/officeDocument/2006/relationships/hyperlink" Target="https://www.lzk-bw.de/PHB/PHB-CD/QM-Anhang/Formulare/Laser/Bestellung_Laserschutzbeauftragten.doc" TargetMode="External"/><Relationship Id="rId68" Type="http://schemas.openxmlformats.org/officeDocument/2006/relationships/hyperlink" Target="https://phb.lzk-bw.de/PHB-CD/QM-Anhang/Unterweisungen/Unterweisungserklaerung/Unterweisungserklaerung.docx" TargetMode="External"/><Relationship Id="rId84" Type="http://schemas.openxmlformats.org/officeDocument/2006/relationships/hyperlink" Target="https://phb.lzk-bw.de/PHB-CD/QM-Anhang/Unterweisungen/Unterweisungserklaerung/Unterweisungserklaerung.docx" TargetMode="External"/><Relationship Id="rId89" Type="http://schemas.openxmlformats.org/officeDocument/2006/relationships/hyperlink" Target="https://phb.lzk-bw.de/PHB-CD/QM-Anhang/Unterweisungen/Unterweisungserklaerung/Unterweisungserklaerung.docx" TargetMode="External"/><Relationship Id="rId16" Type="http://schemas.openxmlformats.org/officeDocument/2006/relationships/hyperlink" Target="https://www.lzk-bw.de/PHB/PHB-CD/QM-Anhang/Formulare/Entsorgung/Einbau-Inbetriebnahme_Amalgamabscheider.doc" TargetMode="External"/><Relationship Id="rId11" Type="http://schemas.openxmlformats.org/officeDocument/2006/relationships/hyperlink" Target="https://www.lzk-bw.de/PHB/html/3.1.7.html" TargetMode="External"/><Relationship Id="rId32" Type="http://schemas.openxmlformats.org/officeDocument/2006/relationships/hyperlink" Target="https://www.bgw-online.de/bgw-online-de/service/medien-arbeitshilfen/formulare/unfall-melden-wegeunfall-fragebogen-ausfuellen-14592" TargetMode="External"/><Relationship Id="rId37" Type="http://schemas.openxmlformats.org/officeDocument/2006/relationships/hyperlink" Target="https://phb.lzk-bw.de/PHB-CD/QM-Anhang/Unterweisungen/Unterweisungserklaerung/Unterweisungserklaerung.docx" TargetMode="External"/><Relationship Id="rId53" Type="http://schemas.openxmlformats.org/officeDocument/2006/relationships/hyperlink" Target="https://www.lzk-bw.de/PHB/PHB-CD/QM-Anhang/Aushang_Einsicht/Hygiene/Hygieneplan.doc" TargetMode="External"/><Relationship Id="rId58" Type="http://schemas.openxmlformats.org/officeDocument/2006/relationships/hyperlink" Target="https://www.lzk-bw.de/PHB/PHB-CD/QM-Anhang/Gefaehrdungsbeurteilungen/Checkliste_Pruefpflichten.doc" TargetMode="External"/><Relationship Id="rId74" Type="http://schemas.openxmlformats.org/officeDocument/2006/relationships/hyperlink" Target="https://www.lzk-bw.de/PHB/PHB-CD/QM-Anhang/Gefaehrdungsbeurteilungen/Checkliste_Pruefpflichten.doc" TargetMode="External"/><Relationship Id="rId79" Type="http://schemas.openxmlformats.org/officeDocument/2006/relationships/hyperlink" Target="https://www.lzk-bw.de/PHB/PHB-CD/QM-Anhang/Formulare/Medizinprodukte/Medizinproduktebuch.doc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phb.lzk-bw.de/PHB-CD/QM-Anhang/Gefaehrdungsbeurteilungen/Unterweisungen.doc" TargetMode="External"/><Relationship Id="rId95" Type="http://schemas.openxmlformats.org/officeDocument/2006/relationships/hyperlink" Target="https://phb.lzk-bw.de/PHB-CD/QM-Anhang/Formulare/Arbeitsschutz/Bestellung_Sicherheitsbeauftragte.doc" TargetMode="External"/><Relationship Id="rId22" Type="http://schemas.openxmlformats.org/officeDocument/2006/relationships/hyperlink" Target="https://www.lzk-bw.de/PHB/PHB-CD/QM-Anhang/Formulare/Arbeitsmedizinische_Vorsorge/Immunisierungsmoeglichkeit.doc" TargetMode="External"/><Relationship Id="rId27" Type="http://schemas.openxmlformats.org/officeDocument/2006/relationships/hyperlink" Target="https://www.lzk-bw.de/PHB/PHB-CD/QM-Anhang/Formulare/Arbeitsschutz/Verbandbuch.doc" TargetMode="External"/><Relationship Id="rId43" Type="http://schemas.openxmlformats.org/officeDocument/2006/relationships/header" Target="header1.xml"/><Relationship Id="rId48" Type="http://schemas.openxmlformats.org/officeDocument/2006/relationships/hyperlink" Target="https://www.lzk-bw.de/PHB/PHB-CD/QM-Anhang/Gefaehrdungsbeurteilungen/Taetigkeiten_Gefahrstoffen.doc" TargetMode="External"/><Relationship Id="rId64" Type="http://schemas.openxmlformats.org/officeDocument/2006/relationships/hyperlink" Target="https://phb.lzk-bw.de/PHB-CD/QM-Anhang/Unterweisungen/Unterweisungserklaerung/Unterweisungserklaerung.docx" TargetMode="External"/><Relationship Id="rId69" Type="http://schemas.openxmlformats.org/officeDocument/2006/relationships/hyperlink" Target="https://phb.lzk-bw.de/PHB-CD/QM-Anhang/Formulare/Personal/Gefaehrdungsbeurteilung_MuSchArbV.doc" TargetMode="External"/><Relationship Id="rId80" Type="http://schemas.openxmlformats.org/officeDocument/2006/relationships/hyperlink" Target="https://www.lzk-bw.de/PHB/PHB-CD/QM-Anhang/Gefaehrdungsbeurteilungen/Checkliste_Pruefpflichten.doc" TargetMode="External"/><Relationship Id="rId85" Type="http://schemas.openxmlformats.org/officeDocument/2006/relationships/hyperlink" Target="https://phb.lzk-bw.de/PHB-CD/Praxisbegehung/Checkliste_DVT_Strahlenschutz.docx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lzk-bw.de/PHB/html/3.1.7.html" TargetMode="External"/><Relationship Id="rId17" Type="http://schemas.openxmlformats.org/officeDocument/2006/relationships/hyperlink" Target="https://www.lzk-bw.de/PHB/PHB-CD/QM-Anhang/Gefaehrdungsbeurteilungen/Arbeitsmedizinische_Vorsorge.doc" TargetMode="External"/><Relationship Id="rId25" Type="http://schemas.openxmlformats.org/officeDocument/2006/relationships/hyperlink" Target="https://phb.lzk-bw.de/PHB-CD/QM-Anhang/Unterweisungen/Unterweisungserklaerung/Unterweisungserklaerung.docx" TargetMode="External"/><Relationship Id="rId33" Type="http://schemas.openxmlformats.org/officeDocument/2006/relationships/hyperlink" Target="https://www.lzk-bw.de/PHB/PHB-CD/QM-Anhang/Gefaehrdungsbeurteilungen/Bildschirmarbeitsplatz.doc" TargetMode="External"/><Relationship Id="rId38" Type="http://schemas.openxmlformats.org/officeDocument/2006/relationships/hyperlink" Target="https://www.lzk-bw.de/PHB/PHB-CD/QM-Anhang/Gefaehrdungsbeurteilungen/Brandschutz.doc" TargetMode="External"/><Relationship Id="rId46" Type="http://schemas.openxmlformats.org/officeDocument/2006/relationships/hyperlink" Target="https://www.lzk-bw.de/PHB/PHB-CD/QM-Anhang/Aushang_Einsicht/Notfall/Alarmplan.doc" TargetMode="External"/><Relationship Id="rId59" Type="http://schemas.openxmlformats.org/officeDocument/2006/relationships/hyperlink" Target="https://www.lzk-bw.de/PHB/PHB-CD/QM-Anhang/Formulare/Medizinprodukte/Bestandsverzeichnis.doc" TargetMode="External"/><Relationship Id="rId67" Type="http://schemas.openxmlformats.org/officeDocument/2006/relationships/hyperlink" Target="https://www.lzk-bw.de/PHB/PHB-CD/Gesetze_Vorschriften/Bundesgesetze/Mutterschutzgesetz.pdf" TargetMode="External"/><Relationship Id="rId20" Type="http://schemas.openxmlformats.org/officeDocument/2006/relationships/hyperlink" Target="https://www.lzk-bw.de/PHB/PHB-CD/QM-Anhang/Merkblaetter/Arbeitsmedizinische_Vorsorge/Arbeitsmedizinische_Vorsorgeuntersuchungen.docx" TargetMode="External"/><Relationship Id="rId41" Type="http://schemas.openxmlformats.org/officeDocument/2006/relationships/hyperlink" Target="https://phb.lzk-bw.de/PHB-CD/QM-Anhang/Unterweisungen/Unterweisungserklaerung/Unterweisungserklaerung.docx" TargetMode="External"/><Relationship Id="rId54" Type="http://schemas.openxmlformats.org/officeDocument/2006/relationships/hyperlink" Target="https://www.lzk-bw.de/PHB/PHB-CD/QM-Anhang/Gefaehrdungsbeurteilungen/Hygiene.doc" TargetMode="External"/><Relationship Id="rId62" Type="http://schemas.openxmlformats.org/officeDocument/2006/relationships/hyperlink" Target="https://phb.lzk-bw.de/PHB-CD/QM-Anhang/VA/Medizinprodukte/VA_Vorkommnismeldung_MP_Betreiber.docx" TargetMode="External"/><Relationship Id="rId70" Type="http://schemas.openxmlformats.org/officeDocument/2006/relationships/hyperlink" Target="https://www.lzk-bw.de/PHB/PHB-CD/QM-Anhang/Formulare/Personal/Mitteilung_Beschaeftigung_werdender_Muetter.pdf" TargetMode="External"/><Relationship Id="rId75" Type="http://schemas.openxmlformats.org/officeDocument/2006/relationships/hyperlink" Target="https://www.lzk-bw.de/PHB/PHB-CD/QM-Anhang/Gefaehrdungsbeurteilungen/Checkliste_Pruefpflichten.doc" TargetMode="External"/><Relationship Id="rId83" Type="http://schemas.openxmlformats.org/officeDocument/2006/relationships/hyperlink" Target="https://www.lzk-bw.de/PHB/PHB-CD/QM-Anhang/Gefaehrdungsbeurteilungen/Roentgen.doc" TargetMode="External"/><Relationship Id="rId88" Type="http://schemas.openxmlformats.org/officeDocument/2006/relationships/hyperlink" Target="https://www.lzk-bw.de/PHB/PHB-CD/QM-Anhang/Gefaehrdungsbeurteilungen/Sicherheits-Gesundheitsschutzkennzeichnung.doc" TargetMode="External"/><Relationship Id="rId91" Type="http://schemas.openxmlformats.org/officeDocument/2006/relationships/hyperlink" Target="https://phb.lzk-bw.de/PHB-CD/QM-Anhang/Unterweisungen/Unterweisungserklaerung/Unterweisungserklaerung.docx" TargetMode="External"/><Relationship Id="rId96" Type="http://schemas.openxmlformats.org/officeDocument/2006/relationships/hyperlink" Target="https://phb.lzk-bw.de/PHB-CD/QM-Anhang/Formulare/Arbeitsschutz/Dokumentation_Arbeitsschutzausschusssitzung.do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www.lzk-bw.de/PHB/PHB-CD/QM-Anhang/Adressen/Untere_Wasserbehoerden.doc" TargetMode="External"/><Relationship Id="rId23" Type="http://schemas.openxmlformats.org/officeDocument/2006/relationships/hyperlink" Target="https://www.lzk-bw.de/PHB/PHB-CD/QM-Anhang/Merkblaetter/Arbeitsmedizinische_Vorsorge/Arbeitsmedizinische_Vorsorgeuntersuchungen.docx" TargetMode="External"/><Relationship Id="rId28" Type="http://schemas.openxmlformats.org/officeDocument/2006/relationships/hyperlink" Target="https://phb.lzk-bw.de/PHB-CD/QM-Anhang/VA/Arbeitsschutz/VA-Nadelstichverletzung.docx" TargetMode="External"/><Relationship Id="rId36" Type="http://schemas.openxmlformats.org/officeDocument/2006/relationships/hyperlink" Target="https://www.lzk-bw.de/PHB/html/3.1.5.html" TargetMode="External"/><Relationship Id="rId49" Type="http://schemas.openxmlformats.org/officeDocument/2006/relationships/hyperlink" Target="https://www.lzk-bw.de/PHB/PHB-CD/QM-Anhang/Formulare/Gefahrstoffe/Gefahrstoffverzeichnis_neu.doc" TargetMode="External"/><Relationship Id="rId57" Type="http://schemas.openxmlformats.org/officeDocument/2006/relationships/hyperlink" Target="https://www.lzk-bw.de/PHB/PHB-CD/QM-Anhang/Gefaehrdungsbeurteilungen/Laser.doc" TargetMode="External"/><Relationship Id="rId10" Type="http://schemas.openxmlformats.org/officeDocument/2006/relationships/hyperlink" Target="https://lzk-bw.de/PHB/PHB-CD/QM/Kurzuebersicht_Adresse-Fristen-Termine.docx" TargetMode="External"/><Relationship Id="rId31" Type="http://schemas.openxmlformats.org/officeDocument/2006/relationships/hyperlink" Target="https://www.lzk-bw.de/PHB/PHB-CD/QM-Anhang/Adressen/Arbeitsschutzaemter.doc" TargetMode="External"/><Relationship Id="rId44" Type="http://schemas.openxmlformats.org/officeDocument/2006/relationships/footer" Target="footer1.xml"/><Relationship Id="rId52" Type="http://schemas.openxmlformats.org/officeDocument/2006/relationships/hyperlink" Target="https://phb.lzk-bw.de/PHB-CD/QM-Anhang/Unterweisungen/Unterweisungserklaerung/Unterweisungserklaerung.docx" TargetMode="External"/><Relationship Id="rId60" Type="http://schemas.openxmlformats.org/officeDocument/2006/relationships/hyperlink" Target="https://www.lzk-bw.de/PHB/PHB-CD/QM-Anhang/Formulare/Medizinprodukte/Medizinproduktebuch.doc" TargetMode="External"/><Relationship Id="rId65" Type="http://schemas.openxmlformats.org/officeDocument/2006/relationships/hyperlink" Target="https://phb.lzk-bw.de/PHB-CD/QM-Anhang/Gefaehrdungsbeurteilungen/Jugendliche.doc" TargetMode="External"/><Relationship Id="rId73" Type="http://schemas.openxmlformats.org/officeDocument/2006/relationships/hyperlink" Target="https://phb.lzk-bw.de/PHB-CD/QM-Anhang/Unterweisungen/Unterweisungserklaerung/Unterweisungserklaerung.docx" TargetMode="External"/><Relationship Id="rId78" Type="http://schemas.openxmlformats.org/officeDocument/2006/relationships/hyperlink" Target="https://www.lzk-bw.de/PHB/PHB-CD/QM-Anhang/Formulare/Medizinprodukte/Bestandsverzeichnis.doc" TargetMode="External"/><Relationship Id="rId81" Type="http://schemas.openxmlformats.org/officeDocument/2006/relationships/hyperlink" Target="https://phb.lzk-bw.de/PHB-CD/QM-Anhang/Formulare/Entsorgung/Wartungsbuch_Amalgamabscheider.doc" TargetMode="External"/><Relationship Id="rId86" Type="http://schemas.openxmlformats.org/officeDocument/2006/relationships/hyperlink" Target="https://phb.lzk-bw.de/PHB-CD/Praxisbegehung/FAQ_DVT_Strahlenschutz.docx" TargetMode="External"/><Relationship Id="rId94" Type="http://schemas.openxmlformats.org/officeDocument/2006/relationships/hyperlink" Target="https://www.bgw-online.de/bgw-online-de/service/schulung-beratung/seminare/sgk-grundseminar-sicherheitsbeauftragte-1820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zk-bw.de/PHB/html/1.html" TargetMode="External"/><Relationship Id="rId13" Type="http://schemas.openxmlformats.org/officeDocument/2006/relationships/hyperlink" Target="https://www.lzk-bw.de/PHB/PHB-CD/QM-Anhang/Gefaehrdungsbeurteilungen/Abfallentsorgung.doc" TargetMode="External"/><Relationship Id="rId18" Type="http://schemas.openxmlformats.org/officeDocument/2006/relationships/hyperlink" Target="https://www.lzk-bw.de/PHB/PHB-CD/QM-Anhang/Formulare/Arbeitsmedizinische_Vorsorge/Personenbezogene_Arbeitsmedizinische_Vorsorge.doc" TargetMode="External"/><Relationship Id="rId39" Type="http://schemas.openxmlformats.org/officeDocument/2006/relationships/hyperlink" Target="https://www.lzk-bw.de/PHB/PHB-CD/QM-Anhang/Gefaehrdungsbeurteilungen/Checkliste_Pruefpflichten.doc" TargetMode="External"/><Relationship Id="rId34" Type="http://schemas.openxmlformats.org/officeDocument/2006/relationships/hyperlink" Target="https://www.lzk-bw.de/PHB/PHB-CD/QM-Anhang/Gefaehrdungsbeurteilungen/Bildschirmarbeitsplatz.doc" TargetMode="External"/><Relationship Id="rId50" Type="http://schemas.openxmlformats.org/officeDocument/2006/relationships/hyperlink" Target="https://www.lzk-bw.de/PHB/html/3.1.5.html" TargetMode="External"/><Relationship Id="rId55" Type="http://schemas.openxmlformats.org/officeDocument/2006/relationships/hyperlink" Target="https://www.lzk-bw.de/PHB/PHB-CD/QM-Anhang/Aushang_Einsicht/Hygiene/Hygieneplan.doc" TargetMode="External"/><Relationship Id="rId76" Type="http://schemas.openxmlformats.org/officeDocument/2006/relationships/hyperlink" Target="https://www.lzk-bw.de/PHB/PHB-CD/QM-Anhang/Gefaehrdungsbeurteilungen/Checkliste_Pruefpflichten.doc" TargetMode="External"/><Relationship Id="rId97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https://www.lzk-bw.de/PHB/PHB-CD/QM-Anhang/Gefaehrdungsbeurteilungen/Persoenliche_Schutzausruestung.doc" TargetMode="External"/><Relationship Id="rId92" Type="http://schemas.openxmlformats.org/officeDocument/2006/relationships/hyperlink" Target="https://phb.lzk-bw.de/PHB-CD/QM-Anhang/Unterweisungen/Unterweisungserklaerung/Unterweisungserklaerung.docx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lzk-bw.de/PHB/PHB-CD/QM-Anhang/Aushang_Einsicht/Notfall/Alarmplan.doc" TargetMode="External"/><Relationship Id="rId24" Type="http://schemas.openxmlformats.org/officeDocument/2006/relationships/hyperlink" Target="https://www.lzk-bw.de/PHB/PHB-CD/QM-Anhang/Gefaehrdungsbeurteilungen/Arbeitsunfall.doc" TargetMode="External"/><Relationship Id="rId40" Type="http://schemas.openxmlformats.org/officeDocument/2006/relationships/hyperlink" Target="https://www.lzk-bw.de/PHB/PHB-CD/QM-Anhang/Aushang_Einsicht/Brand-Explosionsschutz/Verhalten_im_Brandfall.doc" TargetMode="External"/><Relationship Id="rId45" Type="http://schemas.openxmlformats.org/officeDocument/2006/relationships/hyperlink" Target="https://www.lzk-bw.de/PHB/PHB-CD/QM-Anhang/Gefaehrdungsbeurteilungen/Erste-Hilfe.doc" TargetMode="External"/><Relationship Id="rId66" Type="http://schemas.openxmlformats.org/officeDocument/2006/relationships/hyperlink" Target="https://phb.lzk-bw.de/html/3.1.7.html" TargetMode="External"/><Relationship Id="rId87" Type="http://schemas.openxmlformats.org/officeDocument/2006/relationships/hyperlink" Target="https://phb.lzk-bw.de/PHB-CD/Praxisbegehung/Checkliste_2D_Strahlenschutz.docx" TargetMode="External"/><Relationship Id="rId61" Type="http://schemas.openxmlformats.org/officeDocument/2006/relationships/hyperlink" Target="https://www.lzk-bw.de/PHB/PHB-CD/QM-Anhang/BA/Laser/Lasergeraete.doc" TargetMode="External"/><Relationship Id="rId82" Type="http://schemas.openxmlformats.org/officeDocument/2006/relationships/hyperlink" Target="https://phb.lzk-bw.de/PHB-CD/QM-Anhang/Formulare/Arbeitsschutz/Pruefbuch_Leitern_und_Tritte.doc" TargetMode="External"/><Relationship Id="rId19" Type="http://schemas.openxmlformats.org/officeDocument/2006/relationships/hyperlink" Target="https://phb.lzk-bw.de/PHB-CD/QM-Anhang/Unterweisungen/Unterweisungserklaerung/Unterweisungserklaerung.docx" TargetMode="External"/><Relationship Id="rId14" Type="http://schemas.openxmlformats.org/officeDocument/2006/relationships/hyperlink" Target="https://www.lzk-bw.de/PHB/PHB-CD/Vertraege/Rahmenvertraege/Entsorgung.doc" TargetMode="External"/><Relationship Id="rId30" Type="http://schemas.openxmlformats.org/officeDocument/2006/relationships/hyperlink" Target="https://www.lzk-bw.de/PHB/PHB-CD/QM-Anhang/Formulare/Arbeitsschutz/Unfallanzeige.doc" TargetMode="External"/><Relationship Id="rId35" Type="http://schemas.openxmlformats.org/officeDocument/2006/relationships/hyperlink" Target="https://www.lzk-bw.de/PHB/PHB-CD/QM-Anhang/Gefaehrdungsbeurteilungen/Taetigkeiten_Biologischen_Arbeitsstoffen.doc" TargetMode="External"/><Relationship Id="rId56" Type="http://schemas.openxmlformats.org/officeDocument/2006/relationships/hyperlink" Target="https://phb.lzk-bw.de/PHB-CD/QM-Anhang/Unterweisungen/Unterweisungserklaerung/Unterweisungserklaerung.docx" TargetMode="External"/><Relationship Id="rId77" Type="http://schemas.openxmlformats.org/officeDocument/2006/relationships/hyperlink" Target="https://www.lzk-bw.de/PHB/PHB-CD/QM-Anhang/Gefaehrdungsbeurteilungen/Checkliste_Pruefpflichten.doc" TargetMode="External"/><Relationship Id="rId8" Type="http://schemas.openxmlformats.org/officeDocument/2006/relationships/hyperlink" Target="https://www.lzk-bw.de/PHB/html/1.html" TargetMode="External"/><Relationship Id="rId51" Type="http://schemas.openxmlformats.org/officeDocument/2006/relationships/hyperlink" Target="https://phb.lzk-bw.de/PHB-CD/QM-Anhang/Unterweisungen/Unterweisungserklaerung/Unterweisungserklaerung.docx" TargetMode="External"/><Relationship Id="rId72" Type="http://schemas.openxmlformats.org/officeDocument/2006/relationships/hyperlink" Target="https://www.lzk-bw.de/PHB/PHB-CD/QM-Anhang/Gefaehrdungsbeurteilungen/Persoenliche_Schutzausruestung.doc" TargetMode="External"/><Relationship Id="rId93" Type="http://schemas.openxmlformats.org/officeDocument/2006/relationships/hyperlink" Target="https://phb.lzk-bw.de/PHB-CD/QM-Anhang/Unterweisungen/Unterweisungserklaerung/Personenbezogene_Festlegung.docx" TargetMode="External"/><Relationship Id="rId98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85303-1569-40CF-854E-EDB655839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1724</Words>
  <Characters>23227</Characters>
  <Application>Microsoft Office Word</Application>
  <DocSecurity>0</DocSecurity>
  <Lines>193</Lines>
  <Paragraphs>49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comunikat</Company>
  <LinksUpToDate>false</LinksUpToDate>
  <CharactersWithSpaces>24902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Schütze, Nadine</dc:creator>
  <cp:lastModifiedBy>Marco Wagner</cp:lastModifiedBy>
  <cp:revision>6</cp:revision>
  <cp:lastPrinted>2024-06-19T09:54:00Z</cp:lastPrinted>
  <dcterms:created xsi:type="dcterms:W3CDTF">2024-07-02T12:15:00Z</dcterms:created>
  <dcterms:modified xsi:type="dcterms:W3CDTF">2024-10-22T14:29:00Z</dcterms:modified>
</cp:coreProperties>
</file>